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5BA28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4F1349B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31FF4892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298FDC23" w14:textId="77777777" w:rsidR="002B3805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5C728928" w14:textId="336E6C8E" w:rsidR="002B3805" w:rsidRDefault="00847E31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72"/>
          <w:szCs w:val="72"/>
        </w:rPr>
      </w:pPr>
      <w:r>
        <w:rPr>
          <w:rFonts w:asciiTheme="minorHAnsi" w:eastAsiaTheme="minorHAnsi" w:hAnsiTheme="minorHAnsi" w:hint="eastAsia"/>
          <w:b/>
          <w:sz w:val="72"/>
          <w:szCs w:val="72"/>
        </w:rPr>
        <w:t>Fintree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 w:rsidR="00B370B3">
        <w:rPr>
          <w:rFonts w:asciiTheme="minorHAnsi" w:eastAsiaTheme="minorHAnsi" w:hAnsiTheme="minorHAnsi" w:hint="eastAsia"/>
          <w:b/>
          <w:sz w:val="72"/>
          <w:szCs w:val="72"/>
        </w:rPr>
        <w:t>인증결제</w:t>
      </w:r>
      <w:r w:rsidR="002B3805" w:rsidRPr="002B3805">
        <w:rPr>
          <w:rFonts w:asciiTheme="minorHAnsi" w:eastAsiaTheme="minorHAnsi" w:hAnsiTheme="minorHAnsi" w:hint="eastAsia"/>
          <w:b/>
          <w:sz w:val="72"/>
          <w:szCs w:val="72"/>
        </w:rPr>
        <w:t xml:space="preserve"> </w:t>
      </w:r>
      <w:r w:rsidR="004A5CFA">
        <w:rPr>
          <w:rFonts w:asciiTheme="minorHAnsi" w:eastAsiaTheme="minorHAnsi" w:hAnsiTheme="minorHAnsi" w:hint="eastAsia"/>
          <w:b/>
          <w:sz w:val="72"/>
          <w:szCs w:val="72"/>
        </w:rPr>
        <w:t>연동 가이드</w:t>
      </w:r>
    </w:p>
    <w:p w14:paraId="0E8AD09A" w14:textId="7056F4F6" w:rsidR="0031751D" w:rsidRPr="0031751D" w:rsidRDefault="0031751D" w:rsidP="002B3805">
      <w:pPr>
        <w:overflowPunct/>
        <w:autoSpaceDE/>
        <w:autoSpaceDN/>
        <w:adjustRightInd/>
        <w:ind w:left="0" w:firstLine="0"/>
        <w:jc w:val="right"/>
        <w:textAlignment w:val="auto"/>
        <w:rPr>
          <w:rFonts w:asciiTheme="minorHAnsi" w:eastAsiaTheme="minorHAnsi" w:hAnsiTheme="minorHAnsi"/>
          <w:b/>
          <w:sz w:val="24"/>
          <w:szCs w:val="24"/>
        </w:rPr>
      </w:pPr>
    </w:p>
    <w:p w14:paraId="25F03463" w14:textId="77777777" w:rsidR="002B3805" w:rsidRPr="00D76BDE" w:rsidRDefault="002B3805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091DEF50" w14:textId="77777777" w:rsidR="0063599F" w:rsidRDefault="0063599F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7FED28EB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4847CC3C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05730639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28C265D1" w14:textId="77777777" w:rsidR="002B3805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lang w:eastAsia="ko-KR"/>
        </w:rPr>
      </w:pPr>
    </w:p>
    <w:p w14:paraId="44C8C3BD" w14:textId="77777777" w:rsidR="002B3805" w:rsidRPr="00661CB4" w:rsidRDefault="002B3805">
      <w:pPr>
        <w:pStyle w:val="a4"/>
        <w:tabs>
          <w:tab w:val="clear" w:pos="4320"/>
          <w:tab w:val="clear" w:pos="8640"/>
        </w:tabs>
        <w:rPr>
          <w:rFonts w:asciiTheme="minorHAnsi" w:eastAsiaTheme="minorHAnsi" w:hAnsiTheme="minorHAnsi"/>
          <w:vanish/>
          <w:lang w:eastAsia="ko-KR"/>
        </w:rPr>
      </w:pPr>
    </w:p>
    <w:p w14:paraId="3B85E0F5" w14:textId="77777777" w:rsidR="0063599F" w:rsidRPr="00661CB4" w:rsidRDefault="0063599F">
      <w:pPr>
        <w:tabs>
          <w:tab w:val="left" w:pos="1134"/>
        </w:tabs>
        <w:spacing w:line="260" w:lineRule="atLeast"/>
        <w:ind w:left="0" w:firstLine="0"/>
        <w:jc w:val="right"/>
        <w:rPr>
          <w:rFonts w:asciiTheme="minorHAnsi" w:eastAsiaTheme="minorHAnsi" w:hAnsiTheme="minorHAnsi"/>
          <w:sz w:val="32"/>
        </w:rPr>
      </w:pPr>
    </w:p>
    <w:p w14:paraId="0CD2A835" w14:textId="7BA89CE4" w:rsidR="002B3805" w:rsidRDefault="002B3805" w:rsidP="002B3805">
      <w:pPr>
        <w:ind w:left="0" w:firstLine="0"/>
        <w:jc w:val="righ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202</w:t>
      </w:r>
      <w:r w:rsidR="00E01ECB">
        <w:rPr>
          <w:rFonts w:asciiTheme="minorHAnsi" w:eastAsiaTheme="minorHAnsi" w:hAnsiTheme="minorHAnsi"/>
        </w:rPr>
        <w:t>2</w:t>
      </w:r>
      <w:r>
        <w:rPr>
          <w:rFonts w:asciiTheme="minorHAnsi" w:eastAsiaTheme="minorHAnsi" w:hAnsiTheme="minorHAnsi" w:hint="eastAsia"/>
        </w:rPr>
        <w:t>.</w:t>
      </w:r>
      <w:r w:rsidR="002D60C9">
        <w:rPr>
          <w:rFonts w:asciiTheme="minorHAnsi" w:eastAsiaTheme="minorHAnsi" w:hAnsiTheme="minorHAnsi"/>
        </w:rPr>
        <w:t>0</w:t>
      </w:r>
      <w:r w:rsidR="00E01ECB">
        <w:rPr>
          <w:rFonts w:asciiTheme="minorHAnsi" w:eastAsiaTheme="minorHAnsi" w:hAnsiTheme="minorHAnsi"/>
        </w:rPr>
        <w:t>4</w:t>
      </w:r>
      <w:r>
        <w:rPr>
          <w:rFonts w:asciiTheme="minorHAnsi" w:eastAsiaTheme="minorHAnsi" w:hAnsiTheme="minorHAnsi" w:hint="eastAsia"/>
        </w:rPr>
        <w:t xml:space="preserve"> </w:t>
      </w:r>
      <w:r w:rsidR="00847E31">
        <w:rPr>
          <w:rFonts w:asciiTheme="minorHAnsi" w:eastAsiaTheme="minorHAnsi" w:hAnsiTheme="minorHAnsi"/>
        </w:rPr>
        <w:t>FINTREE</w:t>
      </w:r>
    </w:p>
    <w:p w14:paraId="645A6AB3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BBC2FFD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D89EA61" w14:textId="77777777" w:rsidR="002B3805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0BBF941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6655F7D8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0B121361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4F7E3805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128CD1F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19395EB8" w14:textId="77777777" w:rsidR="004A5CFA" w:rsidRDefault="004A5CFA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2EF1739D" w14:textId="77777777" w:rsidR="002B3805" w:rsidRPr="00661CB4" w:rsidRDefault="002B3805" w:rsidP="000F3B7E">
      <w:pPr>
        <w:ind w:left="0" w:firstLine="0"/>
        <w:jc w:val="both"/>
        <w:rPr>
          <w:rFonts w:asciiTheme="minorHAnsi" w:eastAsiaTheme="minorHAnsi" w:hAnsiTheme="minorHAnsi"/>
        </w:rPr>
      </w:pPr>
    </w:p>
    <w:p w14:paraId="7495E3BB" w14:textId="63C56493" w:rsidR="002D60C9" w:rsidRDefault="00F4359D" w:rsidP="00F4359D">
      <w:pPr>
        <w:pStyle w:val="a6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ⓒ </w:t>
      </w:r>
      <w:r w:rsidRPr="00661CB4">
        <w:rPr>
          <w:rFonts w:asciiTheme="minorHAnsi" w:eastAsiaTheme="minorHAnsi" w:hAnsiTheme="minorHAnsi"/>
        </w:rPr>
        <w:t>Copyright</w:t>
      </w:r>
      <w:r w:rsidRPr="00661CB4">
        <w:rPr>
          <w:rFonts w:asciiTheme="minorHAnsi" w:eastAsiaTheme="minorHAnsi" w:hAnsiTheme="minorHAnsi" w:hint="eastAsia"/>
        </w:rPr>
        <w:t xml:space="preserve"> ⓒ  202</w:t>
      </w:r>
      <w:r w:rsidR="00673C82">
        <w:rPr>
          <w:rFonts w:asciiTheme="minorHAnsi" w:eastAsiaTheme="minorHAnsi" w:hAnsiTheme="minorHAnsi"/>
        </w:rPr>
        <w:t>2</w:t>
      </w:r>
      <w:r w:rsidRPr="00661CB4">
        <w:rPr>
          <w:rFonts w:asciiTheme="minorHAnsi" w:eastAsiaTheme="minorHAnsi" w:hAnsiTheme="minorHAnsi"/>
        </w:rPr>
        <w:t xml:space="preserve"> </w:t>
      </w:r>
      <w:r w:rsidR="00847E31">
        <w:rPr>
          <w:rFonts w:asciiTheme="minorHAnsi" w:eastAsiaTheme="minorHAnsi" w:hAnsiTheme="minorHAnsi"/>
        </w:rPr>
        <w:t>FINTR</w:t>
      </w:r>
      <w:r w:rsidR="00847E31">
        <w:rPr>
          <w:rFonts w:asciiTheme="minorHAnsi" w:eastAsiaTheme="minorHAnsi" w:hAnsiTheme="minorHAnsi" w:hint="eastAsia"/>
        </w:rPr>
        <w:t>INITY</w:t>
      </w:r>
      <w:r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/>
        </w:rPr>
        <w:t xml:space="preserve"> Co, Ltd.</w:t>
      </w:r>
      <w:r w:rsidRPr="00661CB4">
        <w:rPr>
          <w:rFonts w:asciiTheme="minorHAnsi" w:eastAsiaTheme="minorHAnsi" w:hAnsiTheme="minorHAnsi" w:hint="eastAsia"/>
        </w:rPr>
        <w:t xml:space="preserve"> All rightys reserved</w:t>
      </w:r>
    </w:p>
    <w:p w14:paraId="65548626" w14:textId="24B8E9CE" w:rsidR="002D60C9" w:rsidRDefault="002D60C9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</w:p>
    <w:p w14:paraId="7E5DB857" w14:textId="43EE36CB" w:rsidR="0063599F" w:rsidRPr="00661CB4" w:rsidRDefault="000F3B7E" w:rsidP="004A5CFA">
      <w:pPr>
        <w:ind w:left="0" w:firstLine="0"/>
        <w:jc w:val="right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 w:hint="eastAsia"/>
        </w:rPr>
        <w:t>본 문서와 정보는</w:t>
      </w:r>
      <w:r w:rsidR="00F4359D" w:rsidRPr="00661CB4">
        <w:rPr>
          <w:rFonts w:asciiTheme="minorHAnsi" w:eastAsiaTheme="minorHAnsi" w:hAnsiTheme="minorHAnsi" w:hint="eastAsia"/>
        </w:rPr>
        <w:t xml:space="preserve"> </w:t>
      </w:r>
      <w:r w:rsidR="00847E31">
        <w:rPr>
          <w:rFonts w:asciiTheme="minorHAnsi" w:eastAsiaTheme="minorHAnsi" w:hAnsiTheme="minorHAnsi"/>
        </w:rPr>
        <w:t>FINTR</w:t>
      </w:r>
      <w:r w:rsidR="00847E31">
        <w:rPr>
          <w:rFonts w:asciiTheme="minorHAnsi" w:eastAsiaTheme="minorHAnsi" w:hAnsiTheme="minorHAnsi" w:hint="eastAsia"/>
        </w:rPr>
        <w:t>INITY</w:t>
      </w:r>
      <w:r w:rsidR="00847E31"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 w:hint="eastAsia"/>
        </w:rPr>
        <w:t xml:space="preserve">재산입니다. 모든 정보는 </w:t>
      </w:r>
      <w:r w:rsidR="00847E31">
        <w:rPr>
          <w:rFonts w:asciiTheme="minorHAnsi" w:eastAsiaTheme="minorHAnsi" w:hAnsiTheme="minorHAnsi"/>
        </w:rPr>
        <w:t>FINTR</w:t>
      </w:r>
      <w:r w:rsidR="00847E31">
        <w:rPr>
          <w:rFonts w:asciiTheme="minorHAnsi" w:eastAsiaTheme="minorHAnsi" w:hAnsiTheme="minorHAnsi" w:hint="eastAsia"/>
        </w:rPr>
        <w:t>INITY</w:t>
      </w:r>
      <w:r w:rsidR="00847E31" w:rsidRPr="00661CB4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 w:hint="eastAsia"/>
        </w:rPr>
        <w:t>소유</w:t>
      </w:r>
      <w:r w:rsidR="00F4359D" w:rsidRPr="00661CB4">
        <w:rPr>
          <w:rFonts w:asciiTheme="minorHAnsi" w:eastAsiaTheme="minorHAnsi" w:hAnsiTheme="minorHAnsi" w:hint="eastAsia"/>
        </w:rPr>
        <w:t>이</w:t>
      </w:r>
      <w:r w:rsidRPr="00661CB4">
        <w:rPr>
          <w:rFonts w:asciiTheme="minorHAnsi" w:eastAsiaTheme="minorHAnsi" w:hAnsiTheme="minorHAnsi" w:hint="eastAsia"/>
        </w:rPr>
        <w:t xml:space="preserve">며, </w:t>
      </w:r>
      <w:r w:rsidR="00847E31">
        <w:rPr>
          <w:rFonts w:asciiTheme="minorHAnsi" w:eastAsiaTheme="minorHAnsi" w:hAnsiTheme="minorHAnsi"/>
        </w:rPr>
        <w:t>FINTR</w:t>
      </w:r>
      <w:r w:rsidR="00847E31">
        <w:rPr>
          <w:rFonts w:asciiTheme="minorHAnsi" w:eastAsiaTheme="minorHAnsi" w:hAnsiTheme="minorHAnsi" w:hint="eastAsia"/>
        </w:rPr>
        <w:t>INITY</w:t>
      </w:r>
      <w:r w:rsidR="00847E31" w:rsidRPr="00661CB4">
        <w:rPr>
          <w:rFonts w:asciiTheme="minorHAnsi" w:eastAsiaTheme="minorHAnsi" w:hAnsiTheme="minorHAnsi" w:hint="eastAsia"/>
        </w:rPr>
        <w:t xml:space="preserve"> </w:t>
      </w:r>
      <w:r w:rsidR="00F4359D" w:rsidRPr="00661CB4">
        <w:rPr>
          <w:rFonts w:asciiTheme="minorHAnsi" w:eastAsiaTheme="minorHAnsi" w:hAnsiTheme="minorHAnsi" w:hint="eastAsia"/>
        </w:rPr>
        <w:t>의</w:t>
      </w:r>
      <w:r w:rsidRPr="00661CB4">
        <w:rPr>
          <w:rFonts w:asciiTheme="minorHAnsi" w:eastAsiaTheme="minorHAnsi" w:hAnsiTheme="minorHAnsi" w:hint="eastAsia"/>
        </w:rPr>
        <w:t xml:space="preserve"> 사전 동의 없이 본 문서의 어떤 정보도 열람, 복사, 유용, 또는 타인과 공유되어서는 안됩니다. </w:t>
      </w:r>
    </w:p>
    <w:p w14:paraId="18A9828F" w14:textId="397B566D" w:rsidR="004A5CFA" w:rsidRDefault="004A5CFA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sz w:val="28"/>
          <w:lang w:val="x-none" w:bidi="x-none"/>
        </w:rPr>
      </w:pPr>
      <w:r>
        <w:rPr>
          <w:rFonts w:asciiTheme="minorHAnsi" w:eastAsiaTheme="minorHAnsi" w:hAnsiTheme="minorHAnsi"/>
          <w:sz w:val="28"/>
          <w:lang w:val="x-none" w:bidi="x-none"/>
        </w:rPr>
        <w:br w:type="page"/>
      </w:r>
    </w:p>
    <w:p w14:paraId="4BAF577B" w14:textId="77777777" w:rsidR="000F3B7E" w:rsidRPr="00661CB4" w:rsidRDefault="000F3B7E" w:rsidP="000F3B7E">
      <w:pPr>
        <w:ind w:left="0" w:firstLine="0"/>
        <w:jc w:val="both"/>
        <w:rPr>
          <w:rFonts w:asciiTheme="minorHAnsi" w:eastAsiaTheme="minorHAnsi" w:hAnsiTheme="minorHAnsi"/>
          <w:sz w:val="28"/>
          <w:lang w:val="x-none" w:bidi="x-none"/>
        </w:rPr>
      </w:pPr>
    </w:p>
    <w:p w14:paraId="6C75D8F7" w14:textId="47792048" w:rsidR="0063599F" w:rsidRPr="00661CB4" w:rsidRDefault="0063599F">
      <w:pPr>
        <w:ind w:left="0" w:firstLine="0"/>
        <w:jc w:val="center"/>
        <w:rPr>
          <w:rFonts w:asciiTheme="minorHAnsi" w:eastAsiaTheme="minorHAnsi" w:hAnsiTheme="minorHAnsi"/>
          <w:sz w:val="28"/>
          <w:lang w:val="x-none" w:bidi="x-none"/>
        </w:rPr>
      </w:pPr>
      <w:r w:rsidRPr="00661CB4">
        <w:rPr>
          <w:rFonts w:asciiTheme="minorHAnsi" w:eastAsiaTheme="minorHAnsi" w:hAnsiTheme="minorHAnsi"/>
          <w:sz w:val="28"/>
        </w:rPr>
        <w:t>제</w:t>
      </w:r>
      <w:r w:rsidR="0031751D">
        <w:rPr>
          <w:rFonts w:asciiTheme="minorHAnsi" w:eastAsiaTheme="minorHAnsi" w:hAnsiTheme="minorHAnsi" w:hint="eastAsia"/>
          <w:sz w:val="28"/>
          <w:lang w:val="x-none" w:bidi="x-none"/>
        </w:rPr>
        <w:t>,</w:t>
      </w:r>
      <w:r w:rsidRPr="00661CB4">
        <w:rPr>
          <w:rFonts w:asciiTheme="minorHAnsi" w:eastAsiaTheme="minorHAnsi" w:hAnsiTheme="minorHAnsi"/>
          <w:sz w:val="28"/>
        </w:rPr>
        <w:t>개정</w:t>
      </w:r>
      <w:r w:rsidRPr="00661CB4">
        <w:rPr>
          <w:rFonts w:asciiTheme="minorHAnsi" w:eastAsiaTheme="minorHAnsi" w:hAnsiTheme="minorHAnsi"/>
          <w:sz w:val="28"/>
          <w:lang w:val="x-none" w:bidi="x-none"/>
        </w:rPr>
        <w:t xml:space="preserve"> </w:t>
      </w:r>
      <w:r w:rsidRPr="00661CB4">
        <w:rPr>
          <w:rFonts w:asciiTheme="minorHAnsi" w:eastAsiaTheme="minorHAnsi" w:hAnsiTheme="minorHAnsi"/>
          <w:sz w:val="28"/>
        </w:rPr>
        <w:t>이력</w:t>
      </w:r>
    </w:p>
    <w:p w14:paraId="00117A24" w14:textId="77777777" w:rsidR="0063599F" w:rsidRPr="00661CB4" w:rsidRDefault="0063599F">
      <w:pPr>
        <w:ind w:left="720" w:hangingChars="300"/>
        <w:jc w:val="center"/>
        <w:rPr>
          <w:rFonts w:asciiTheme="minorHAnsi" w:eastAsiaTheme="minorHAnsi" w:hAnsiTheme="minorHAnsi"/>
          <w:sz w:val="24"/>
          <w:lang w:val="x-none" w:bidi="x-none"/>
        </w:rPr>
      </w:pPr>
    </w:p>
    <w:tbl>
      <w:tblPr>
        <w:tblW w:w="88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2"/>
        <w:gridCol w:w="5239"/>
        <w:gridCol w:w="2268"/>
      </w:tblGrid>
      <w:tr w:rsidR="00017F27" w:rsidRPr="00661CB4" w14:paraId="7B1AEDA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98754AD" w14:textId="67AAECA1" w:rsidR="00017F27" w:rsidRPr="00661CB4" w:rsidRDefault="00554D73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0</w:t>
            </w:r>
            <w:r w:rsidR="00017F27">
              <w:rPr>
                <w:rFonts w:ascii="맑은 고딕" w:eastAsia="맑은 고딕" w:hAnsi="맑은 고딕" w:hint="eastAsia"/>
              </w:rPr>
              <w:t>.</w:t>
            </w:r>
            <w:r>
              <w:rPr>
                <w:rFonts w:ascii="맑은 고딕" w:eastAsia="맑은 고딕" w:hAnsi="맑은 고딕" w:hint="eastAsia"/>
              </w:rPr>
              <w:t>1</w:t>
            </w:r>
          </w:p>
        </w:tc>
        <w:tc>
          <w:tcPr>
            <w:tcW w:w="5239" w:type="dxa"/>
            <w:shd w:val="clear" w:color="auto" w:fill="auto"/>
          </w:tcPr>
          <w:p w14:paraId="17C84106" w14:textId="1FF5F5F2" w:rsidR="00017F27" w:rsidRPr="00661CB4" w:rsidRDefault="00017F27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제정</w:t>
            </w:r>
          </w:p>
        </w:tc>
        <w:tc>
          <w:tcPr>
            <w:tcW w:w="2268" w:type="dxa"/>
            <w:shd w:val="clear" w:color="auto" w:fill="auto"/>
          </w:tcPr>
          <w:p w14:paraId="787351ED" w14:textId="6715EA1B" w:rsidR="00017F27" w:rsidRPr="00661CB4" w:rsidRDefault="00017F27" w:rsidP="003F62DD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="맑은 고딕" w:eastAsia="맑은 고딕" w:hAnsi="맑은 고딕" w:hint="eastAsia"/>
              </w:rPr>
              <w:t>202</w:t>
            </w:r>
            <w:r w:rsidR="00673C82">
              <w:rPr>
                <w:rFonts w:ascii="맑은 고딕" w:eastAsia="맑은 고딕" w:hAnsi="맑은 고딕"/>
              </w:rPr>
              <w:t>2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2D60C9">
              <w:rPr>
                <w:rFonts w:ascii="맑은 고딕" w:eastAsia="맑은 고딕" w:hAnsi="맑은 고딕"/>
              </w:rPr>
              <w:t>0</w:t>
            </w:r>
            <w:r w:rsidR="00673C82">
              <w:rPr>
                <w:rFonts w:ascii="맑은 고딕" w:eastAsia="맑은 고딕" w:hAnsi="맑은 고딕"/>
              </w:rPr>
              <w:t>4</w:t>
            </w:r>
            <w:r>
              <w:rPr>
                <w:rFonts w:ascii="맑은 고딕" w:eastAsia="맑은 고딕" w:hAnsi="맑은 고딕" w:hint="eastAsia"/>
              </w:rPr>
              <w:t>.</w:t>
            </w:r>
            <w:r w:rsidR="00673C82">
              <w:rPr>
                <w:rFonts w:ascii="맑은 고딕" w:eastAsia="맑은 고딕" w:hAnsi="맑은 고딕"/>
              </w:rPr>
              <w:t>25</w:t>
            </w:r>
          </w:p>
        </w:tc>
      </w:tr>
      <w:tr w:rsidR="0063599F" w:rsidRPr="00661CB4" w14:paraId="309F1AC7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531B0F21" w14:textId="7B7DB8C5" w:rsidR="0063599F" w:rsidRPr="00661CB4" w:rsidRDefault="00554D73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0.1.5</w:t>
            </w:r>
          </w:p>
        </w:tc>
        <w:tc>
          <w:tcPr>
            <w:tcW w:w="5239" w:type="dxa"/>
            <w:shd w:val="clear" w:color="auto" w:fill="auto"/>
          </w:tcPr>
          <w:p w14:paraId="50205681" w14:textId="3F1B9F53" w:rsidR="0063599F" w:rsidRPr="00661CB4" w:rsidRDefault="00554D73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인증결과 ordNo 삭제</w:t>
            </w:r>
          </w:p>
        </w:tc>
        <w:tc>
          <w:tcPr>
            <w:tcW w:w="2268" w:type="dxa"/>
            <w:shd w:val="clear" w:color="auto" w:fill="auto"/>
          </w:tcPr>
          <w:p w14:paraId="03A373D3" w14:textId="3C8BCBD4" w:rsidR="0063599F" w:rsidRPr="00661CB4" w:rsidRDefault="00554D73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2024.05.29</w:t>
            </w:r>
          </w:p>
        </w:tc>
      </w:tr>
      <w:tr w:rsidR="00D7423A" w:rsidRPr="00661CB4" w14:paraId="33C69BC2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2D315D0" w14:textId="201E220E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1.1</w:t>
            </w:r>
          </w:p>
        </w:tc>
        <w:tc>
          <w:tcPr>
            <w:tcW w:w="5239" w:type="dxa"/>
            <w:shd w:val="clear" w:color="auto" w:fill="auto"/>
          </w:tcPr>
          <w:p w14:paraId="3F0D389F" w14:textId="77777777" w:rsidR="00D7423A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승인코드추가</w:t>
            </w:r>
          </w:p>
          <w:p w14:paraId="56F8BE61" w14:textId="7941F4D0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전표URL추가</w:t>
            </w:r>
          </w:p>
        </w:tc>
        <w:tc>
          <w:tcPr>
            <w:tcW w:w="2268" w:type="dxa"/>
            <w:shd w:val="clear" w:color="auto" w:fill="auto"/>
          </w:tcPr>
          <w:p w14:paraId="1FAC65B5" w14:textId="7259D395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</w:rPr>
              <w:t>2024.10.15</w:t>
            </w:r>
          </w:p>
        </w:tc>
      </w:tr>
      <w:tr w:rsidR="00D7423A" w:rsidRPr="00661CB4" w14:paraId="12C229BC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6552347F" w14:textId="322B359D" w:rsidR="00D7423A" w:rsidRPr="00661CB4" w:rsidRDefault="007B2434" w:rsidP="00D7423A">
            <w:pPr>
              <w:ind w:left="0" w:firstLine="0"/>
              <w:jc w:val="center"/>
              <w:rPr>
                <w:rFonts w:asciiTheme="minorHAnsi" w:eastAsiaTheme="minorHAnsi" w:hAnsiTheme="minorHAnsi" w:hint="eastAsia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  <w:lang w:val="x-none" w:bidi="x-none"/>
              </w:rPr>
              <w:t>1.2</w:t>
            </w:r>
          </w:p>
        </w:tc>
        <w:tc>
          <w:tcPr>
            <w:tcW w:w="5239" w:type="dxa"/>
            <w:shd w:val="clear" w:color="auto" w:fill="auto"/>
          </w:tcPr>
          <w:p w14:paraId="1DB4CFDE" w14:textId="597E1F30" w:rsidR="00D7423A" w:rsidRPr="00661CB4" w:rsidRDefault="007B2434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  <w:lang w:val="x-none" w:bidi="x-none"/>
              </w:rPr>
              <w:t>상품명 길이 수정</w:t>
            </w:r>
          </w:p>
        </w:tc>
        <w:tc>
          <w:tcPr>
            <w:tcW w:w="2268" w:type="dxa"/>
            <w:shd w:val="clear" w:color="auto" w:fill="auto"/>
          </w:tcPr>
          <w:p w14:paraId="3C97486C" w14:textId="4B09B25A" w:rsidR="00D7423A" w:rsidRPr="00661CB4" w:rsidRDefault="007B2434" w:rsidP="00D7423A">
            <w:pPr>
              <w:ind w:left="0" w:firstLine="0"/>
              <w:jc w:val="center"/>
              <w:rPr>
                <w:rFonts w:asciiTheme="minorHAnsi" w:eastAsiaTheme="minorHAnsi" w:hAnsiTheme="minorHAnsi" w:hint="eastAsia"/>
                <w:lang w:val="x-none" w:bidi="x-none"/>
              </w:rPr>
            </w:pPr>
            <w:r>
              <w:rPr>
                <w:rFonts w:asciiTheme="minorHAnsi" w:eastAsiaTheme="minorHAnsi" w:hAnsiTheme="minorHAnsi" w:hint="eastAsia"/>
                <w:lang w:val="x-none" w:bidi="x-none"/>
              </w:rPr>
              <w:t>2024.12.20</w:t>
            </w:r>
          </w:p>
        </w:tc>
      </w:tr>
      <w:tr w:rsidR="00D7423A" w:rsidRPr="00661CB4" w14:paraId="7CEA920B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3DC7C440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33C09282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7DC15519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D7423A" w:rsidRPr="00661CB4" w14:paraId="0E316B4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DF1BAD6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9993E9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17CC2844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D7423A" w:rsidRPr="00661CB4" w14:paraId="366A09D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8ED73F0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68857C4D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63FE8610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D7423A" w:rsidRPr="00661CB4" w14:paraId="1809D7C8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1D07C0B7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D78F6E2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34A4241A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D7423A" w:rsidRPr="00661CB4" w14:paraId="27AEA670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4CA7E16E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5F8027A1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527D3031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  <w:tr w:rsidR="00D7423A" w:rsidRPr="00661CB4" w14:paraId="57A7F913" w14:textId="77777777">
        <w:trPr>
          <w:trHeight w:val="255"/>
          <w:jc w:val="center"/>
        </w:trPr>
        <w:tc>
          <w:tcPr>
            <w:tcW w:w="1372" w:type="dxa"/>
            <w:shd w:val="clear" w:color="auto" w:fill="auto"/>
          </w:tcPr>
          <w:p w14:paraId="7233D9F8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5239" w:type="dxa"/>
            <w:shd w:val="clear" w:color="auto" w:fill="auto"/>
          </w:tcPr>
          <w:p w14:paraId="4A3E03A4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  <w:tc>
          <w:tcPr>
            <w:tcW w:w="2268" w:type="dxa"/>
            <w:shd w:val="clear" w:color="auto" w:fill="auto"/>
          </w:tcPr>
          <w:p w14:paraId="481E90DB" w14:textId="77777777" w:rsidR="00D7423A" w:rsidRPr="00661CB4" w:rsidRDefault="00D7423A" w:rsidP="00D7423A">
            <w:pPr>
              <w:ind w:left="0" w:firstLine="0"/>
              <w:jc w:val="center"/>
              <w:rPr>
                <w:rFonts w:asciiTheme="minorHAnsi" w:eastAsiaTheme="minorHAnsi" w:hAnsiTheme="minorHAnsi"/>
                <w:lang w:val="x-none" w:bidi="x-none"/>
              </w:rPr>
            </w:pPr>
          </w:p>
        </w:tc>
      </w:tr>
    </w:tbl>
    <w:p w14:paraId="0AA6C58E" w14:textId="7148FFE4" w:rsidR="00E75E17" w:rsidRDefault="00E75E17" w:rsidP="002B3805">
      <w:pPr>
        <w:ind w:left="0" w:firstLine="0"/>
        <w:rPr>
          <w:rFonts w:asciiTheme="minorHAnsi" w:eastAsiaTheme="minorHAnsi" w:hAnsiTheme="minorHAnsi"/>
          <w:lang w:val="en-GB" w:bidi="x-none"/>
        </w:rPr>
      </w:pPr>
    </w:p>
    <w:p w14:paraId="5B548418" w14:textId="42671003" w:rsidR="00E75E17" w:rsidRPr="00CA023C" w:rsidRDefault="00E75E17" w:rsidP="00E75E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lang w:val="en-GB" w:bidi="x-none"/>
        </w:rPr>
      </w:pPr>
      <w:r>
        <w:rPr>
          <w:rFonts w:asciiTheme="minorHAnsi" w:eastAsiaTheme="minorHAnsi" w:hAnsiTheme="minorHAnsi"/>
        </w:rPr>
        <w:br w:type="page"/>
      </w:r>
    </w:p>
    <w:p w14:paraId="350A7034" w14:textId="3EB00077" w:rsidR="0063599F" w:rsidRPr="00661CB4" w:rsidRDefault="0031251E" w:rsidP="0079786A">
      <w:pPr>
        <w:pStyle w:val="1"/>
        <w:numPr>
          <w:ilvl w:val="0"/>
          <w:numId w:val="4"/>
        </w:numPr>
        <w:rPr>
          <w:rFonts w:asciiTheme="minorHAnsi" w:eastAsiaTheme="minorHAnsi" w:hAnsiTheme="minorHAnsi"/>
          <w:lang w:eastAsia="ko-KR"/>
        </w:rPr>
      </w:pPr>
      <w:bookmarkStart w:id="0" w:name="_Toc33213695"/>
      <w:r w:rsidRPr="00661CB4">
        <w:rPr>
          <w:rFonts w:asciiTheme="minorHAnsi" w:eastAsiaTheme="minorHAnsi" w:hAnsiTheme="minorHAnsi" w:hint="eastAsia"/>
          <w:lang w:eastAsia="ko-KR"/>
        </w:rPr>
        <w:lastRenderedPageBreak/>
        <w:t>연동 개요</w:t>
      </w:r>
      <w:bookmarkEnd w:id="0"/>
    </w:p>
    <w:p w14:paraId="1F8EBF5A" w14:textId="77777777" w:rsidR="009150F7" w:rsidRPr="00661CB4" w:rsidRDefault="009150F7" w:rsidP="009150F7">
      <w:pPr>
        <w:pStyle w:val="Indent"/>
        <w:rPr>
          <w:rFonts w:asciiTheme="minorHAnsi" w:eastAsiaTheme="minorHAnsi" w:hAnsiTheme="minorHAnsi"/>
          <w:lang w:val="en-GB"/>
        </w:rPr>
      </w:pPr>
    </w:p>
    <w:p w14:paraId="6C7F46A4" w14:textId="0F90EB7F" w:rsidR="0063599F" w:rsidRPr="00661CB4" w:rsidRDefault="00406852" w:rsidP="00AA4227">
      <w:pPr>
        <w:pStyle w:val="ab"/>
        <w:rPr>
          <w:rFonts w:eastAsiaTheme="minorHAnsi"/>
        </w:rPr>
      </w:pPr>
      <w:bookmarkStart w:id="1" w:name="_Toc33213696"/>
      <w:r w:rsidRPr="00661CB4">
        <w:rPr>
          <w:rFonts w:eastAsiaTheme="minorHAnsi" w:hint="eastAsia"/>
        </w:rPr>
        <w:t>1</w:t>
      </w:r>
      <w:r w:rsidRPr="00661CB4">
        <w:rPr>
          <w:rFonts w:eastAsiaTheme="minorHAnsi"/>
        </w:rPr>
        <w:t xml:space="preserve">.1 </w:t>
      </w:r>
      <w:r w:rsidR="0031251E" w:rsidRPr="00661CB4">
        <w:rPr>
          <w:rFonts w:eastAsiaTheme="minorHAnsi" w:hint="eastAsia"/>
        </w:rPr>
        <w:t>개요.</w:t>
      </w:r>
      <w:bookmarkEnd w:id="1"/>
    </w:p>
    <w:p w14:paraId="13AC4CC2" w14:textId="3667F9CB" w:rsidR="0031251E" w:rsidRPr="00661CB4" w:rsidRDefault="00022EE7" w:rsidP="0079786A">
      <w:pPr>
        <w:pStyle w:val="Indent2"/>
        <w:numPr>
          <w:ilvl w:val="0"/>
          <w:numId w:val="5"/>
        </w:numPr>
        <w:spacing w:line="276" w:lineRule="auto"/>
        <w:rPr>
          <w:rFonts w:asciiTheme="minorHAnsi" w:eastAsiaTheme="minorHAnsi" w:hAnsiTheme="minorHAnsi"/>
          <w:lang w:bidi="x-none"/>
        </w:rPr>
      </w:pPr>
      <w:r w:rsidRPr="00661CB4">
        <w:rPr>
          <w:rFonts w:asciiTheme="minorHAnsi" w:eastAsiaTheme="minorHAnsi" w:hAnsiTheme="minorHAnsi" w:hint="eastAsia"/>
          <w:lang w:bidi="x-none"/>
        </w:rPr>
        <w:t xml:space="preserve">본 문서는 </w:t>
      </w:r>
      <w:r w:rsidR="00847E31">
        <w:rPr>
          <w:rFonts w:asciiTheme="minorHAnsi" w:eastAsiaTheme="minorHAnsi" w:hAnsiTheme="minorHAnsi"/>
          <w:lang w:bidi="x-none"/>
        </w:rPr>
        <w:t>FINTREE</w:t>
      </w:r>
      <w:r w:rsidRPr="00661CB4">
        <w:rPr>
          <w:rFonts w:asciiTheme="minorHAnsi" w:eastAsiaTheme="minorHAnsi" w:hAnsiTheme="minorHAnsi" w:hint="eastAsia"/>
          <w:lang w:bidi="x-none"/>
        </w:rPr>
        <w:t xml:space="preserve">의 지불결제 서비스를 이용하는 가맹점이 가맹점의 web 페이지에서 </w:t>
      </w:r>
      <w:r w:rsidR="00847E31">
        <w:rPr>
          <w:rFonts w:asciiTheme="minorHAnsi" w:eastAsiaTheme="minorHAnsi" w:hAnsiTheme="minorHAnsi"/>
          <w:lang w:bidi="x-none"/>
        </w:rPr>
        <w:t>FINTREE</w:t>
      </w:r>
      <w:r w:rsidRPr="00661CB4">
        <w:rPr>
          <w:rFonts w:asciiTheme="minorHAnsi" w:eastAsiaTheme="minorHAnsi" w:hAnsiTheme="minorHAnsi" w:hint="eastAsia"/>
          <w:lang w:bidi="x-none"/>
        </w:rPr>
        <w:t xml:space="preserve">와 결제 연동을 통해 </w:t>
      </w:r>
      <w:r w:rsidR="00847E31">
        <w:rPr>
          <w:rFonts w:asciiTheme="minorHAnsi" w:eastAsiaTheme="minorHAnsi" w:hAnsiTheme="minorHAnsi"/>
          <w:lang w:bidi="x-none"/>
        </w:rPr>
        <w:t>FINTREE</w:t>
      </w:r>
      <w:r w:rsidRPr="00661CB4">
        <w:rPr>
          <w:rFonts w:asciiTheme="minorHAnsi" w:eastAsiaTheme="minorHAnsi" w:hAnsiTheme="minorHAnsi" w:hint="eastAsia"/>
          <w:lang w:bidi="x-none"/>
        </w:rPr>
        <w:t xml:space="preserve">의 결제 서비스를 가맹점의 사용자에게 제공하는 방법을 제공합니다. </w:t>
      </w:r>
    </w:p>
    <w:p w14:paraId="74FD5B09" w14:textId="7425D4EA" w:rsidR="0031251E" w:rsidRPr="00661CB4" w:rsidRDefault="00022EE7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  <w:r w:rsidRPr="00661CB4">
        <w:rPr>
          <w:rFonts w:asciiTheme="minorHAnsi" w:eastAsiaTheme="minorHAnsi" w:hAnsiTheme="minorHAnsi" w:hint="eastAsia"/>
          <w:lang w:bidi="x-none"/>
        </w:rPr>
        <w:t>.</w:t>
      </w:r>
    </w:p>
    <w:p w14:paraId="0A6D5E64" w14:textId="18038034" w:rsidR="0031251E" w:rsidRPr="00661CB4" w:rsidRDefault="0031251E" w:rsidP="0079786A">
      <w:pPr>
        <w:pStyle w:val="ab"/>
        <w:numPr>
          <w:ilvl w:val="1"/>
          <w:numId w:val="4"/>
        </w:numPr>
        <w:rPr>
          <w:rFonts w:eastAsiaTheme="minorHAnsi"/>
        </w:rPr>
      </w:pPr>
      <w:bookmarkStart w:id="2" w:name="_Toc33213697"/>
      <w:r w:rsidRPr="00661CB4">
        <w:rPr>
          <w:rFonts w:eastAsiaTheme="minorHAnsi" w:hint="eastAsia"/>
        </w:rPr>
        <w:t>특징.</w:t>
      </w:r>
      <w:bookmarkEnd w:id="2"/>
    </w:p>
    <w:p w14:paraId="4DBABCE0" w14:textId="26F5A526" w:rsidR="00022EE7" w:rsidRPr="00661CB4" w:rsidRDefault="00847E31" w:rsidP="0079786A">
      <w:pPr>
        <w:pStyle w:val="Indent2"/>
        <w:numPr>
          <w:ilvl w:val="0"/>
          <w:numId w:val="6"/>
        </w:numPr>
        <w:spacing w:line="276" w:lineRule="auto"/>
        <w:rPr>
          <w:rFonts w:asciiTheme="minorHAnsi" w:eastAsiaTheme="minorHAnsi" w:hAnsiTheme="minorHAnsi"/>
          <w:lang w:bidi="x-none"/>
        </w:rPr>
      </w:pPr>
      <w:r>
        <w:rPr>
          <w:rFonts w:asciiTheme="minorHAnsi" w:eastAsiaTheme="minorHAnsi" w:hAnsiTheme="minorHAnsi"/>
          <w:lang w:bidi="x-none"/>
        </w:rPr>
        <w:t>FINTREE</w:t>
      </w:r>
      <w:r w:rsidR="00022EE7" w:rsidRPr="00661CB4">
        <w:rPr>
          <w:rFonts w:asciiTheme="minorHAnsi" w:eastAsiaTheme="minorHAnsi" w:hAnsiTheme="minorHAnsi" w:hint="eastAsia"/>
          <w:lang w:bidi="x-none"/>
        </w:rPr>
        <w:t xml:space="preserve">는 사용자의 PC등에  별도의  모듈  설치(Non-ActiveX)가  없이 사용 가능합니다. </w:t>
      </w:r>
    </w:p>
    <w:p w14:paraId="0585BE71" w14:textId="6F0F5AFF" w:rsidR="00022EE7" w:rsidRPr="00661CB4" w:rsidRDefault="002D60C9" w:rsidP="0079786A">
      <w:pPr>
        <w:pStyle w:val="Indent2"/>
        <w:numPr>
          <w:ilvl w:val="0"/>
          <w:numId w:val="6"/>
        </w:numPr>
        <w:spacing w:line="276" w:lineRule="auto"/>
        <w:rPr>
          <w:rFonts w:asciiTheme="minorHAnsi" w:eastAsiaTheme="minorHAnsi" w:hAnsiTheme="minorHAnsi"/>
          <w:lang w:bidi="x-none"/>
        </w:rPr>
      </w:pPr>
      <w:r>
        <w:rPr>
          <w:rFonts w:asciiTheme="minorHAnsi" w:eastAsiaTheme="minorHAnsi" w:hAnsiTheme="minorHAnsi"/>
          <w:lang w:bidi="x-none"/>
        </w:rPr>
        <w:t>SHA</w:t>
      </w:r>
      <w:r w:rsidR="009349EE">
        <w:rPr>
          <w:rFonts w:asciiTheme="minorHAnsi" w:eastAsiaTheme="minorHAnsi" w:hAnsiTheme="minorHAnsi"/>
          <w:lang w:bidi="x-none"/>
        </w:rPr>
        <w:t>256</w:t>
      </w:r>
      <w:r w:rsidR="009349EE">
        <w:rPr>
          <w:rFonts w:asciiTheme="minorHAnsi" w:eastAsiaTheme="minorHAnsi" w:hAnsiTheme="minorHAnsi" w:hint="eastAsia"/>
          <w:lang w:bidi="x-none"/>
        </w:rPr>
        <w:t>을</w:t>
      </w:r>
      <w:r w:rsidR="00022EE7" w:rsidRPr="00661CB4">
        <w:rPr>
          <w:rFonts w:asciiTheme="minorHAnsi" w:eastAsiaTheme="minorHAnsi" w:hAnsiTheme="minorHAnsi" w:hint="eastAsia"/>
          <w:lang w:bidi="x-none"/>
        </w:rPr>
        <w:t xml:space="preserve"> 통한 위변조 방지와 HTTPS(SSL) 통신을  이용하여  보안이  한층  더  강화된 전자지불 시스템을 제공합니다. </w:t>
      </w:r>
    </w:p>
    <w:p w14:paraId="701F2C0F" w14:textId="72BD9B7A" w:rsidR="00022EE7" w:rsidRPr="00661CB4" w:rsidRDefault="00022EE7" w:rsidP="0079786A">
      <w:pPr>
        <w:pStyle w:val="Indent2"/>
        <w:numPr>
          <w:ilvl w:val="0"/>
          <w:numId w:val="6"/>
        </w:numPr>
        <w:spacing w:line="276" w:lineRule="auto"/>
        <w:rPr>
          <w:rFonts w:asciiTheme="minorHAnsi" w:eastAsiaTheme="minorHAnsi" w:hAnsiTheme="minorHAnsi"/>
          <w:lang w:bidi="x-none"/>
        </w:rPr>
      </w:pPr>
      <w:r w:rsidRPr="00661CB4">
        <w:rPr>
          <w:rFonts w:asciiTheme="minorHAnsi" w:eastAsiaTheme="minorHAnsi" w:hAnsiTheme="minorHAnsi" w:hint="eastAsia"/>
          <w:lang w:bidi="x-none"/>
        </w:rPr>
        <w:t>사용자의 PC 환경에 따라 자동으로  웹표준 결제창을 표시하며, ActiveX 등의 추가적인 설치 없이 Chrome, IE, Firefox, Safari 브라우저에서 사용 할 수 있습니다. (단, 카드사 등 금융기관에서 요구하는 경우에 사용자는 해당 모듈을 설치하여 결제를 이용해야 합니다.)</w:t>
      </w:r>
    </w:p>
    <w:p w14:paraId="5FE1BF7F" w14:textId="2312F3AB" w:rsidR="0031251E" w:rsidRDefault="0031251E" w:rsidP="0079786A">
      <w:pPr>
        <w:pStyle w:val="Indent2"/>
        <w:numPr>
          <w:ilvl w:val="0"/>
          <w:numId w:val="6"/>
        </w:numPr>
        <w:spacing w:line="276" w:lineRule="auto"/>
        <w:rPr>
          <w:rFonts w:asciiTheme="minorHAnsi" w:eastAsiaTheme="minorHAnsi" w:hAnsiTheme="minorHAnsi"/>
          <w:lang w:bidi="x-none"/>
        </w:rPr>
      </w:pPr>
      <w:r w:rsidRPr="00661CB4">
        <w:rPr>
          <w:rFonts w:asciiTheme="minorHAnsi" w:eastAsiaTheme="minorHAnsi" w:hAnsiTheme="minorHAnsi" w:hint="eastAsia"/>
          <w:lang w:bidi="x-none"/>
        </w:rPr>
        <w:t>시스템 언어에 관</w:t>
      </w:r>
      <w:r w:rsidR="00022EE7" w:rsidRPr="00661CB4">
        <w:rPr>
          <w:rFonts w:asciiTheme="minorHAnsi" w:eastAsiaTheme="minorHAnsi" w:hAnsiTheme="minorHAnsi" w:hint="eastAsia"/>
          <w:lang w:bidi="x-none"/>
        </w:rPr>
        <w:t>계없이 HTTPS 통신만을 사용하여 쉽게 연동하여 사용할 수 있습니다.</w:t>
      </w:r>
    </w:p>
    <w:p w14:paraId="7A63A803" w14:textId="3B22ED56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45F7CA18" w14:textId="77777777" w:rsidR="002D60C9" w:rsidRDefault="002D60C9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5C3161D1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6D8269F6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3F27F6CE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6A6602DA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7B342129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19E92A6B" w14:textId="77777777" w:rsidR="0005299C" w:rsidRDefault="0005299C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00D7D844" w14:textId="77777777" w:rsidR="00E75E17" w:rsidRDefault="00E75E17" w:rsidP="0005299C">
      <w:pPr>
        <w:pStyle w:val="Indent2"/>
        <w:spacing w:line="276" w:lineRule="auto"/>
        <w:ind w:left="1560"/>
        <w:rPr>
          <w:rFonts w:asciiTheme="minorHAnsi" w:eastAsiaTheme="minorHAnsi" w:hAnsiTheme="minorHAnsi"/>
          <w:lang w:bidi="x-none"/>
        </w:rPr>
      </w:pPr>
    </w:p>
    <w:p w14:paraId="0462F2EA" w14:textId="71E9D249" w:rsidR="009150F7" w:rsidRPr="00661CB4" w:rsidRDefault="009150F7" w:rsidP="009150F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color w:val="000000"/>
          <w:lang w:bidi="x-none"/>
        </w:rPr>
      </w:pPr>
    </w:p>
    <w:p w14:paraId="369A6028" w14:textId="3BED9F30" w:rsidR="0031251E" w:rsidRPr="00661CB4" w:rsidRDefault="009150F7" w:rsidP="00E808B0">
      <w:pPr>
        <w:pStyle w:val="ab"/>
        <w:ind w:leftChars="100" w:left="200" w:firstLineChars="300" w:firstLine="600"/>
        <w:rPr>
          <w:rFonts w:eastAsiaTheme="minorHAnsi"/>
        </w:rPr>
      </w:pPr>
      <w:bookmarkStart w:id="3" w:name="_Toc33213698"/>
      <w:r w:rsidRPr="00661CB4">
        <w:rPr>
          <w:rFonts w:eastAsiaTheme="minorHAnsi" w:hint="eastAsia"/>
        </w:rPr>
        <w:lastRenderedPageBreak/>
        <w:t>1.3 서비스 구조와 결제 처리</w:t>
      </w:r>
      <w:r w:rsidR="00E808B0" w:rsidRPr="00661CB4">
        <w:rPr>
          <w:rFonts w:eastAsiaTheme="minorHAnsi" w:hint="eastAsia"/>
        </w:rPr>
        <w:t xml:space="preserve"> (신용카드)</w:t>
      </w:r>
      <w:bookmarkEnd w:id="3"/>
    </w:p>
    <w:p w14:paraId="5880C929" w14:textId="66E8E795" w:rsidR="00E808B0" w:rsidRPr="00661CB4" w:rsidRDefault="00E808B0" w:rsidP="0079786A">
      <w:pPr>
        <w:pStyle w:val="Indent2"/>
        <w:numPr>
          <w:ilvl w:val="0"/>
          <w:numId w:val="7"/>
        </w:numPr>
        <w:spacing w:line="276" w:lineRule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가맹점에서 </w:t>
      </w:r>
      <w:r w:rsidR="002D60C9">
        <w:rPr>
          <w:rFonts w:asciiTheme="minorHAnsi" w:eastAsiaTheme="minorHAnsi" w:hAnsiTheme="minorHAnsi"/>
        </w:rPr>
        <w:t>SHA</w:t>
      </w:r>
      <w:r w:rsidR="009349EE">
        <w:rPr>
          <w:rFonts w:asciiTheme="minorHAnsi" w:eastAsiaTheme="minorHAnsi" w:hAnsiTheme="minorHAnsi"/>
          <w:lang w:bidi="x-none"/>
        </w:rPr>
        <w:t>256</w:t>
      </w:r>
      <w:r w:rsidR="009349EE">
        <w:rPr>
          <w:rFonts w:asciiTheme="minorHAnsi" w:eastAsiaTheme="minorHAnsi" w:hAnsiTheme="minorHAnsi" w:hint="eastAsia"/>
          <w:lang w:bidi="x-none"/>
        </w:rPr>
        <w:t xml:space="preserve">을 </w:t>
      </w:r>
      <w:r w:rsidRPr="00661CB4">
        <w:rPr>
          <w:rFonts w:asciiTheme="minorHAnsi" w:eastAsiaTheme="minorHAnsi" w:hAnsiTheme="minorHAnsi" w:hint="eastAsia"/>
        </w:rPr>
        <w:t>이용하여 위변조 방지를 포함한 결제데이터를 생성합니다.</w:t>
      </w:r>
    </w:p>
    <w:p w14:paraId="5FB20442" w14:textId="3CFD2595" w:rsidR="00E808B0" w:rsidRPr="00661CB4" w:rsidRDefault="00E808B0" w:rsidP="0079786A">
      <w:pPr>
        <w:pStyle w:val="Indent2"/>
        <w:numPr>
          <w:ilvl w:val="0"/>
          <w:numId w:val="7"/>
        </w:numPr>
        <w:spacing w:line="276" w:lineRule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결제페이지에서 form 데이터를 </w:t>
      </w:r>
      <w:r w:rsidR="00847E31">
        <w:rPr>
          <w:rFonts w:asciiTheme="minorHAnsi" w:eastAsiaTheme="minorHAnsi" w:hAnsiTheme="minorHAnsi"/>
        </w:rPr>
        <w:t>FINTREE</w:t>
      </w:r>
      <w:r w:rsidRPr="00661CB4">
        <w:rPr>
          <w:rFonts w:asciiTheme="minorHAnsi" w:eastAsiaTheme="minorHAnsi" w:hAnsiTheme="minorHAnsi" w:hint="eastAsia"/>
        </w:rPr>
        <w:t xml:space="preserve"> </w:t>
      </w:r>
      <w:r w:rsidR="004731F3">
        <w:rPr>
          <w:rFonts w:asciiTheme="minorHAnsi" w:eastAsiaTheme="minorHAnsi" w:hAnsiTheme="minorHAnsi" w:hint="eastAsia"/>
        </w:rPr>
        <w:t>API</w:t>
      </w:r>
      <w:r w:rsidR="004731F3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로 HTTPS(SSL) Post 액션을 발생시켜 결제요청 데이터로 보냅니다.</w:t>
      </w:r>
    </w:p>
    <w:p w14:paraId="5E8C2CB7" w14:textId="0F5EBCED" w:rsidR="00E808B0" w:rsidRPr="00661CB4" w:rsidRDefault="00847E31" w:rsidP="0079786A">
      <w:pPr>
        <w:pStyle w:val="Indent2"/>
        <w:numPr>
          <w:ilvl w:val="0"/>
          <w:numId w:val="7"/>
        </w:numPr>
        <w:spacing w:line="276" w:lineRule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FINTREE</w:t>
      </w:r>
      <w:r w:rsidR="00E808B0" w:rsidRPr="00661CB4">
        <w:rPr>
          <w:rFonts w:asciiTheme="minorHAnsi" w:eastAsiaTheme="minorHAnsi" w:hAnsiTheme="minorHAnsi" w:hint="eastAsia"/>
        </w:rPr>
        <w:t>는 결제요청을 받아 사용자의 디바이스에 따른 결제창을 표시하고 사용자가 결제(인증</w:t>
      </w:r>
      <w:r w:rsidR="00E3063B" w:rsidRPr="00661CB4">
        <w:rPr>
          <w:rFonts w:asciiTheme="minorHAnsi" w:eastAsiaTheme="minorHAnsi" w:hAnsiTheme="minorHAnsi" w:hint="eastAsia"/>
        </w:rPr>
        <w:t>/</w:t>
      </w:r>
      <w:r w:rsidR="00E808B0" w:rsidRPr="00661CB4">
        <w:rPr>
          <w:rFonts w:asciiTheme="minorHAnsi" w:eastAsiaTheme="minorHAnsi" w:hAnsiTheme="minorHAnsi" w:hint="eastAsia"/>
        </w:rPr>
        <w:t>승인)를 진행할 수 있도록 합니다.</w:t>
      </w:r>
    </w:p>
    <w:p w14:paraId="744AD4EF" w14:textId="35DB215A" w:rsidR="0005299C" w:rsidRPr="0005299C" w:rsidRDefault="00E808B0" w:rsidP="0079786A">
      <w:pPr>
        <w:pStyle w:val="Indent2"/>
        <w:numPr>
          <w:ilvl w:val="0"/>
          <w:numId w:val="7"/>
        </w:numPr>
        <w:spacing w:line="276" w:lineRule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승인이 완료되면 리턴된 승인결과를 가맹점에 표시합니다</w:t>
      </w:r>
    </w:p>
    <w:p w14:paraId="278EF60B" w14:textId="336A0A65" w:rsidR="0005299C" w:rsidRDefault="007B2434" w:rsidP="0005299C">
      <w:pPr>
        <w:pStyle w:val="Indent2"/>
        <w:spacing w:line="276" w:lineRule="auto"/>
        <w:ind w:left="0"/>
        <w:jc w:val="right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  <w:noProof/>
        </w:rPr>
        <w:pict w14:anchorId="329A56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38.25pt">
            <v:imagedata r:id="rId8" o:title="1234"/>
          </v:shape>
        </w:pict>
      </w:r>
    </w:p>
    <w:p w14:paraId="68DFD566" w14:textId="77777777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3B7369C3" w14:textId="77777777" w:rsidR="0005299C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55AD3954" w14:textId="77777777" w:rsidR="0005299C" w:rsidRPr="0031751D" w:rsidRDefault="0005299C" w:rsidP="0005299C">
      <w:pPr>
        <w:pStyle w:val="Indent2"/>
        <w:spacing w:line="276" w:lineRule="auto"/>
        <w:ind w:left="0"/>
        <w:rPr>
          <w:rFonts w:asciiTheme="minorHAnsi" w:eastAsiaTheme="minorHAnsi" w:hAnsiTheme="minorHAnsi"/>
        </w:rPr>
      </w:pPr>
    </w:p>
    <w:p w14:paraId="476D8292" w14:textId="77777777" w:rsidR="00B57523" w:rsidRDefault="00B57523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  <w:b/>
          <w:sz w:val="28"/>
          <w:lang w:val="en-GB"/>
        </w:rPr>
      </w:pPr>
      <w:bookmarkStart w:id="4" w:name="_Toc33213699"/>
      <w:r>
        <w:rPr>
          <w:rFonts w:asciiTheme="minorHAnsi" w:eastAsiaTheme="minorHAnsi" w:hAnsiTheme="minorHAnsi"/>
        </w:rPr>
        <w:br w:type="page"/>
      </w:r>
    </w:p>
    <w:p w14:paraId="2E0BC32E" w14:textId="25FBC97D" w:rsidR="00380A02" w:rsidRPr="00B57523" w:rsidRDefault="001E7C44" w:rsidP="00B57523">
      <w:pPr>
        <w:pStyle w:val="1"/>
        <w:numPr>
          <w:ilvl w:val="0"/>
          <w:numId w:val="3"/>
        </w:numPr>
        <w:rPr>
          <w:rFonts w:asciiTheme="minorHAnsi" w:eastAsiaTheme="minorHAnsi" w:hAnsiTheme="minorHAnsi"/>
          <w:lang w:eastAsia="ko-KR"/>
        </w:rPr>
      </w:pPr>
      <w:r w:rsidRPr="00661CB4">
        <w:rPr>
          <w:rFonts w:asciiTheme="minorHAnsi" w:eastAsiaTheme="minorHAnsi" w:hAnsiTheme="minorHAnsi" w:hint="eastAsia"/>
          <w:lang w:eastAsia="ko-KR"/>
        </w:rPr>
        <w:lastRenderedPageBreak/>
        <w:t>설치</w:t>
      </w:r>
      <w:bookmarkEnd w:id="4"/>
    </w:p>
    <w:p w14:paraId="0740808E" w14:textId="77777777" w:rsidR="00B57523" w:rsidRDefault="00B57523" w:rsidP="00F87823">
      <w:pPr>
        <w:pStyle w:val="ab"/>
        <w:ind w:left="0" w:firstLineChars="300" w:firstLine="600"/>
        <w:rPr>
          <w:rFonts w:eastAsiaTheme="minorHAnsi"/>
        </w:rPr>
      </w:pPr>
      <w:bookmarkStart w:id="5" w:name="_Toc33213700"/>
    </w:p>
    <w:p w14:paraId="3F10381F" w14:textId="3A0C5C5F" w:rsidR="0063599F" w:rsidRPr="00661CB4" w:rsidRDefault="0063599F" w:rsidP="00F87823">
      <w:pPr>
        <w:pStyle w:val="ab"/>
        <w:ind w:left="0" w:firstLineChars="300" w:firstLine="600"/>
        <w:rPr>
          <w:rFonts w:eastAsiaTheme="minorHAnsi"/>
        </w:rPr>
      </w:pPr>
      <w:r w:rsidRPr="00661CB4">
        <w:rPr>
          <w:rFonts w:eastAsiaTheme="minorHAnsi" w:hint="eastAsia"/>
        </w:rPr>
        <w:t xml:space="preserve">2.1 </w:t>
      </w:r>
      <w:r w:rsidR="00F87823" w:rsidRPr="00661CB4">
        <w:rPr>
          <w:rFonts w:eastAsiaTheme="minorHAnsi" w:hint="eastAsia"/>
        </w:rPr>
        <w:t>요구사항</w:t>
      </w:r>
      <w:bookmarkEnd w:id="5"/>
    </w:p>
    <w:p w14:paraId="35980971" w14:textId="432203CE" w:rsidR="00F87823" w:rsidRPr="00661CB4" w:rsidRDefault="00F87823" w:rsidP="0079786A">
      <w:pPr>
        <w:pStyle w:val="a5"/>
        <w:numPr>
          <w:ilvl w:val="0"/>
          <w:numId w:val="8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하드웨어 요구사항 : 특별한 하드웨어 요구사항은 없습니다. </w:t>
      </w:r>
    </w:p>
    <w:p w14:paraId="6C45D034" w14:textId="751D8031" w:rsidR="0063599F" w:rsidRPr="00661CB4" w:rsidRDefault="00F87823" w:rsidP="0079786A">
      <w:pPr>
        <w:pStyle w:val="a5"/>
        <w:numPr>
          <w:ilvl w:val="0"/>
          <w:numId w:val="8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Web server : </w:t>
      </w:r>
      <w:r w:rsidR="002D60C9">
        <w:rPr>
          <w:rFonts w:asciiTheme="minorHAnsi" w:eastAsiaTheme="minorHAnsi" w:hAnsiTheme="minorHAnsi"/>
        </w:rPr>
        <w:t>SHA</w:t>
      </w:r>
      <w:r w:rsidR="009349EE">
        <w:rPr>
          <w:rFonts w:asciiTheme="minorHAnsi" w:eastAsiaTheme="minorHAnsi" w:hAnsiTheme="minorHAnsi"/>
          <w:lang w:bidi="x-none"/>
        </w:rPr>
        <w:t xml:space="preserve">256 </w:t>
      </w:r>
      <w:r w:rsidR="009349EE" w:rsidRPr="009349EE">
        <w:rPr>
          <w:rFonts w:asciiTheme="minorHAnsi" w:eastAsiaTheme="minorHAnsi" w:hAnsiTheme="minorHAnsi" w:hint="eastAsia"/>
          <w:lang w:bidi="x-none"/>
        </w:rPr>
        <w:t>암호화</w:t>
      </w:r>
      <w:r w:rsidRPr="009349EE">
        <w:rPr>
          <w:rFonts w:asciiTheme="minorHAnsi" w:eastAsiaTheme="minorHAnsi" w:hAnsiTheme="minorHAnsi" w:hint="eastAsia"/>
        </w:rPr>
        <w:t>값의 생성</w:t>
      </w:r>
      <w:r w:rsidRPr="00661CB4">
        <w:rPr>
          <w:rFonts w:asciiTheme="minorHAnsi" w:eastAsiaTheme="minorHAnsi" w:hAnsiTheme="minorHAnsi" w:hint="eastAsia"/>
        </w:rPr>
        <w:t xml:space="preserve"> / httpClient(http Background) 통신이 가능한 웹서버</w:t>
      </w:r>
    </w:p>
    <w:p w14:paraId="45451BD8" w14:textId="6D234BDC" w:rsidR="00F87823" w:rsidRPr="00661CB4" w:rsidRDefault="00F87823" w:rsidP="0079786A">
      <w:pPr>
        <w:pStyle w:val="a5"/>
        <w:numPr>
          <w:ilvl w:val="0"/>
          <w:numId w:val="8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DBMS : </w:t>
      </w:r>
      <w:r w:rsidR="00847E31">
        <w:rPr>
          <w:rFonts w:asciiTheme="minorHAnsi" w:eastAsiaTheme="minorHAnsi" w:hAnsiTheme="minorHAnsi"/>
        </w:rPr>
        <w:t>FINTREE</w:t>
      </w:r>
      <w:r w:rsidR="0019385E" w:rsidRPr="00661CB4">
        <w:rPr>
          <w:rFonts w:asciiTheme="minorHAnsi" w:eastAsiaTheme="minorHAnsi" w:hAnsiTheme="minorHAnsi" w:hint="eastAsia"/>
        </w:rPr>
        <w:t>에서는 결제 결과 DATA를 제공해 드리며 DB처리는 가맹점에서 관리하셔야 합니다. 이러한 경우에는 별도의  DBMS가 필요합니다.</w:t>
      </w:r>
    </w:p>
    <w:p w14:paraId="698FDD75" w14:textId="77777777" w:rsidR="003E2E9D" w:rsidRDefault="003E2E9D" w:rsidP="00BA30D1">
      <w:pPr>
        <w:pStyle w:val="ab"/>
        <w:rPr>
          <w:rFonts w:eastAsiaTheme="minorHAnsi"/>
        </w:rPr>
      </w:pPr>
      <w:bookmarkStart w:id="6" w:name="_Toc33213701"/>
    </w:p>
    <w:p w14:paraId="569DAC32" w14:textId="38CE9DFE" w:rsidR="0063599F" w:rsidRPr="00661CB4" w:rsidRDefault="0063599F" w:rsidP="00BA30D1">
      <w:pPr>
        <w:pStyle w:val="ab"/>
        <w:rPr>
          <w:rFonts w:eastAsiaTheme="minorHAnsi"/>
        </w:rPr>
      </w:pPr>
      <w:r w:rsidRPr="00661CB4">
        <w:rPr>
          <w:rFonts w:eastAsiaTheme="minorHAnsi" w:hint="eastAsia"/>
        </w:rPr>
        <w:t xml:space="preserve">2.2 </w:t>
      </w:r>
      <w:r w:rsidR="00F87823" w:rsidRPr="00661CB4">
        <w:rPr>
          <w:rFonts w:eastAsiaTheme="minorHAnsi" w:hint="eastAsia"/>
        </w:rPr>
        <w:t>방화벽 설정</w:t>
      </w:r>
      <w:bookmarkEnd w:id="6"/>
    </w:p>
    <w:p w14:paraId="32526DA7" w14:textId="4BC813A0" w:rsidR="0019385E" w:rsidRPr="00661CB4" w:rsidRDefault="0019385E" w:rsidP="0019385E">
      <w:pPr>
        <w:spacing w:line="276" w:lineRule="auto"/>
        <w:ind w:left="400" w:firstLine="320"/>
        <w:rPr>
          <w:rFonts w:asciiTheme="minorHAnsi" w:eastAsiaTheme="minorHAnsi" w:hAnsiTheme="minorHAnsi"/>
          <w:lang w:val="x-none" w:bidi="x-none"/>
        </w:rPr>
      </w:pPr>
      <w:r w:rsidRPr="00661CB4">
        <w:rPr>
          <w:rFonts w:asciiTheme="minorHAnsi" w:eastAsiaTheme="minorHAnsi" w:hAnsiTheme="minorHAnsi" w:hint="eastAsia"/>
          <w:lang w:val="x-none" w:bidi="x-none"/>
        </w:rPr>
        <w:t>결제승인, 결제취소에 대한 통신이 가능하도록 방화벽 설정이 필요합니다.</w:t>
      </w:r>
    </w:p>
    <w:p w14:paraId="1F455FF5" w14:textId="77777777" w:rsidR="0019385E" w:rsidRPr="00017F27" w:rsidRDefault="0019385E" w:rsidP="0079786A">
      <w:pPr>
        <w:pStyle w:val="a5"/>
        <w:numPr>
          <w:ilvl w:val="0"/>
          <w:numId w:val="9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결제승인</w:t>
      </w:r>
    </w:p>
    <w:p w14:paraId="437F0E00" w14:textId="04F684E8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 xml:space="preserve">연결대상 : </w:t>
      </w:r>
      <w:r w:rsidR="00673C82" w:rsidRPr="00673C82">
        <w:rPr>
          <w:rFonts w:asciiTheme="minorHAnsi" w:eastAsiaTheme="minorHAnsi" w:hAnsiTheme="minorHAnsi"/>
          <w:lang w:val="x-none" w:bidi="x-none"/>
        </w:rPr>
        <w:t>https://api.</w:t>
      </w:r>
      <w:r w:rsidR="00847E31">
        <w:rPr>
          <w:rFonts w:asciiTheme="minorHAnsi" w:eastAsiaTheme="minorHAnsi" w:hAnsiTheme="minorHAnsi"/>
          <w:lang w:val="x-none" w:bidi="x-none"/>
        </w:rPr>
        <w:t>fintree.kr</w:t>
      </w:r>
    </w:p>
    <w:p w14:paraId="7C48E13A" w14:textId="0CA0BAE7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프로토콜 : HTTPS</w:t>
      </w:r>
    </w:p>
    <w:p w14:paraId="7E10AB21" w14:textId="260EE82E" w:rsidR="0019385E" w:rsidRPr="00017F27" w:rsidRDefault="0019385E" w:rsidP="0079786A">
      <w:pPr>
        <w:pStyle w:val="a5"/>
        <w:numPr>
          <w:ilvl w:val="2"/>
          <w:numId w:val="10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연결방향 : INBOUND, OUTBOUND</w:t>
      </w:r>
    </w:p>
    <w:p w14:paraId="6081FB29" w14:textId="05FC05EE" w:rsidR="0019385E" w:rsidRPr="00017F27" w:rsidRDefault="0019385E" w:rsidP="0079786A">
      <w:pPr>
        <w:pStyle w:val="a5"/>
        <w:numPr>
          <w:ilvl w:val="0"/>
          <w:numId w:val="9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결제</w:t>
      </w:r>
      <w:r w:rsidR="00673C82">
        <w:rPr>
          <w:rFonts w:asciiTheme="minorHAnsi" w:eastAsiaTheme="minorHAnsi" w:hAnsiTheme="minorHAnsi" w:hint="eastAsia"/>
          <w:lang w:val="x-none" w:bidi="x-none"/>
        </w:rPr>
        <w:t>취소</w:t>
      </w:r>
    </w:p>
    <w:p w14:paraId="758D3C91" w14:textId="005559C7" w:rsidR="0019385E" w:rsidRPr="00673C82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연결대상</w:t>
      </w:r>
      <w:r w:rsidR="002D60C9">
        <w:rPr>
          <w:rFonts w:asciiTheme="minorHAnsi" w:eastAsiaTheme="minorHAnsi" w:hAnsiTheme="minorHAnsi" w:hint="eastAsia"/>
          <w:lang w:val="x-none" w:bidi="x-none"/>
        </w:rPr>
        <w:t xml:space="preserve"> : </w:t>
      </w:r>
      <w:r w:rsidR="00673C82" w:rsidRPr="00673C82">
        <w:rPr>
          <w:rFonts w:asciiTheme="minorHAnsi" w:eastAsiaTheme="minorHAnsi" w:hAnsiTheme="minorHAnsi"/>
          <w:lang w:val="x-none" w:bidi="x-none"/>
        </w:rPr>
        <w:t>https://api.</w:t>
      </w:r>
      <w:r w:rsidR="00847E31">
        <w:rPr>
          <w:rFonts w:asciiTheme="minorHAnsi" w:eastAsiaTheme="minorHAnsi" w:hAnsiTheme="minorHAnsi"/>
          <w:lang w:val="x-none" w:bidi="x-none"/>
        </w:rPr>
        <w:t>fintree.kr</w:t>
      </w:r>
    </w:p>
    <w:p w14:paraId="46597D5D" w14:textId="57D83E75" w:rsidR="0019385E" w:rsidRPr="00017F27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프로토콜: HTTPS</w:t>
      </w:r>
    </w:p>
    <w:p w14:paraId="29448652" w14:textId="731282E8" w:rsidR="00406852" w:rsidRDefault="0019385E" w:rsidP="0079786A">
      <w:pPr>
        <w:pStyle w:val="a5"/>
        <w:numPr>
          <w:ilvl w:val="0"/>
          <w:numId w:val="11"/>
        </w:numPr>
        <w:spacing w:line="276" w:lineRule="auto"/>
        <w:ind w:leftChars="0"/>
        <w:rPr>
          <w:rFonts w:asciiTheme="minorHAnsi" w:eastAsiaTheme="minorHAnsi" w:hAnsiTheme="minorHAnsi"/>
          <w:lang w:val="x-none" w:bidi="x-none"/>
        </w:rPr>
      </w:pPr>
      <w:r w:rsidRPr="00017F27">
        <w:rPr>
          <w:rFonts w:asciiTheme="minorHAnsi" w:eastAsiaTheme="minorHAnsi" w:hAnsiTheme="minorHAnsi" w:hint="eastAsia"/>
          <w:lang w:val="x-none" w:bidi="x-none"/>
        </w:rPr>
        <w:t>연결방향 : INBOUND, OUTBOUND</w:t>
      </w:r>
    </w:p>
    <w:p w14:paraId="7554F8BD" w14:textId="77777777" w:rsidR="00D06059" w:rsidRDefault="00D06059" w:rsidP="00F87823">
      <w:pPr>
        <w:pStyle w:val="ab"/>
        <w:ind w:leftChars="300" w:left="600" w:firstLine="0"/>
        <w:rPr>
          <w:rFonts w:eastAsiaTheme="minorHAnsi"/>
        </w:rPr>
      </w:pPr>
      <w:bookmarkStart w:id="7" w:name="_Toc33213702"/>
    </w:p>
    <w:p w14:paraId="12AFAA7C" w14:textId="34D548C2" w:rsidR="0063599F" w:rsidRPr="00661CB4" w:rsidRDefault="0063599F" w:rsidP="00F87823">
      <w:pPr>
        <w:pStyle w:val="ab"/>
        <w:ind w:leftChars="300" w:left="600" w:firstLine="0"/>
        <w:rPr>
          <w:rFonts w:eastAsiaTheme="minorHAnsi"/>
        </w:rPr>
      </w:pPr>
      <w:r w:rsidRPr="00661CB4">
        <w:rPr>
          <w:rFonts w:eastAsiaTheme="minorHAnsi" w:hint="eastAsia"/>
        </w:rPr>
        <w:t>2.3</w:t>
      </w:r>
      <w:r w:rsidR="00F87823" w:rsidRPr="00661CB4">
        <w:rPr>
          <w:rFonts w:eastAsiaTheme="minorHAnsi" w:hint="eastAsia"/>
        </w:rPr>
        <w:t xml:space="preserve"> 샘플소스</w:t>
      </w:r>
      <w:bookmarkEnd w:id="7"/>
    </w:p>
    <w:p w14:paraId="2A991083" w14:textId="19C3AB84" w:rsidR="0019385E" w:rsidRPr="00661CB4" w:rsidRDefault="0019385E" w:rsidP="0079786A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샘플소스는 가맹점의 환경에 맞도록 수정하여 사용할 수 있습니다.</w:t>
      </w:r>
    </w:p>
    <w:p w14:paraId="4D1B31F5" w14:textId="4A7D9DFA" w:rsidR="0019385E" w:rsidRPr="00661CB4" w:rsidRDefault="00847E31" w:rsidP="0079786A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FINTREE</w:t>
      </w:r>
      <w:r w:rsidR="004731F3">
        <w:rPr>
          <w:rFonts w:asciiTheme="minorHAnsi" w:eastAsiaTheme="minorHAnsi" w:hAnsiTheme="minorHAnsi"/>
        </w:rPr>
        <w:t xml:space="preserve"> API</w:t>
      </w:r>
      <w:r w:rsidR="0019385E" w:rsidRPr="00661CB4">
        <w:rPr>
          <w:rFonts w:asciiTheme="minorHAnsi" w:eastAsiaTheme="minorHAnsi" w:hAnsiTheme="minorHAnsi" w:hint="eastAsia"/>
        </w:rPr>
        <w:t xml:space="preserve"> 는 표준 웹 통신만을 사용합니다.</w:t>
      </w:r>
    </w:p>
    <w:p w14:paraId="27584F9C" w14:textId="0BEB7384" w:rsidR="0019385E" w:rsidRPr="00661CB4" w:rsidRDefault="0019385E" w:rsidP="0079786A">
      <w:pPr>
        <w:pStyle w:val="a5"/>
        <w:numPr>
          <w:ilvl w:val="0"/>
          <w:numId w:val="13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결제요청시에는 페이지이동(Form POST Action), API 통신시에는 httpClient 통신을 이</w:t>
      </w:r>
      <w:r w:rsidR="009349EE">
        <w:rPr>
          <w:rFonts w:asciiTheme="minorHAnsi" w:eastAsiaTheme="minorHAnsi" w:hAnsiTheme="minorHAnsi" w:hint="eastAsia"/>
        </w:rPr>
        <w:t>용</w:t>
      </w:r>
    </w:p>
    <w:p w14:paraId="01F2D1B7" w14:textId="33CCCDFC" w:rsidR="0019385E" w:rsidRPr="00661CB4" w:rsidRDefault="0019385E" w:rsidP="0079786A">
      <w:pPr>
        <w:pStyle w:val="a5"/>
        <w:numPr>
          <w:ilvl w:val="0"/>
          <w:numId w:val="13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HTTPS API Request(httpClient 통신)= httpClient 등의 http Background 통신이 가능한 유틸을 통해서 웹페이지를 요청후 그 결과를 수신</w:t>
      </w:r>
    </w:p>
    <w:p w14:paraId="5B641C3D" w14:textId="0DEDE118" w:rsidR="0019385E" w:rsidRPr="00661CB4" w:rsidRDefault="00C97E68" w:rsidP="0079786A">
      <w:pPr>
        <w:pStyle w:val="a5"/>
        <w:numPr>
          <w:ilvl w:val="0"/>
          <w:numId w:val="12"/>
        </w:numPr>
        <w:spacing w:line="276" w:lineRule="auto"/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샘플 소스 명세</w:t>
      </w:r>
    </w:p>
    <w:tbl>
      <w:tblPr>
        <w:tblStyle w:val="ae"/>
        <w:tblW w:w="0" w:type="auto"/>
        <w:tblInd w:w="1101" w:type="dxa"/>
        <w:tblLook w:val="04A0" w:firstRow="1" w:lastRow="0" w:firstColumn="1" w:lastColumn="0" w:noHBand="0" w:noVBand="1"/>
      </w:tblPr>
      <w:tblGrid>
        <w:gridCol w:w="1571"/>
        <w:gridCol w:w="2391"/>
        <w:gridCol w:w="4513"/>
      </w:tblGrid>
      <w:tr w:rsidR="004F1D60" w:rsidRPr="00661CB4" w14:paraId="5146DF97" w14:textId="77777777" w:rsidTr="004F1D60">
        <w:tc>
          <w:tcPr>
            <w:tcW w:w="1571" w:type="dxa"/>
            <w:vMerge w:val="restart"/>
          </w:tcPr>
          <w:p w14:paraId="5EBA8F54" w14:textId="77777777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</w:p>
          <w:p w14:paraId="39A5A0DA" w14:textId="361960CF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 w:rsidRPr="009349EE">
              <w:rPr>
                <w:rFonts w:asciiTheme="minorHAnsi" w:eastAsiaTheme="minorHAnsi" w:hAnsiTheme="minorHAnsi" w:hint="eastAsia"/>
              </w:rPr>
              <w:t>주요 연동 파일</w:t>
            </w:r>
          </w:p>
        </w:tc>
        <w:tc>
          <w:tcPr>
            <w:tcW w:w="2391" w:type="dxa"/>
            <w:vAlign w:val="center"/>
          </w:tcPr>
          <w:p w14:paraId="22189633" w14:textId="29CCCAF5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paySample.jsp</w:t>
            </w:r>
          </w:p>
        </w:tc>
        <w:tc>
          <w:tcPr>
            <w:tcW w:w="4513" w:type="dxa"/>
          </w:tcPr>
          <w:p w14:paraId="2446F58D" w14:textId="7E3D59A3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 w:rsidRPr="009349EE">
              <w:rPr>
                <w:rFonts w:asciiTheme="minorHAnsi" w:eastAsiaTheme="minorHAnsi" w:hAnsiTheme="minorHAnsi" w:hint="eastAsia"/>
              </w:rPr>
              <w:t>결제</w:t>
            </w:r>
            <w:r>
              <w:rPr>
                <w:rFonts w:asciiTheme="minorHAnsi" w:eastAsiaTheme="minorHAnsi" w:hAnsiTheme="minorHAnsi" w:hint="eastAsia"/>
              </w:rPr>
              <w:t xml:space="preserve"> </w:t>
            </w:r>
            <w:r w:rsidRPr="009349EE">
              <w:rPr>
                <w:rFonts w:asciiTheme="minorHAnsi" w:eastAsiaTheme="minorHAnsi" w:hAnsiTheme="minorHAnsi" w:hint="eastAsia"/>
              </w:rPr>
              <w:t>테스트 파일</w:t>
            </w:r>
          </w:p>
        </w:tc>
      </w:tr>
      <w:tr w:rsidR="004F1D60" w:rsidRPr="00661CB4" w14:paraId="3DF2D78B" w14:textId="77777777" w:rsidTr="004F1D60">
        <w:tc>
          <w:tcPr>
            <w:tcW w:w="1571" w:type="dxa"/>
            <w:vMerge/>
          </w:tcPr>
          <w:p w14:paraId="26FC74A1" w14:textId="77777777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2391" w:type="dxa"/>
            <w:vAlign w:val="center"/>
          </w:tcPr>
          <w:p w14:paraId="3E1316FC" w14:textId="2E419B26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 w:rsidRPr="009349EE">
              <w:rPr>
                <w:rFonts w:asciiTheme="minorHAnsi" w:eastAsiaTheme="minorHAnsi" w:hAnsiTheme="minorHAnsi"/>
              </w:rPr>
              <w:t>pay</w:t>
            </w:r>
            <w:r>
              <w:rPr>
                <w:rFonts w:asciiTheme="minorHAnsi" w:eastAsiaTheme="minorHAnsi" w:hAnsiTheme="minorHAnsi"/>
              </w:rPr>
              <w:t>ResultSample.jsp</w:t>
            </w:r>
          </w:p>
        </w:tc>
        <w:tc>
          <w:tcPr>
            <w:tcW w:w="4513" w:type="dxa"/>
          </w:tcPr>
          <w:p w14:paraId="7D659ADC" w14:textId="260A7AA7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 xml:space="preserve">결제 테스트 </w:t>
            </w:r>
            <w:r w:rsidR="003F62DD">
              <w:rPr>
                <w:rFonts w:asciiTheme="minorHAnsi" w:eastAsiaTheme="minorHAnsi" w:hAnsiTheme="minorHAnsi" w:hint="eastAsia"/>
              </w:rPr>
              <w:t xml:space="preserve">승인 및 </w:t>
            </w:r>
            <w:r>
              <w:rPr>
                <w:rFonts w:asciiTheme="minorHAnsi" w:eastAsiaTheme="minorHAnsi" w:hAnsiTheme="minorHAnsi" w:hint="eastAsia"/>
              </w:rPr>
              <w:t>결과</w:t>
            </w:r>
            <w:r w:rsidRPr="009349EE">
              <w:rPr>
                <w:rFonts w:asciiTheme="minorHAnsi" w:eastAsiaTheme="minorHAnsi" w:hAnsiTheme="minorHAnsi" w:hint="eastAsia"/>
              </w:rPr>
              <w:t xml:space="preserve"> 파일</w:t>
            </w:r>
          </w:p>
        </w:tc>
      </w:tr>
      <w:tr w:rsidR="004F1D60" w:rsidRPr="00661CB4" w14:paraId="5B53FF83" w14:textId="77777777" w:rsidTr="004F1D60">
        <w:tc>
          <w:tcPr>
            <w:tcW w:w="1571" w:type="dxa"/>
            <w:vMerge/>
          </w:tcPr>
          <w:p w14:paraId="2843BF72" w14:textId="77777777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2391" w:type="dxa"/>
            <w:vAlign w:val="center"/>
          </w:tcPr>
          <w:p w14:paraId="4A144AFC" w14:textId="128F21F7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c</w:t>
            </w:r>
            <w:r w:rsidRPr="009349EE">
              <w:rPr>
                <w:rFonts w:asciiTheme="minorHAnsi" w:eastAsiaTheme="minorHAnsi" w:hAnsiTheme="minorHAnsi"/>
              </w:rPr>
              <w:t>ancelSample.</w:t>
            </w:r>
            <w:r>
              <w:rPr>
                <w:rFonts w:asciiTheme="minorHAnsi" w:eastAsiaTheme="minorHAnsi" w:hAnsiTheme="minorHAnsi"/>
              </w:rPr>
              <w:t>jsp</w:t>
            </w:r>
          </w:p>
        </w:tc>
        <w:tc>
          <w:tcPr>
            <w:tcW w:w="4513" w:type="dxa"/>
          </w:tcPr>
          <w:p w14:paraId="078D85D5" w14:textId="53441FAB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 w:rsidRPr="009349EE">
              <w:rPr>
                <w:rFonts w:asciiTheme="minorHAnsi" w:eastAsiaTheme="minorHAnsi" w:hAnsiTheme="minorHAnsi" w:hint="eastAsia"/>
              </w:rPr>
              <w:t>결제취소 테스트 파일</w:t>
            </w:r>
          </w:p>
        </w:tc>
      </w:tr>
      <w:tr w:rsidR="004F1D60" w:rsidRPr="00661CB4" w14:paraId="4F8C119C" w14:textId="77777777" w:rsidTr="004F1D60">
        <w:tc>
          <w:tcPr>
            <w:tcW w:w="1571" w:type="dxa"/>
            <w:vMerge/>
          </w:tcPr>
          <w:p w14:paraId="407E3B34" w14:textId="77777777" w:rsidR="004F1D60" w:rsidRPr="00661CB4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</w:p>
        </w:tc>
        <w:tc>
          <w:tcPr>
            <w:tcW w:w="2391" w:type="dxa"/>
            <w:vAlign w:val="center"/>
          </w:tcPr>
          <w:p w14:paraId="45B201F9" w14:textId="04177E90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c</w:t>
            </w:r>
            <w:r w:rsidRPr="009349EE">
              <w:rPr>
                <w:rFonts w:asciiTheme="minorHAnsi" w:eastAsiaTheme="minorHAnsi" w:hAnsiTheme="minorHAnsi"/>
              </w:rPr>
              <w:t>ancel</w:t>
            </w:r>
            <w:r>
              <w:rPr>
                <w:rFonts w:asciiTheme="minorHAnsi" w:eastAsiaTheme="minorHAnsi" w:hAnsiTheme="minorHAnsi"/>
              </w:rPr>
              <w:t>Result</w:t>
            </w:r>
            <w:r w:rsidRPr="009349EE">
              <w:rPr>
                <w:rFonts w:asciiTheme="minorHAnsi" w:eastAsiaTheme="minorHAnsi" w:hAnsiTheme="minorHAnsi"/>
              </w:rPr>
              <w:t>Sample.</w:t>
            </w:r>
            <w:r>
              <w:rPr>
                <w:rFonts w:asciiTheme="minorHAnsi" w:eastAsiaTheme="minorHAnsi" w:hAnsiTheme="minorHAnsi"/>
              </w:rPr>
              <w:t>jsp</w:t>
            </w:r>
          </w:p>
        </w:tc>
        <w:tc>
          <w:tcPr>
            <w:tcW w:w="4513" w:type="dxa"/>
          </w:tcPr>
          <w:p w14:paraId="59027D41" w14:textId="4D9B4115" w:rsidR="004F1D60" w:rsidRPr="009349EE" w:rsidRDefault="004F1D60" w:rsidP="004F1D60">
            <w:pPr>
              <w:spacing w:line="276" w:lineRule="auto"/>
              <w:ind w:left="0" w:firstLine="0"/>
              <w:rPr>
                <w:rFonts w:asciiTheme="minorHAnsi" w:eastAsiaTheme="minorHAnsi" w:hAnsiTheme="minorHAnsi"/>
              </w:rPr>
            </w:pPr>
            <w:r w:rsidRPr="009349EE">
              <w:rPr>
                <w:rFonts w:asciiTheme="minorHAnsi" w:eastAsiaTheme="minorHAnsi" w:hAnsiTheme="minorHAnsi" w:hint="eastAsia"/>
              </w:rPr>
              <w:t xml:space="preserve">결제취소 </w:t>
            </w:r>
            <w:r>
              <w:rPr>
                <w:rFonts w:asciiTheme="minorHAnsi" w:eastAsiaTheme="minorHAnsi" w:hAnsiTheme="minorHAnsi" w:hint="eastAsia"/>
              </w:rPr>
              <w:t xml:space="preserve">테스트 </w:t>
            </w:r>
            <w:r w:rsidR="003F62DD">
              <w:rPr>
                <w:rFonts w:asciiTheme="minorHAnsi" w:eastAsiaTheme="minorHAnsi" w:hAnsiTheme="minorHAnsi" w:hint="eastAsia"/>
              </w:rPr>
              <w:t xml:space="preserve">취소 및 </w:t>
            </w:r>
            <w:r>
              <w:rPr>
                <w:rFonts w:asciiTheme="minorHAnsi" w:eastAsiaTheme="minorHAnsi" w:hAnsiTheme="minorHAnsi" w:hint="eastAsia"/>
              </w:rPr>
              <w:t>결과</w:t>
            </w:r>
            <w:r w:rsidRPr="009349EE">
              <w:rPr>
                <w:rFonts w:asciiTheme="minorHAnsi" w:eastAsiaTheme="minorHAnsi" w:hAnsiTheme="minorHAnsi" w:hint="eastAsia"/>
              </w:rPr>
              <w:t xml:space="preserve"> 파일</w:t>
            </w:r>
          </w:p>
        </w:tc>
      </w:tr>
    </w:tbl>
    <w:p w14:paraId="596CAFBF" w14:textId="699AC46D" w:rsidR="0063599F" w:rsidRPr="00661CB4" w:rsidRDefault="00F87823" w:rsidP="0079786A">
      <w:pPr>
        <w:pStyle w:val="ab"/>
        <w:numPr>
          <w:ilvl w:val="1"/>
          <w:numId w:val="3"/>
        </w:numPr>
        <w:rPr>
          <w:rFonts w:eastAsiaTheme="minorHAnsi"/>
        </w:rPr>
      </w:pPr>
      <w:bookmarkStart w:id="8" w:name="_Toc33213703"/>
      <w:r w:rsidRPr="00661CB4">
        <w:rPr>
          <w:rFonts w:eastAsiaTheme="minorHAnsi" w:hint="eastAsia"/>
        </w:rPr>
        <w:lastRenderedPageBreak/>
        <w:t>승인테스트</w:t>
      </w:r>
      <w:bookmarkEnd w:id="8"/>
    </w:p>
    <w:p w14:paraId="625B826D" w14:textId="15097D30" w:rsidR="00FF57F5" w:rsidRPr="00661CB4" w:rsidRDefault="00FF57F5" w:rsidP="0079786A">
      <w:pPr>
        <w:pStyle w:val="a5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웹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브라우저에서</w:t>
      </w:r>
      <w:r w:rsidRPr="00661CB4">
        <w:rPr>
          <w:rFonts w:asciiTheme="minorHAnsi" w:eastAsiaTheme="minorHAnsi" w:hAnsiTheme="minorHAnsi"/>
        </w:rPr>
        <w:t xml:space="preserve"> http://127.0.0.1/</w:t>
      </w:r>
      <w:r w:rsidR="00D76BDE" w:rsidRPr="00D76BDE">
        <w:rPr>
          <w:rFonts w:asciiTheme="minorHAnsi" w:eastAsiaTheme="minorHAnsi" w:hAnsiTheme="minorHAnsi"/>
        </w:rPr>
        <w:t>orderSample</w:t>
      </w:r>
      <w:r w:rsidRPr="00661CB4">
        <w:rPr>
          <w:rFonts w:asciiTheme="minorHAnsi" w:eastAsiaTheme="minorHAnsi" w:hAnsiTheme="minorHAnsi"/>
        </w:rPr>
        <w:t>.</w:t>
      </w:r>
      <w:r w:rsidR="00DE634E">
        <w:rPr>
          <w:rFonts w:asciiTheme="minorHAnsi" w:eastAsiaTheme="minorHAnsi" w:hAnsiTheme="minorHAnsi"/>
        </w:rPr>
        <w:t>html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페이지를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호출합니다</w:t>
      </w:r>
      <w:r w:rsidRPr="00661CB4">
        <w:rPr>
          <w:rFonts w:asciiTheme="minorHAnsi" w:eastAsiaTheme="minorHAnsi" w:hAnsiTheme="minorHAnsi"/>
        </w:rPr>
        <w:t>.</w:t>
      </w:r>
    </w:p>
    <w:p w14:paraId="4E1E76EF" w14:textId="70A84CBF" w:rsidR="00FF57F5" w:rsidRPr="00661CB4" w:rsidRDefault="00FF57F5" w:rsidP="00FF57F5">
      <w:pPr>
        <w:pStyle w:val="a5"/>
        <w:ind w:leftChars="0" w:left="152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(localhost에서 진행할 경우 브라우저에 따라 팝업창의 문제가 있을 수 있습니다.) </w:t>
      </w:r>
    </w:p>
    <w:p w14:paraId="1465F8EC" w14:textId="0B920610" w:rsidR="00FF57F5" w:rsidRPr="00661CB4" w:rsidRDefault="00FF57F5" w:rsidP="0079786A">
      <w:pPr>
        <w:pStyle w:val="a5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승인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테스트를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위해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필수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값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및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기본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옵션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값을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매뉴얼을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참조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확인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결제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요청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버튼을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누릅니다</w:t>
      </w:r>
      <w:r w:rsidRPr="00661CB4">
        <w:rPr>
          <w:rFonts w:asciiTheme="minorHAnsi" w:eastAsiaTheme="minorHAnsi" w:hAnsiTheme="minorHAnsi"/>
        </w:rPr>
        <w:t>.</w:t>
      </w:r>
    </w:p>
    <w:p w14:paraId="7208077D" w14:textId="2BE7CA2F" w:rsidR="00FF57F5" w:rsidRPr="00661CB4" w:rsidRDefault="00FF57F5" w:rsidP="0079786A">
      <w:pPr>
        <w:pStyle w:val="a5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설치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과정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없이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지불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방법을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선택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후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필요한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정보를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기입하고</w:t>
      </w:r>
      <w:r w:rsidRPr="00661CB4">
        <w:rPr>
          <w:rFonts w:asciiTheme="minorHAnsi" w:eastAsiaTheme="minorHAnsi" w:hAnsiTheme="minorHAnsi"/>
        </w:rPr>
        <w:t xml:space="preserve">  “</w:t>
      </w:r>
      <w:r w:rsidRPr="00661CB4">
        <w:rPr>
          <w:rFonts w:asciiTheme="minorHAnsi" w:eastAsiaTheme="minorHAnsi" w:hAnsiTheme="minorHAnsi" w:hint="eastAsia"/>
        </w:rPr>
        <w:t>확인”을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눌러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진행합니다</w:t>
      </w:r>
      <w:r w:rsidRPr="00661CB4">
        <w:rPr>
          <w:rFonts w:asciiTheme="minorHAnsi" w:eastAsiaTheme="minorHAnsi" w:hAnsiTheme="minorHAnsi"/>
        </w:rPr>
        <w:t>.  (</w:t>
      </w:r>
      <w:r w:rsidRPr="00661CB4">
        <w:rPr>
          <w:rFonts w:asciiTheme="minorHAnsi" w:eastAsiaTheme="minorHAnsi" w:hAnsiTheme="minorHAnsi" w:hint="eastAsia"/>
        </w:rPr>
        <w:t>해당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사이트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팝업을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사용으로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하지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않을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시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초기화면으로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로딩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될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수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있습니다</w:t>
      </w:r>
      <w:r w:rsidRPr="00661CB4">
        <w:rPr>
          <w:rFonts w:asciiTheme="minorHAnsi" w:eastAsiaTheme="minorHAnsi" w:hAnsiTheme="minorHAnsi"/>
        </w:rPr>
        <w:t>. )</w:t>
      </w:r>
    </w:p>
    <w:p w14:paraId="3914366E" w14:textId="53140FA0" w:rsidR="00FF57F5" w:rsidRPr="00661CB4" w:rsidRDefault="00FF57F5" w:rsidP="0079786A">
      <w:pPr>
        <w:pStyle w:val="a5"/>
        <w:numPr>
          <w:ilvl w:val="0"/>
          <w:numId w:val="14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지불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과정중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필요에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따라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추가적인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모듈을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다운로드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하는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경우도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있습니다</w:t>
      </w:r>
      <w:r w:rsidRPr="00661CB4">
        <w:rPr>
          <w:rFonts w:asciiTheme="minorHAnsi" w:eastAsiaTheme="minorHAnsi" w:hAnsiTheme="minorHAnsi"/>
        </w:rPr>
        <w:t xml:space="preserve">.  </w:t>
      </w:r>
      <w:r w:rsidRPr="00661CB4">
        <w:rPr>
          <w:rFonts w:asciiTheme="minorHAnsi" w:eastAsiaTheme="minorHAnsi" w:hAnsiTheme="minorHAnsi" w:hint="eastAsia"/>
        </w:rPr>
        <w:t>정상적으로</w:t>
      </w:r>
      <w:r w:rsidRPr="00661CB4">
        <w:rPr>
          <w:rFonts w:asciiTheme="minorHAnsi" w:eastAsiaTheme="minorHAnsi" w:hAnsiTheme="minorHAnsi"/>
        </w:rPr>
        <w:t xml:space="preserve">  </w:t>
      </w:r>
      <w:r w:rsidRPr="00661CB4">
        <w:rPr>
          <w:rFonts w:asciiTheme="minorHAnsi" w:eastAsiaTheme="minorHAnsi" w:hAnsiTheme="minorHAnsi" w:hint="eastAsia"/>
        </w:rPr>
        <w:t>지불결과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메시지가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나타나는지</w:t>
      </w:r>
      <w:r w:rsidRPr="00661CB4">
        <w:rPr>
          <w:rFonts w:asciiTheme="minorHAnsi" w:eastAsiaTheme="minorHAnsi" w:hAnsiTheme="minorHAnsi"/>
        </w:rPr>
        <w:t xml:space="preserve"> </w:t>
      </w:r>
      <w:r w:rsidRPr="00661CB4">
        <w:rPr>
          <w:rFonts w:asciiTheme="minorHAnsi" w:eastAsiaTheme="minorHAnsi" w:hAnsiTheme="minorHAnsi" w:hint="eastAsia"/>
        </w:rPr>
        <w:t>확인하십시오</w:t>
      </w:r>
      <w:r w:rsidRPr="00661CB4">
        <w:rPr>
          <w:rFonts w:asciiTheme="minorHAnsi" w:eastAsiaTheme="minorHAnsi" w:hAnsiTheme="minorHAnsi"/>
        </w:rPr>
        <w:t>.</w:t>
      </w:r>
    </w:p>
    <w:p w14:paraId="1A3DB3DF" w14:textId="4EC6ACB1" w:rsidR="00FF57F5" w:rsidRDefault="00FF57F5" w:rsidP="0079786A">
      <w:pPr>
        <w:pStyle w:val="a5"/>
        <w:numPr>
          <w:ilvl w:val="0"/>
          <w:numId w:val="14"/>
        </w:numPr>
        <w:ind w:leftChars="0"/>
        <w:rPr>
          <w:rFonts w:asciiTheme="minorHAnsi" w:eastAsiaTheme="minorHAnsi" w:hAnsiTheme="minorHAnsi"/>
          <w:b/>
          <w:color w:val="FF0000"/>
        </w:rPr>
      </w:pPr>
      <w:r w:rsidRPr="00661CB4">
        <w:rPr>
          <w:rFonts w:asciiTheme="minorHAnsi" w:eastAsiaTheme="minorHAnsi" w:hAnsiTheme="minorHAnsi" w:hint="eastAsia"/>
          <w:b/>
          <w:color w:val="FF0000"/>
        </w:rPr>
        <w:t>취소 테스트를 위해 거래번호(TID)를 기록해 두십시오.</w:t>
      </w:r>
    </w:p>
    <w:p w14:paraId="7DD815DB" w14:textId="77777777" w:rsidR="00D06059" w:rsidRPr="00D06059" w:rsidRDefault="00D06059" w:rsidP="00D06059">
      <w:pPr>
        <w:ind w:left="1120" w:firstLine="0"/>
        <w:rPr>
          <w:rFonts w:asciiTheme="minorHAnsi" w:eastAsiaTheme="minorHAnsi" w:hAnsiTheme="minorHAnsi"/>
          <w:b/>
          <w:color w:val="FF0000"/>
        </w:rPr>
      </w:pPr>
    </w:p>
    <w:p w14:paraId="1A32D97C" w14:textId="581CAC94" w:rsidR="00380A02" w:rsidRDefault="00380A02" w:rsidP="00380A02">
      <w:pPr>
        <w:pStyle w:val="a5"/>
        <w:ind w:leftChars="0" w:left="960" w:firstLine="0"/>
      </w:pPr>
    </w:p>
    <w:p w14:paraId="227C24A9" w14:textId="77777777" w:rsidR="0031751D" w:rsidRDefault="0031751D" w:rsidP="00380A02">
      <w:pPr>
        <w:pStyle w:val="a5"/>
        <w:ind w:leftChars="0" w:left="960" w:firstLine="0"/>
      </w:pPr>
    </w:p>
    <w:p w14:paraId="0F971A6D" w14:textId="77777777" w:rsidR="0031751D" w:rsidRDefault="0031751D" w:rsidP="00380A02">
      <w:pPr>
        <w:pStyle w:val="a5"/>
        <w:ind w:leftChars="0" w:left="960" w:firstLine="0"/>
      </w:pPr>
    </w:p>
    <w:p w14:paraId="32DD6F76" w14:textId="4E85312C" w:rsidR="003F62DD" w:rsidRDefault="003F62DD">
      <w:pPr>
        <w:overflowPunct/>
        <w:autoSpaceDE/>
        <w:autoSpaceDN/>
        <w:adjustRightInd/>
        <w:ind w:left="0" w:firstLine="0"/>
        <w:textAlignment w:val="auto"/>
      </w:pPr>
      <w:r>
        <w:br w:type="page"/>
      </w:r>
    </w:p>
    <w:p w14:paraId="2D30F0DB" w14:textId="3EE636AF" w:rsidR="0063599F" w:rsidRPr="00661CB4" w:rsidRDefault="0063599F" w:rsidP="00661CB4">
      <w:pPr>
        <w:pStyle w:val="1"/>
        <w:numPr>
          <w:ilvl w:val="0"/>
          <w:numId w:val="0"/>
        </w:numPr>
        <w:ind w:left="720"/>
        <w:rPr>
          <w:lang w:eastAsia="ko-KR"/>
        </w:rPr>
      </w:pPr>
      <w:bookmarkStart w:id="9" w:name="_Toc33213705"/>
      <w:r w:rsidRPr="00661CB4">
        <w:rPr>
          <w:rFonts w:hint="eastAsia"/>
          <w:lang w:eastAsia="ko-KR"/>
        </w:rPr>
        <w:lastRenderedPageBreak/>
        <w:t xml:space="preserve">3. </w:t>
      </w:r>
      <w:r w:rsidR="00475AAB" w:rsidRPr="00661CB4">
        <w:rPr>
          <w:rFonts w:hint="eastAsia"/>
        </w:rPr>
        <w:t>결제연동</w:t>
      </w:r>
      <w:bookmarkEnd w:id="9"/>
    </w:p>
    <w:p w14:paraId="2598F297" w14:textId="2D3AD891" w:rsidR="0063599F" w:rsidRPr="00661CB4" w:rsidRDefault="0063599F" w:rsidP="002B3805">
      <w:pPr>
        <w:pStyle w:val="ab"/>
      </w:pPr>
      <w:bookmarkStart w:id="10" w:name="_Toc33213706"/>
      <w:r w:rsidRPr="00661CB4">
        <w:rPr>
          <w:rFonts w:hint="eastAsia"/>
          <w:lang w:bidi="x-none"/>
        </w:rPr>
        <w:t xml:space="preserve">3.1 </w:t>
      </w:r>
      <w:r w:rsidR="00475AAB" w:rsidRPr="00661CB4">
        <w:rPr>
          <w:rFonts w:hint="eastAsia"/>
        </w:rPr>
        <w:t>결제 요청 페이지 작성</w:t>
      </w:r>
      <w:bookmarkEnd w:id="10"/>
    </w:p>
    <w:p w14:paraId="779F61C5" w14:textId="69CDEEFB" w:rsidR="0063599F" w:rsidRPr="00661CB4" w:rsidRDefault="00661CB4" w:rsidP="00661CB4">
      <w:pPr>
        <w:ind w:leftChars="50" w:left="100" w:firstLineChars="350" w:firstLine="700"/>
      </w:pPr>
      <w:r>
        <w:rPr>
          <w:rFonts w:hint="eastAsia"/>
        </w:rPr>
        <w:t>3.1.1</w:t>
      </w:r>
      <w:r w:rsidR="008E1345" w:rsidRPr="00661CB4">
        <w:rPr>
          <w:rFonts w:hint="eastAsia"/>
        </w:rPr>
        <w:t>결제</w:t>
      </w:r>
      <w:r w:rsidR="008E1345" w:rsidRPr="00661CB4">
        <w:rPr>
          <w:rFonts w:hint="eastAsia"/>
        </w:rPr>
        <w:t xml:space="preserve"> </w:t>
      </w:r>
      <w:r w:rsidR="008E1345" w:rsidRPr="00661CB4">
        <w:rPr>
          <w:rFonts w:hint="eastAsia"/>
        </w:rPr>
        <w:t>요청</w:t>
      </w:r>
      <w:r w:rsidR="008E1345" w:rsidRPr="00661CB4">
        <w:rPr>
          <w:rFonts w:hint="eastAsia"/>
        </w:rPr>
        <w:t xml:space="preserve"> </w:t>
      </w:r>
      <w:r w:rsidR="008E1345" w:rsidRPr="00661CB4">
        <w:rPr>
          <w:rFonts w:hint="eastAsia"/>
        </w:rPr>
        <w:t>데이터</w:t>
      </w:r>
    </w:p>
    <w:p w14:paraId="16C0394C" w14:textId="44C1DFEB" w:rsidR="008E1345" w:rsidRPr="00661CB4" w:rsidRDefault="008E1345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내부 처리용 데이터 별도 저장</w:t>
      </w:r>
    </w:p>
    <w:p w14:paraId="6762C916" w14:textId="2DC8A762" w:rsidR="008E1345" w:rsidRPr="00661CB4" w:rsidRDefault="008E1345" w:rsidP="0079786A">
      <w:pPr>
        <w:pStyle w:val="a5"/>
        <w:numPr>
          <w:ilvl w:val="0"/>
          <w:numId w:val="13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form 데이터 처리가 필요한 경우 페이지 표시전에 별도로 DB 또는 세션 등에 저장해 두시기 바랍니다.</w:t>
      </w:r>
    </w:p>
    <w:p w14:paraId="3D65E4F9" w14:textId="35EA06C8" w:rsidR="0063599F" w:rsidRPr="00661CB4" w:rsidRDefault="00D06059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A00A84">
        <w:rPr>
          <w:rFonts w:asciiTheme="minorHAnsi" w:eastAsiaTheme="minorHAnsi" w:hAnsiTheme="minorHAnsi" w:hint="eastAsia"/>
          <w:bCs/>
        </w:rPr>
        <w:t>m</w:t>
      </w:r>
      <w:r w:rsidRPr="00A00A84">
        <w:rPr>
          <w:rFonts w:asciiTheme="minorHAnsi" w:eastAsiaTheme="minorHAnsi" w:hAnsiTheme="minorHAnsi"/>
          <w:bCs/>
        </w:rPr>
        <w:t>erchantKey</w:t>
      </w:r>
      <w:r w:rsidRPr="00D06059">
        <w:rPr>
          <w:rFonts w:asciiTheme="minorHAnsi" w:eastAsiaTheme="minorHAnsi" w:hAnsiTheme="minorHAnsi" w:hint="eastAsia"/>
        </w:rPr>
        <w:t xml:space="preserve"> </w:t>
      </w:r>
      <w:r w:rsidR="008E1345" w:rsidRPr="00661CB4">
        <w:rPr>
          <w:rFonts w:asciiTheme="minorHAnsi" w:eastAsiaTheme="minorHAnsi" w:hAnsiTheme="minorHAnsi" w:hint="eastAsia"/>
        </w:rPr>
        <w:t>값 설정</w:t>
      </w:r>
    </w:p>
    <w:p w14:paraId="35B3E68F" w14:textId="5D16BD3D" w:rsidR="008E1345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D4858A5" wp14:editId="49633EE1">
                <wp:simplePos x="0" y="0"/>
                <wp:positionH relativeFrom="column">
                  <wp:posOffset>390525</wp:posOffset>
                </wp:positionH>
                <wp:positionV relativeFrom="paragraph">
                  <wp:posOffset>199390</wp:posOffset>
                </wp:positionV>
                <wp:extent cx="5139690" cy="1009650"/>
                <wp:effectExtent l="0" t="0" r="22860" b="19050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A4996" w14:textId="06599303" w:rsidR="005F7164" w:rsidRPr="00A00A84" w:rsidRDefault="005F7164" w:rsidP="008E1345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// 가맹점에 제공된 웹 표준 키</w:t>
                            </w:r>
                          </w:p>
                          <w:p w14:paraId="2C8B7ACE" w14:textId="659D17EF" w:rsidR="005F7164" w:rsidRPr="00A00A84" w:rsidRDefault="005F7164" w:rsidP="008E1345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 xml:space="preserve">String </w:t>
                            </w: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merchant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Key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ab/>
                              <w:t>= "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>BoBwBC4hRuMxAztw9p85L7K+SB7Iswd1tdRwca7xQ2sFftC5nYAFgYkOctQ1ubHzACV0YzaWHJdqWAGZW34kPw==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";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858A5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30.75pt;margin-top:15.7pt;width:404.7pt;height:7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">
                <v:textbox>
                  <w:txbxContent>
                    <w:p w14:paraId="1EBA4996" w14:textId="06599303" w:rsidR="005F7164" w:rsidRPr="00A00A84" w:rsidRDefault="005F7164" w:rsidP="008E1345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// 가맹점에 제공된 웹 표준 키</w:t>
                      </w:r>
                    </w:p>
                    <w:p w14:paraId="2C8B7ACE" w14:textId="659D17EF" w:rsidR="005F7164" w:rsidRPr="00A00A84" w:rsidRDefault="005F7164" w:rsidP="008E1345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</w:rPr>
                        <w:t xml:space="preserve">String </w:t>
                      </w: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merchant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Key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ab/>
                        <w:t>= "</w:t>
                      </w:r>
                      <w:r w:rsidRPr="00A00A84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>BoBwBC4hRuMxAztw9p85L7K+SB7Iswd1tdRwca7xQ2sFftC5nYAFgYkOctQ1ubHzACV0YzaWHJdqWAGZW34kPw==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";</w:t>
                      </w:r>
                    </w:p>
                  </w:txbxContent>
                </v:textbox>
              </v:shape>
            </w:pict>
          </mc:Fallback>
        </mc:AlternateContent>
      </w:r>
      <w:r w:rsidR="008E1345" w:rsidRPr="00661CB4">
        <w:rPr>
          <w:rFonts w:asciiTheme="minorHAnsi" w:eastAsiaTheme="minorHAnsi" w:hAnsiTheme="minorHAnsi"/>
          <w:w w:val="105"/>
          <w:sz w:val="18"/>
        </w:rPr>
        <w:t>웹 표준 결제 이용시 패스워드 기능을 하는 코드로 MID 번호별</w:t>
      </w:r>
      <w:r w:rsidR="008E1345" w:rsidRPr="00661CB4">
        <w:rPr>
          <w:rFonts w:asciiTheme="minorHAnsi" w:eastAsiaTheme="minorHAnsi" w:hAnsiTheme="minorHAnsi" w:hint="eastAsia"/>
          <w:w w:val="105"/>
          <w:sz w:val="18"/>
        </w:rPr>
        <w:t>로 부여</w:t>
      </w:r>
    </w:p>
    <w:p w14:paraId="51A0C993" w14:textId="4A273485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58B3AEA8" w14:textId="0117F8FF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00404DBC" w14:textId="77777777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3DF2CB96" w14:textId="77777777" w:rsidR="008E1345" w:rsidRPr="00661CB4" w:rsidRDefault="008E1345" w:rsidP="008E1345">
      <w:pPr>
        <w:ind w:left="0" w:firstLineChars="300" w:firstLine="600"/>
        <w:rPr>
          <w:rFonts w:asciiTheme="minorHAnsi" w:eastAsiaTheme="minorHAnsi" w:hAnsiTheme="minorHAnsi"/>
        </w:rPr>
      </w:pPr>
    </w:p>
    <w:p w14:paraId="5C04F280" w14:textId="77777777" w:rsidR="00A00A84" w:rsidRDefault="00A00A84" w:rsidP="00A00A84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BAA2F08" w14:textId="77777777" w:rsidR="00B27196" w:rsidRDefault="008E1345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가맹점 Key 발급방법</w:t>
      </w:r>
      <w:r w:rsidR="00BA60F3" w:rsidRPr="00661CB4">
        <w:rPr>
          <w:rFonts w:asciiTheme="minorHAnsi" w:eastAsiaTheme="minorHAnsi" w:hAnsiTheme="minorHAnsi" w:hint="eastAsia"/>
        </w:rPr>
        <w:t xml:space="preserve"> : </w:t>
      </w:r>
      <w:r w:rsidR="00BA60F3" w:rsidRPr="00661CB4">
        <w:rPr>
          <w:rFonts w:asciiTheme="minorHAnsi" w:eastAsiaTheme="minorHAnsi" w:hAnsiTheme="minorHAnsi"/>
        </w:rPr>
        <w:t>“</w:t>
      </w:r>
      <w:r w:rsidR="00BA60F3" w:rsidRPr="00661CB4">
        <w:rPr>
          <w:rFonts w:asciiTheme="minorHAnsi" w:eastAsiaTheme="minorHAnsi" w:hAnsiTheme="minorHAnsi" w:hint="eastAsia"/>
        </w:rPr>
        <w:t>가맹점정보&gt;&gt;일반정보&gt;&gt;KEY관리</w:t>
      </w:r>
      <w:r w:rsidR="00BA60F3" w:rsidRPr="00661CB4">
        <w:rPr>
          <w:rFonts w:asciiTheme="minorHAnsi" w:eastAsiaTheme="minorHAnsi" w:hAnsiTheme="minorHAnsi"/>
        </w:rPr>
        <w:t>”</w:t>
      </w:r>
      <w:r w:rsidR="00BA60F3" w:rsidRPr="00661CB4">
        <w:rPr>
          <w:rFonts w:asciiTheme="minorHAnsi" w:eastAsiaTheme="minorHAnsi" w:hAnsiTheme="minorHAnsi" w:hint="eastAsia"/>
        </w:rPr>
        <w:t xml:space="preserve"> 에서 확인가능</w:t>
      </w:r>
    </w:p>
    <w:p w14:paraId="131B531E" w14:textId="0A96AD0F" w:rsidR="00BA60F3" w:rsidRPr="00661CB4" w:rsidRDefault="00B27196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</w:rPr>
      </w:pPr>
      <w:r w:rsidRPr="00B27196">
        <w:rPr>
          <w:rFonts w:asciiTheme="minorHAnsi" w:eastAsiaTheme="minorHAnsi" w:hAnsiTheme="minorHAnsi" w:hint="eastAsia"/>
          <w:color w:val="FF0000"/>
          <w:sz w:val="18"/>
        </w:rPr>
        <w:t xml:space="preserve">가맹점 </w:t>
      </w:r>
      <w:r w:rsidRPr="00B27196">
        <w:rPr>
          <w:rFonts w:asciiTheme="minorHAnsi" w:eastAsiaTheme="minorHAnsi" w:hAnsiTheme="minorHAnsi"/>
          <w:color w:val="FF0000"/>
          <w:sz w:val="18"/>
        </w:rPr>
        <w:t>Key</w:t>
      </w:r>
      <w:r w:rsidRPr="00B27196">
        <w:rPr>
          <w:rFonts w:asciiTheme="minorHAnsi" w:eastAsiaTheme="minorHAnsi" w:hAnsiTheme="minorHAnsi" w:hint="eastAsia"/>
          <w:color w:val="FF0000"/>
          <w:sz w:val="18"/>
        </w:rPr>
        <w:t>는 외부에 노출되지 않도록 주의합니다.</w:t>
      </w:r>
      <w:r w:rsidRPr="00661CB4">
        <w:rPr>
          <w:rFonts w:asciiTheme="minorHAnsi" w:eastAsiaTheme="minorHAnsi" w:hAnsiTheme="minorHAnsi"/>
        </w:rPr>
        <w:t xml:space="preserve"> </w:t>
      </w:r>
    </w:p>
    <w:p w14:paraId="4D0A0915" w14:textId="6ABED75E" w:rsidR="00BA60F3" w:rsidRPr="00661CB4" w:rsidRDefault="009349EE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Input</w:t>
      </w:r>
      <w:r w:rsidR="00BA60F3" w:rsidRPr="00661CB4">
        <w:rPr>
          <w:rFonts w:asciiTheme="minorHAnsi" w:eastAsiaTheme="minorHAnsi" w:hAnsiTheme="minorHAnsi" w:hint="eastAsia"/>
        </w:rPr>
        <w:t xml:space="preserve"> 에 결제 요청 데이터 생성</w:t>
      </w:r>
    </w:p>
    <w:p w14:paraId="754C4850" w14:textId="4C71E73D" w:rsidR="00BA60F3" w:rsidRPr="00661CB4" w:rsidRDefault="009349EE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  <w:sz w:val="18"/>
        </w:rPr>
      </w:pPr>
      <w:r>
        <w:rPr>
          <w:rFonts w:asciiTheme="minorHAnsi" w:eastAsiaTheme="minorHAnsi" w:hAnsiTheme="minorHAnsi" w:hint="eastAsia"/>
          <w:sz w:val="18"/>
        </w:rPr>
        <w:t>Input tag</w:t>
      </w:r>
      <w:r w:rsidR="00BA60F3" w:rsidRPr="00661CB4">
        <w:rPr>
          <w:rFonts w:asciiTheme="minorHAnsi" w:eastAsiaTheme="minorHAnsi" w:hAnsiTheme="minorHAnsi"/>
          <w:sz w:val="18"/>
        </w:rPr>
        <w:t xml:space="preserve">에 </w:t>
      </w:r>
      <w:r>
        <w:rPr>
          <w:rFonts w:asciiTheme="minorHAnsi" w:eastAsiaTheme="minorHAnsi" w:hAnsiTheme="minorHAnsi"/>
          <w:sz w:val="18"/>
        </w:rPr>
        <w:t>name</w:t>
      </w:r>
      <w:r w:rsidR="00BA60F3" w:rsidRPr="00661CB4">
        <w:rPr>
          <w:rFonts w:asciiTheme="minorHAnsi" w:eastAsiaTheme="minorHAnsi" w:hAnsiTheme="minorHAnsi"/>
          <w:sz w:val="18"/>
        </w:rPr>
        <w:t xml:space="preserve"> 설정(결제요청 스크립트 실행시</w:t>
      </w:r>
      <w:r w:rsidR="00BA60F3" w:rsidRPr="00661CB4">
        <w:rPr>
          <w:rFonts w:asciiTheme="minorHAnsi" w:eastAsiaTheme="minorHAnsi" w:hAnsiTheme="minorHAnsi"/>
          <w:spacing w:val="23"/>
          <w:sz w:val="18"/>
        </w:rPr>
        <w:t xml:space="preserve"> </w:t>
      </w:r>
      <w:r w:rsidR="00BA60F3" w:rsidRPr="00661CB4">
        <w:rPr>
          <w:rFonts w:asciiTheme="minorHAnsi" w:eastAsiaTheme="minorHAnsi" w:hAnsiTheme="minorHAnsi"/>
          <w:sz w:val="18"/>
        </w:rPr>
        <w:t>사용됨)</w:t>
      </w:r>
    </w:p>
    <w:p w14:paraId="0A7F2A83" w14:textId="77777777" w:rsidR="00BA60F3" w:rsidRPr="00661CB4" w:rsidRDefault="00BA60F3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38"/>
        <w:ind w:leftChars="0"/>
        <w:textAlignment w:val="auto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10"/>
          <w:sz w:val="18"/>
        </w:rPr>
        <w:t>필드명 대소문자</w:t>
      </w:r>
      <w:r w:rsidRPr="00661CB4">
        <w:rPr>
          <w:rFonts w:asciiTheme="minorHAnsi" w:eastAsiaTheme="minorHAnsi" w:hAnsiTheme="minorHAnsi"/>
          <w:spacing w:val="40"/>
          <w:w w:val="110"/>
          <w:sz w:val="18"/>
        </w:rPr>
        <w:t xml:space="preserve"> </w:t>
      </w:r>
      <w:r w:rsidRPr="00661CB4">
        <w:rPr>
          <w:rFonts w:asciiTheme="minorHAnsi" w:eastAsiaTheme="minorHAnsi" w:hAnsiTheme="minorHAnsi"/>
          <w:w w:val="110"/>
          <w:sz w:val="18"/>
        </w:rPr>
        <w:t>구분</w:t>
      </w:r>
    </w:p>
    <w:p w14:paraId="4B8EAA66" w14:textId="77777777" w:rsidR="00BA60F3" w:rsidRPr="00661CB4" w:rsidRDefault="00BA60F3" w:rsidP="00BA60F3">
      <w:pPr>
        <w:spacing w:before="38"/>
        <w:ind w:leftChars="100" w:left="200" w:firstLineChars="500" w:firstLine="944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05"/>
          <w:sz w:val="18"/>
        </w:rPr>
        <w:t>(일부 가맹점에서 필요에 의해 사용자가 변경하는 경우를 제외하고 모두 type=”hidden”을 사용)</w:t>
      </w:r>
    </w:p>
    <w:p w14:paraId="3C1AF381" w14:textId="5539EF6E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1245B7" wp14:editId="2866677B">
                <wp:simplePos x="0" y="0"/>
                <wp:positionH relativeFrom="column">
                  <wp:posOffset>737235</wp:posOffset>
                </wp:positionH>
                <wp:positionV relativeFrom="paragraph">
                  <wp:posOffset>156209</wp:posOffset>
                </wp:positionV>
                <wp:extent cx="5139690" cy="1228725"/>
                <wp:effectExtent l="0" t="0" r="22860" b="28575"/>
                <wp:wrapNone/>
                <wp:docPr id="509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C81D8" w14:textId="66DF5EEF" w:rsidR="005F7164" w:rsidRPr="00BA60F3" w:rsidRDefault="005F7164" w:rsidP="005119F0">
                            <w:pPr>
                              <w:spacing w:before="62" w:line="346" w:lineRule="exact"/>
                              <w:ind w:leftChars="65" w:left="850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 xml:space="preserve">&lt;div 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 xml:space="preserve">id=" </w:t>
                            </w:r>
                            <w:r w:rsidRPr="009349EE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sampleInput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"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&gt;</w:t>
                            </w:r>
                          </w:p>
                          <w:p w14:paraId="707E14A1" w14:textId="6C34088C" w:rsidR="005F7164" w:rsidRPr="00BA60F3" w:rsidRDefault="005F7164" w:rsidP="005119F0">
                            <w:pPr>
                              <w:spacing w:line="311" w:lineRule="exact"/>
                              <w:ind w:leftChars="154" w:left="1028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&lt;input type=”hidden” name=”mid” value=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”</w:t>
                            </w:r>
                            <w:r w:rsidRPr="009349EE"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 w:cs="Courier New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demotest0m</w:t>
                            </w: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”/&gt;</w:t>
                            </w:r>
                          </w:p>
                          <w:p w14:paraId="2FEA6A89" w14:textId="77777777" w:rsidR="005F7164" w:rsidRPr="00BA60F3" w:rsidRDefault="005F7164" w:rsidP="005119F0">
                            <w:pPr>
                              <w:spacing w:line="312" w:lineRule="exact"/>
                              <w:ind w:leftChars="154" w:left="1028"/>
                              <w:jc w:val="both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BA60F3">
                              <w:rPr>
                                <w:rFonts w:asciiTheme="majorEastAsia" w:eastAsiaTheme="majorEastAsia" w:hAnsiTheme="majorEastAsia"/>
                                <w:w w:val="95"/>
                                <w:sz w:val="18"/>
                              </w:rPr>
                              <w:t>&lt;input type=”hidden” name=”price” value=”1004”/&gt;</w:t>
                            </w:r>
                          </w:p>
                          <w:p w14:paraId="4F05E1F6" w14:textId="77777777" w:rsidR="005F7164" w:rsidRDefault="005F7164" w:rsidP="005119F0">
                            <w:pPr>
                              <w:spacing w:line="311" w:lineRule="exact"/>
                              <w:ind w:leftChars="300" w:left="13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80"/>
                                <w:sz w:val="18"/>
                              </w:rPr>
                              <w:t>………..</w:t>
                            </w:r>
                          </w:p>
                          <w:p w14:paraId="2FBA6C31" w14:textId="7088DBB1" w:rsidR="005F7164" w:rsidRDefault="005F7164" w:rsidP="005119F0">
                            <w:pPr>
                              <w:spacing w:line="346" w:lineRule="exact"/>
                              <w:ind w:leftChars="165" w:left="105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&lt;/div&gt;</w:t>
                            </w:r>
                          </w:p>
                          <w:p w14:paraId="762DE11F" w14:textId="2D97C34F" w:rsidR="005F7164" w:rsidRPr="008E1345" w:rsidRDefault="005F7164" w:rsidP="00BA60F3">
                            <w:p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245B7" id="_x0000_s1027" type="#_x0000_t202" style="position:absolute;left:0;text-align:left;margin-left:58.05pt;margin-top:12.3pt;width:404.7pt;height:9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">
                <v:textbox>
                  <w:txbxContent>
                    <w:p w14:paraId="322C81D8" w14:textId="66DF5EEF" w:rsidR="005F7164" w:rsidRPr="00BA60F3" w:rsidRDefault="005F7164" w:rsidP="005119F0">
                      <w:pPr>
                        <w:spacing w:before="62" w:line="346" w:lineRule="exact"/>
                        <w:ind w:leftChars="65" w:left="850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w w:val="95"/>
                          <w:sz w:val="18"/>
                        </w:rPr>
                        <w:t xml:space="preserve">&lt;div 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 xml:space="preserve">id=" </w:t>
                      </w:r>
                      <w:r w:rsidRPr="009349EE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sampleInput</w:t>
                      </w:r>
                      <w:r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"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&gt;</w:t>
                      </w:r>
                    </w:p>
                    <w:p w14:paraId="707E14A1" w14:textId="6C34088C" w:rsidR="005F7164" w:rsidRPr="00BA60F3" w:rsidRDefault="005F7164" w:rsidP="005119F0">
                      <w:pPr>
                        <w:spacing w:line="311" w:lineRule="exact"/>
                        <w:ind w:leftChars="154" w:left="1028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&lt;input type=”hidden” name=”mid” value=</w:t>
                      </w:r>
                      <w:r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”</w:t>
                      </w:r>
                      <w:r w:rsidRPr="009349EE"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 w:cs="Courier New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demotest0m</w:t>
                      </w: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”/&gt;</w:t>
                      </w:r>
                    </w:p>
                    <w:p w14:paraId="2FEA6A89" w14:textId="77777777" w:rsidR="005F7164" w:rsidRPr="00BA60F3" w:rsidRDefault="005F7164" w:rsidP="005119F0">
                      <w:pPr>
                        <w:spacing w:line="312" w:lineRule="exact"/>
                        <w:ind w:leftChars="154" w:left="1028"/>
                        <w:jc w:val="both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BA60F3">
                        <w:rPr>
                          <w:rFonts w:asciiTheme="majorEastAsia" w:eastAsiaTheme="majorEastAsia" w:hAnsiTheme="majorEastAsia"/>
                          <w:w w:val="95"/>
                          <w:sz w:val="18"/>
                        </w:rPr>
                        <w:t>&lt;input type=”hidden” name=”price” value=”1004”/&gt;</w:t>
                      </w:r>
                    </w:p>
                    <w:p w14:paraId="4F05E1F6" w14:textId="77777777" w:rsidR="005F7164" w:rsidRDefault="005F7164" w:rsidP="005119F0">
                      <w:pPr>
                        <w:spacing w:line="311" w:lineRule="exact"/>
                        <w:ind w:leftChars="300" w:left="1320"/>
                        <w:rPr>
                          <w:sz w:val="18"/>
                        </w:rPr>
                      </w:pPr>
                      <w:r>
                        <w:rPr>
                          <w:w w:val="80"/>
                          <w:sz w:val="18"/>
                        </w:rPr>
                        <w:t>………..</w:t>
                      </w:r>
                    </w:p>
                    <w:p w14:paraId="2FBA6C31" w14:textId="7088DBB1" w:rsidR="005F7164" w:rsidRDefault="005F7164" w:rsidP="005119F0">
                      <w:pPr>
                        <w:spacing w:line="346" w:lineRule="exact"/>
                        <w:ind w:leftChars="165" w:left="105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&lt;/div&gt;</w:t>
                      </w:r>
                    </w:p>
                    <w:p w14:paraId="762DE11F" w14:textId="2D97C34F" w:rsidR="005F7164" w:rsidRPr="008E1345" w:rsidRDefault="005F7164" w:rsidP="00BA60F3">
                      <w:p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</w:p>
    <w:p w14:paraId="70FC69DC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1E762080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4C9807A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152A814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4B06E659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62BFD16D" w14:textId="77777777" w:rsidR="00BA60F3" w:rsidRPr="00661CB4" w:rsidRDefault="00BA60F3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73D22E6B" w14:textId="6EBB1BA7" w:rsidR="00BA60F3" w:rsidRDefault="00847E31" w:rsidP="00BA60F3">
      <w:pPr>
        <w:pStyle w:val="a5"/>
        <w:ind w:leftChars="0" w:left="112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  <w:b/>
          <w:color w:val="FF0000"/>
        </w:rPr>
        <w:t>FINTREE</w:t>
      </w:r>
      <w:r w:rsidR="00BA60F3" w:rsidRPr="00661CB4">
        <w:rPr>
          <w:rFonts w:asciiTheme="minorHAnsi" w:eastAsiaTheme="minorHAnsi" w:hAnsiTheme="minorHAnsi" w:hint="eastAsia"/>
          <w:b/>
          <w:color w:val="FF0000"/>
        </w:rPr>
        <w:t>는 Form Post 로 결제 요청되며, &lt;form&gt; 태그에 action 속성 설정 / submit 등의 모든 동작은 Import 된 스크립트에 의해서 자동 처리됩니다</w:t>
      </w:r>
      <w:r w:rsidR="00BA60F3" w:rsidRPr="00661CB4">
        <w:rPr>
          <w:rFonts w:asciiTheme="minorHAnsi" w:eastAsiaTheme="minorHAnsi" w:hAnsiTheme="minorHAnsi" w:hint="eastAsia"/>
        </w:rPr>
        <w:t>.</w:t>
      </w:r>
    </w:p>
    <w:p w14:paraId="689957B2" w14:textId="77777777" w:rsidR="00BA60F3" w:rsidRPr="00661CB4" w:rsidRDefault="00BA60F3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</w:rPr>
        <w:br w:type="page"/>
      </w:r>
    </w:p>
    <w:p w14:paraId="39133051" w14:textId="783A473A" w:rsidR="00F901CB" w:rsidRPr="00F901CB" w:rsidRDefault="00BA60F3" w:rsidP="005F7164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F901CB">
        <w:rPr>
          <w:rFonts w:asciiTheme="minorHAnsi" w:eastAsiaTheme="minorHAnsi" w:hAnsiTheme="minorHAnsi" w:hint="eastAsia"/>
        </w:rPr>
        <w:lastRenderedPageBreak/>
        <w:t xml:space="preserve">결제 기본 요청데이터 필드는 아래와 같습니다. </w:t>
      </w:r>
    </w:p>
    <w:p w14:paraId="4F512883" w14:textId="4E6434DB" w:rsidR="006969A5" w:rsidRPr="00661CB4" w:rsidRDefault="00661CB4" w:rsidP="00661CB4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="006969A5" w:rsidRPr="00661CB4">
        <w:rPr>
          <w:rFonts w:asciiTheme="minorHAnsi" w:eastAsiaTheme="minorHAnsi" w:hAnsiTheme="minorHAnsi"/>
          <w:lang w:eastAsia="ko-KR"/>
        </w:rPr>
        <w:t>] 기본 요청데이터 필드</w:t>
      </w: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134"/>
        <w:gridCol w:w="2127"/>
        <w:gridCol w:w="2976"/>
        <w:gridCol w:w="567"/>
        <w:gridCol w:w="851"/>
      </w:tblGrid>
      <w:tr w:rsidR="00F901CB" w:rsidRPr="00661CB4" w14:paraId="3FD99598" w14:textId="77777777" w:rsidTr="005F7164">
        <w:trPr>
          <w:trHeight w:val="2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708AF095" w14:textId="07D0684E" w:rsidR="00F901CB" w:rsidRDefault="00F901CB" w:rsidP="00F901CB">
            <w:pPr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U</w:t>
            </w:r>
            <w:r>
              <w:rPr>
                <w:rFonts w:ascii="맑은 고딕" w:eastAsia="맑은 고딕" w:hAnsi="맑은 고딕"/>
                <w:lang w:eastAsia="ko-KR"/>
              </w:rPr>
              <w:t>RL : https://</w:t>
            </w:r>
            <w:r w:rsidR="00E22CEB">
              <w:rPr>
                <w:rFonts w:ascii="맑은 고딕" w:eastAsia="맑은 고딕" w:hAnsi="맑은 고딕"/>
                <w:lang w:eastAsia="ko-KR"/>
              </w:rPr>
              <w:t>api.</w:t>
            </w:r>
            <w:r w:rsidR="00847E31">
              <w:rPr>
                <w:rFonts w:ascii="맑은 고딕" w:eastAsia="맑은 고딕" w:hAnsi="맑은 고딕" w:hint="eastAsia"/>
                <w:lang w:eastAsia="ko-KR"/>
              </w:rPr>
              <w:t>fintree.kr</w:t>
            </w:r>
            <w:r>
              <w:rPr>
                <w:rFonts w:ascii="맑은 고딕" w:eastAsia="맑은 고딕" w:hAnsi="맑은 고딕"/>
                <w:lang w:eastAsia="ko-KR"/>
              </w:rPr>
              <w:t>/payInit_hash.do</w:t>
            </w:r>
          </w:p>
          <w:p w14:paraId="0ED29638" w14:textId="25E8D6F3" w:rsidR="00F901CB" w:rsidRPr="00F901CB" w:rsidRDefault="00F901CB" w:rsidP="00F901CB">
            <w:pPr>
              <w:rPr>
                <w:rFonts w:ascii="맑은 고딕" w:eastAsia="맑은 고딕" w:hAnsi="맑은 고딕"/>
              </w:rPr>
            </w:pPr>
            <w:r w:rsidRPr="000D518A">
              <w:rPr>
                <w:rFonts w:ascii="맑은 고딕" w:eastAsia="맑은 고딕" w:hAnsi="맑은 고딕"/>
              </w:rPr>
              <w:t>HTTPS</w:t>
            </w:r>
            <w:r w:rsidRPr="00B90816">
              <w:rPr>
                <w:rFonts w:ascii="맑은 고딕" w:eastAsia="맑은 고딕" w:hAnsi="맑은 고딕"/>
              </w:rPr>
              <w:t xml:space="preserve"> POST content-type : application/x-www-form-urlencoded;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9135AA">
              <w:rPr>
                <w:rStyle w:val="pl-s"/>
                <w:rFonts w:ascii="맑은 고딕" w:eastAsia="맑은 고딕" w:hAnsi="맑은 고딕"/>
                <w:color w:val="000000"/>
                <w:szCs w:val="20"/>
              </w:rPr>
              <w:t>charset=utf-8</w:t>
            </w:r>
          </w:p>
        </w:tc>
      </w:tr>
      <w:tr w:rsidR="006969A5" w:rsidRPr="00661CB4" w14:paraId="0E5ACFC8" w14:textId="77777777" w:rsidTr="008E4458">
        <w:trPr>
          <w:trHeight w:val="20"/>
        </w:trPr>
        <w:tc>
          <w:tcPr>
            <w:tcW w:w="1417" w:type="dxa"/>
            <w:shd w:val="clear" w:color="auto" w:fill="D9D9D9"/>
            <w:vAlign w:val="center"/>
          </w:tcPr>
          <w:p w14:paraId="778C0DEA" w14:textId="77777777" w:rsidR="006969A5" w:rsidRPr="00D06059" w:rsidRDefault="006969A5" w:rsidP="00D06059">
            <w:pPr>
              <w:pStyle w:val="TableParagraph"/>
              <w:ind w:rightChars="40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2FED287" w14:textId="77777777" w:rsidR="006969A5" w:rsidRPr="00D06059" w:rsidRDefault="006969A5" w:rsidP="00D06059">
            <w:pPr>
              <w:pStyle w:val="TableParagraph"/>
              <w:ind w:rightChars="31" w:right="6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2127" w:type="dxa"/>
            <w:shd w:val="clear" w:color="auto" w:fill="D9D9D9"/>
            <w:vAlign w:val="center"/>
          </w:tcPr>
          <w:p w14:paraId="5802D8E0" w14:textId="3A3A2878" w:rsidR="006969A5" w:rsidRPr="00D06059" w:rsidRDefault="006969A5" w:rsidP="00C003C5">
            <w:pPr>
              <w:pStyle w:val="TableParagraph"/>
              <w:ind w:rightChars="270" w:right="54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예시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</w:rPr>
              <w:t>[Data</w:t>
            </w:r>
            <w:r w:rsidR="008E4458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="00C003C5">
              <w:rPr>
                <w:rFonts w:asciiTheme="minorHAnsi" w:eastAsiaTheme="minorHAnsi" w:hAnsiTheme="minorHAnsi" w:hint="eastAsia"/>
                <w:sz w:val="18"/>
                <w:szCs w:val="18"/>
              </w:rPr>
              <w:t>Type]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0046F8F3" w14:textId="77777777" w:rsidR="006969A5" w:rsidRPr="00D06059" w:rsidRDefault="006969A5" w:rsidP="00D06059">
            <w:pPr>
              <w:pStyle w:val="TableParagraph"/>
              <w:ind w:rightChars="751" w:right="150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설명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5EB6E92F" w14:textId="77777777" w:rsidR="008E4458" w:rsidRDefault="006969A5" w:rsidP="00D06059">
            <w:pPr>
              <w:pStyle w:val="TableParagraph"/>
              <w:jc w:val="center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필수</w:t>
            </w:r>
          </w:p>
          <w:p w14:paraId="68098259" w14:textId="422D4B84" w:rsidR="006969A5" w:rsidRPr="00D06059" w:rsidRDefault="006969A5" w:rsidP="00D06059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여부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FDA8CDD" w14:textId="77777777" w:rsidR="006969A5" w:rsidRPr="00D06059" w:rsidRDefault="006969A5" w:rsidP="00D06059">
            <w:pPr>
              <w:pStyle w:val="TableParagraph"/>
              <w:ind w:left="143" w:right="125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6969A5" w:rsidRPr="00661CB4" w14:paraId="32391C4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CE1E8CC" w14:textId="29988863" w:rsidR="006969A5" w:rsidRPr="00D06059" w:rsidRDefault="00A72F2B" w:rsidP="008E4458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payMethod</w:t>
            </w:r>
          </w:p>
        </w:tc>
        <w:tc>
          <w:tcPr>
            <w:tcW w:w="1134" w:type="dxa"/>
            <w:vAlign w:val="center"/>
          </w:tcPr>
          <w:p w14:paraId="11ACBC58" w14:textId="43E762E3" w:rsidR="006969A5" w:rsidRPr="00D06059" w:rsidRDefault="00A72F2B" w:rsidP="008E4458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방법</w:t>
            </w:r>
          </w:p>
        </w:tc>
        <w:tc>
          <w:tcPr>
            <w:tcW w:w="2127" w:type="dxa"/>
            <w:vAlign w:val="center"/>
          </w:tcPr>
          <w:p w14:paraId="2AC23477" w14:textId="0FBB1ADE" w:rsidR="006969A5" w:rsidRPr="00D06059" w:rsidRDefault="006969A5" w:rsidP="00C003C5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[String]""</w:t>
            </w:r>
          </w:p>
        </w:tc>
        <w:tc>
          <w:tcPr>
            <w:tcW w:w="2976" w:type="dxa"/>
            <w:vAlign w:val="center"/>
          </w:tcPr>
          <w:p w14:paraId="30747660" w14:textId="77777777" w:rsidR="00C003C5" w:rsidRDefault="00A72F2B" w:rsidP="008E4458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결제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 xml:space="preserve"> 방법</w:t>
            </w:r>
          </w:p>
          <w:p w14:paraId="7763916B" w14:textId="595F7053" w:rsidR="006969A5" w:rsidRPr="00D06059" w:rsidRDefault="00587741" w:rsidP="00C003C5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(card)</w:t>
            </w:r>
          </w:p>
        </w:tc>
        <w:tc>
          <w:tcPr>
            <w:tcW w:w="567" w:type="dxa"/>
            <w:vAlign w:val="center"/>
          </w:tcPr>
          <w:p w14:paraId="41CEAE0E" w14:textId="77777777" w:rsidR="006969A5" w:rsidRPr="00D06059" w:rsidRDefault="006969A5" w:rsidP="00D06059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30F8366A" w14:textId="72A9D6F0" w:rsidR="006969A5" w:rsidRPr="00D06059" w:rsidRDefault="00A72F2B" w:rsidP="00D06059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10</w:t>
            </w:r>
          </w:p>
          <w:p w14:paraId="3D4C467E" w14:textId="77777777" w:rsidR="006969A5" w:rsidRPr="00D06059" w:rsidRDefault="006969A5" w:rsidP="00D06059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6969A5" w:rsidRPr="00661CB4" w14:paraId="38E4342E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89C819A" w14:textId="4CC7037D" w:rsidR="006969A5" w:rsidRPr="00D06059" w:rsidRDefault="00EB1776" w:rsidP="008E4458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="006969A5" w:rsidRPr="00D06059">
              <w:rPr>
                <w:rFonts w:asciiTheme="minorHAnsi" w:eastAsiaTheme="minorHAnsi" w:hAnsiTheme="minorHAnsi"/>
                <w:sz w:val="18"/>
                <w:szCs w:val="18"/>
              </w:rPr>
              <w:t>id</w:t>
            </w:r>
          </w:p>
        </w:tc>
        <w:tc>
          <w:tcPr>
            <w:tcW w:w="1134" w:type="dxa"/>
            <w:vAlign w:val="center"/>
          </w:tcPr>
          <w:p w14:paraId="3F07B331" w14:textId="77777777" w:rsidR="006969A5" w:rsidRPr="00D06059" w:rsidRDefault="006969A5" w:rsidP="008E4458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2127" w:type="dxa"/>
            <w:vAlign w:val="center"/>
          </w:tcPr>
          <w:p w14:paraId="2B5B0D16" w14:textId="1AD29207" w:rsidR="006969A5" w:rsidRPr="00D06059" w:rsidRDefault="006969A5" w:rsidP="008E4458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 w:rsidR="00C003C5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demotest0m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2A67B1B7" w14:textId="6C6EFBDA" w:rsidR="006969A5" w:rsidRPr="00D06059" w:rsidRDefault="006969A5" w:rsidP="008E4458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mid,* 10자리 고정</w:t>
            </w:r>
          </w:p>
        </w:tc>
        <w:tc>
          <w:tcPr>
            <w:tcW w:w="567" w:type="dxa"/>
            <w:vAlign w:val="center"/>
          </w:tcPr>
          <w:p w14:paraId="5855A391" w14:textId="430751DB" w:rsidR="006969A5" w:rsidRPr="00D06059" w:rsidRDefault="006969A5" w:rsidP="00D06059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6870DE3F" w14:textId="77777777" w:rsidR="006969A5" w:rsidRPr="00D06059" w:rsidRDefault="006969A5" w:rsidP="00D06059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10</w:t>
            </w:r>
          </w:p>
          <w:p w14:paraId="4D0AF84B" w14:textId="77777777" w:rsidR="006969A5" w:rsidRPr="00D06059" w:rsidRDefault="006969A5" w:rsidP="00D06059">
            <w:pPr>
              <w:pStyle w:val="TableParagraph"/>
              <w:ind w:left="176" w:right="170" w:hanging="1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 xml:space="preserve">Byte </w:t>
            </w:r>
            <w:r w:rsidRPr="00D06059">
              <w:rPr>
                <w:rFonts w:asciiTheme="minorHAnsi" w:eastAsiaTheme="minorHAnsi" w:hAnsiTheme="minorHAnsi"/>
                <w:w w:val="80"/>
                <w:sz w:val="18"/>
                <w:szCs w:val="18"/>
              </w:rPr>
              <w:t>Fixed</w:t>
            </w:r>
          </w:p>
        </w:tc>
      </w:tr>
      <w:tr w:rsidR="00F901CB" w:rsidRPr="00661CB4" w14:paraId="0B5E8C4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4767D7A" w14:textId="7FA8F783" w:rsidR="00F901CB" w:rsidRPr="00D06059" w:rsidRDefault="00F901CB" w:rsidP="00F901CB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trxCd</w:t>
            </w:r>
          </w:p>
        </w:tc>
        <w:tc>
          <w:tcPr>
            <w:tcW w:w="1134" w:type="dxa"/>
            <w:vAlign w:val="center"/>
          </w:tcPr>
          <w:p w14:paraId="10B87D4D" w14:textId="102C6796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에스크로</w:t>
            </w:r>
          </w:p>
        </w:tc>
        <w:tc>
          <w:tcPr>
            <w:tcW w:w="2127" w:type="dxa"/>
            <w:vAlign w:val="center"/>
          </w:tcPr>
          <w:p w14:paraId="10ABAD7F" w14:textId="128E96DF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[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String] “0”</w:t>
            </w:r>
          </w:p>
        </w:tc>
        <w:tc>
          <w:tcPr>
            <w:tcW w:w="2976" w:type="dxa"/>
            <w:vAlign w:val="center"/>
          </w:tcPr>
          <w:p w14:paraId="252B8F4B" w14:textId="3A099BF2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에스크로 여부(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0:</w:t>
            </w:r>
            <w:r w:rsidR="005D0268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고정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132505E4" w14:textId="180E2AA8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Yes</w:t>
            </w:r>
          </w:p>
        </w:tc>
        <w:tc>
          <w:tcPr>
            <w:tcW w:w="851" w:type="dxa"/>
            <w:vAlign w:val="center"/>
          </w:tcPr>
          <w:p w14:paraId="728732C4" w14:textId="77777777" w:rsidR="00F901CB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</w:t>
            </w:r>
          </w:p>
          <w:p w14:paraId="0E5FC6E9" w14:textId="47B381D6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F901CB" w:rsidRPr="00661CB4" w14:paraId="1BD9745A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0C8EBF12" w14:textId="40C2429F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goodsNm</w:t>
            </w:r>
          </w:p>
        </w:tc>
        <w:tc>
          <w:tcPr>
            <w:tcW w:w="1134" w:type="dxa"/>
            <w:vAlign w:val="center"/>
          </w:tcPr>
          <w:p w14:paraId="5B44DAEC" w14:textId="73DCF9E6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상품명</w:t>
            </w:r>
          </w:p>
        </w:tc>
        <w:tc>
          <w:tcPr>
            <w:tcW w:w="2127" w:type="dxa"/>
            <w:vAlign w:val="center"/>
          </w:tcPr>
          <w:p w14:paraId="7B8F7136" w14:textId="4C128E6C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 "</w:t>
            </w:r>
            <w:r w:rsidRPr="00D06059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컴퓨터</w:t>
            </w: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48F730E2" w14:textId="43EF1A43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상품 이름</w:t>
            </w:r>
          </w:p>
        </w:tc>
        <w:tc>
          <w:tcPr>
            <w:tcW w:w="567" w:type="dxa"/>
            <w:vAlign w:val="center"/>
          </w:tcPr>
          <w:p w14:paraId="4E1B2924" w14:textId="6AEF75B7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348FD6FA" w14:textId="4336B63C" w:rsidR="00F901CB" w:rsidRPr="00D06059" w:rsidRDefault="007B2434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5</w:t>
            </w:r>
            <w:r w:rsidR="00F901CB" w:rsidRPr="00D06059">
              <w:rPr>
                <w:rFonts w:asciiTheme="minorHAnsi" w:eastAsiaTheme="minorHAnsi" w:hAnsiTheme="minorHAnsi"/>
                <w:sz w:val="18"/>
                <w:szCs w:val="18"/>
              </w:rPr>
              <w:t>0</w:t>
            </w:r>
          </w:p>
          <w:p w14:paraId="03061828" w14:textId="57E70381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Byte</w:t>
            </w:r>
          </w:p>
        </w:tc>
      </w:tr>
      <w:tr w:rsidR="00F901CB" w:rsidRPr="00661CB4" w14:paraId="17805DE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5B2A7DF" w14:textId="36CE1FAA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134" w:type="dxa"/>
            <w:vAlign w:val="center"/>
          </w:tcPr>
          <w:p w14:paraId="51DEE3B6" w14:textId="77777777" w:rsidR="00F901CB" w:rsidRPr="00D06059" w:rsidRDefault="00F901CB" w:rsidP="00F901CB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주문번호</w:t>
            </w:r>
          </w:p>
        </w:tc>
        <w:tc>
          <w:tcPr>
            <w:tcW w:w="2127" w:type="dxa"/>
            <w:vAlign w:val="center"/>
          </w:tcPr>
          <w:p w14:paraId="2209CEC1" w14:textId="1B52AF69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[String]</w:t>
            </w: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</w:t>
            </w: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“1335233672723”</w:t>
            </w:r>
          </w:p>
        </w:tc>
        <w:tc>
          <w:tcPr>
            <w:tcW w:w="2976" w:type="dxa"/>
            <w:vAlign w:val="center"/>
          </w:tcPr>
          <w:p w14:paraId="6D4D7A15" w14:textId="2419EDD9" w:rsidR="00F901CB" w:rsidRPr="00D06059" w:rsidRDefault="00F901CB" w:rsidP="00F901CB">
            <w:pPr>
              <w:pStyle w:val="TableParagraph"/>
              <w:ind w:left="103" w:right="14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주문번호 Unique한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0516BC4" w14:textId="77777777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5EA02D05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40</w:t>
            </w:r>
          </w:p>
          <w:p w14:paraId="41EC0B75" w14:textId="77777777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035FF9B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97FEC00" w14:textId="723B5C0C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goodsAmt</w:t>
            </w:r>
          </w:p>
        </w:tc>
        <w:tc>
          <w:tcPr>
            <w:tcW w:w="1134" w:type="dxa"/>
            <w:vAlign w:val="center"/>
          </w:tcPr>
          <w:p w14:paraId="5D677C91" w14:textId="02999010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결제금액</w:t>
            </w:r>
          </w:p>
        </w:tc>
        <w:tc>
          <w:tcPr>
            <w:tcW w:w="2127" w:type="dxa"/>
            <w:vAlign w:val="center"/>
          </w:tcPr>
          <w:p w14:paraId="5B7182BC" w14:textId="031DF279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26D0F212" w14:textId="46CF458B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</w:tc>
        <w:tc>
          <w:tcPr>
            <w:tcW w:w="567" w:type="dxa"/>
            <w:vAlign w:val="center"/>
          </w:tcPr>
          <w:p w14:paraId="05B7C1A7" w14:textId="7204F3BB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44494A67" w14:textId="530ECDDD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626A3A0" w14:textId="4AB83B97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42120EE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25B60F4" w14:textId="7922A1E0" w:rsidR="00F901CB" w:rsidRPr="00D06059" w:rsidRDefault="00F901CB" w:rsidP="00F901CB">
            <w:pPr>
              <w:pStyle w:val="TableParagraph"/>
              <w:ind w:leftChars="100" w:left="200" w:rightChars="40" w:right="8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ordNm</w:t>
            </w:r>
          </w:p>
        </w:tc>
        <w:tc>
          <w:tcPr>
            <w:tcW w:w="1134" w:type="dxa"/>
            <w:vAlign w:val="center"/>
          </w:tcPr>
          <w:p w14:paraId="1405247C" w14:textId="06B91060" w:rsidR="00F901CB" w:rsidRPr="00D06059" w:rsidRDefault="00F901CB" w:rsidP="00F901CB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구매자명</w:t>
            </w:r>
          </w:p>
        </w:tc>
        <w:tc>
          <w:tcPr>
            <w:tcW w:w="2127" w:type="dxa"/>
            <w:vAlign w:val="center"/>
          </w:tcPr>
          <w:p w14:paraId="7ACB26D7" w14:textId="39C333FA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"홍길동"</w:t>
            </w:r>
          </w:p>
        </w:tc>
        <w:tc>
          <w:tcPr>
            <w:tcW w:w="2976" w:type="dxa"/>
            <w:vAlign w:val="center"/>
          </w:tcPr>
          <w:p w14:paraId="6C1A9C69" w14:textId="6A4722D5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한글/특수기호 입력가능</w:t>
            </w:r>
          </w:p>
        </w:tc>
        <w:tc>
          <w:tcPr>
            <w:tcW w:w="567" w:type="dxa"/>
            <w:vAlign w:val="center"/>
          </w:tcPr>
          <w:p w14:paraId="21831BAA" w14:textId="552FCF9D" w:rsidR="00F901CB" w:rsidRPr="00D06059" w:rsidRDefault="00F901CB" w:rsidP="00F901CB">
            <w:pPr>
              <w:pStyle w:val="TableParagraph"/>
              <w:ind w:left="87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00CA7E78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30</w:t>
            </w:r>
          </w:p>
          <w:p w14:paraId="67BFBF12" w14:textId="73626CE6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373A3067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8FD95DB" w14:textId="4DE30793" w:rsidR="00F901CB" w:rsidRPr="00D06059" w:rsidRDefault="00F901CB" w:rsidP="00F901CB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ordTel</w:t>
            </w:r>
          </w:p>
        </w:tc>
        <w:tc>
          <w:tcPr>
            <w:tcW w:w="1134" w:type="dxa"/>
            <w:vAlign w:val="center"/>
          </w:tcPr>
          <w:p w14:paraId="59CF9954" w14:textId="77777777" w:rsidR="00F901CB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구매자</w:t>
            </w:r>
          </w:p>
          <w:p w14:paraId="449739BF" w14:textId="0BC68456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Mobile</w:t>
            </w:r>
          </w:p>
        </w:tc>
        <w:tc>
          <w:tcPr>
            <w:tcW w:w="2127" w:type="dxa"/>
            <w:vAlign w:val="center"/>
          </w:tcPr>
          <w:p w14:paraId="7A64132F" w14:textId="45C2E2D2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”01020001234</w:t>
            </w:r>
          </w:p>
        </w:tc>
        <w:tc>
          <w:tcPr>
            <w:tcW w:w="2976" w:type="dxa"/>
            <w:vAlign w:val="center"/>
          </w:tcPr>
          <w:p w14:paraId="06A8C238" w14:textId="6CA51E30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숫자만 허용</w:t>
            </w:r>
          </w:p>
        </w:tc>
        <w:tc>
          <w:tcPr>
            <w:tcW w:w="567" w:type="dxa"/>
            <w:vAlign w:val="center"/>
          </w:tcPr>
          <w:p w14:paraId="1BC3F1DA" w14:textId="22C715A5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7E31BCCF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7D3D6435" w14:textId="55255226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01CF85F9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7E2FB34" w14:textId="57663540" w:rsidR="00F901CB" w:rsidRPr="00D06059" w:rsidRDefault="00F901CB" w:rsidP="00F901CB">
            <w:pPr>
              <w:pStyle w:val="TableParagraph"/>
              <w:ind w:leftChars="100" w:left="200" w:rightChars="38" w:right="7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ordEmail</w:t>
            </w:r>
          </w:p>
        </w:tc>
        <w:tc>
          <w:tcPr>
            <w:tcW w:w="1134" w:type="dxa"/>
            <w:vAlign w:val="center"/>
          </w:tcPr>
          <w:p w14:paraId="5A2C9C76" w14:textId="77777777" w:rsidR="00F901CB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구매자</w:t>
            </w:r>
          </w:p>
          <w:p w14:paraId="4A054FEF" w14:textId="057AFC45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Email</w:t>
            </w:r>
          </w:p>
        </w:tc>
        <w:tc>
          <w:tcPr>
            <w:tcW w:w="2127" w:type="dxa"/>
            <w:vAlign w:val="center"/>
          </w:tcPr>
          <w:p w14:paraId="31C17B15" w14:textId="44546FD5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[String] "</w:t>
            </w:r>
            <w:hyperlink r:id="rId9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buyer@example.com</w:t>
              </w:r>
            </w:hyperlink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</w:p>
        </w:tc>
        <w:tc>
          <w:tcPr>
            <w:tcW w:w="2976" w:type="dxa"/>
            <w:vAlign w:val="center"/>
          </w:tcPr>
          <w:p w14:paraId="340D10D0" w14:textId="69FACEDD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이메일 형식에 맞도록</w:t>
            </w:r>
          </w:p>
        </w:tc>
        <w:tc>
          <w:tcPr>
            <w:tcW w:w="567" w:type="dxa"/>
            <w:vAlign w:val="center"/>
          </w:tcPr>
          <w:p w14:paraId="72464BFD" w14:textId="32719BD2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6AC1E9D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60</w:t>
            </w:r>
          </w:p>
          <w:p w14:paraId="2EA818E3" w14:textId="541F3E7B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72DC961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8D68EF5" w14:textId="74CAE2AE" w:rsidR="00F901CB" w:rsidRPr="00D06059" w:rsidRDefault="00F901CB" w:rsidP="00F901CB">
            <w:pPr>
              <w:pStyle w:val="TableParagraph"/>
              <w:ind w:leftChars="100" w:left="200" w:rightChars="39" w:right="7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u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serIp</w:t>
            </w:r>
          </w:p>
        </w:tc>
        <w:tc>
          <w:tcPr>
            <w:tcW w:w="1134" w:type="dxa"/>
            <w:vAlign w:val="center"/>
          </w:tcPr>
          <w:p w14:paraId="3F0B6137" w14:textId="77777777" w:rsidR="00F901CB" w:rsidRDefault="00F901CB" w:rsidP="00F901CB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구매자</w:t>
            </w:r>
          </w:p>
          <w:p w14:paraId="61867661" w14:textId="4CFDC8C1" w:rsidR="00F901CB" w:rsidRPr="00D06059" w:rsidRDefault="00F901CB" w:rsidP="00F901CB">
            <w:pPr>
              <w:pStyle w:val="TableParagraph"/>
              <w:ind w:leftChars="100" w:left="200" w:rightChars="31" w:right="6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아이피</w:t>
            </w:r>
          </w:p>
        </w:tc>
        <w:tc>
          <w:tcPr>
            <w:tcW w:w="2127" w:type="dxa"/>
            <w:vAlign w:val="center"/>
          </w:tcPr>
          <w:p w14:paraId="698489FC" w14:textId="5312C105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”127.0.0.1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” or “</w:t>
            </w:r>
            <w:r w:rsidRPr="00A57A15">
              <w:rPr>
                <w:rFonts w:asciiTheme="minorHAnsi" w:eastAsiaTheme="minorHAnsi" w:hAnsiTheme="minorHAnsi"/>
                <w:sz w:val="18"/>
                <w:lang w:eastAsia="ko-KR"/>
              </w:rPr>
              <w:t>0:0:0:0:0:0:0:1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69B9395C" w14:textId="5845465C" w:rsidR="00F901CB" w:rsidRPr="00D06059" w:rsidRDefault="00F901CB" w:rsidP="00F901CB">
            <w:pPr>
              <w:pStyle w:val="TableParagraph"/>
              <w:ind w:left="103" w:right="26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유저 접속 아이피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</w:t>
            </w:r>
            <w:r w:rsidRPr="00475D64">
              <w:rPr>
                <w:rFonts w:asciiTheme="minorHAnsi" w:eastAsiaTheme="minorHAnsi" w:hAnsiTheme="minorHAnsi"/>
                <w:sz w:val="18"/>
                <w:lang w:eastAsia="ko-KR"/>
              </w:rPr>
              <w:t xml:space="preserve">IPv4, IPv6 </w:t>
            </w:r>
            <w:r w:rsidRPr="00475D64">
              <w:rPr>
                <w:rFonts w:asciiTheme="minorHAnsi" w:eastAsiaTheme="minorHAnsi" w:hAnsiTheme="minorHAnsi" w:hint="eastAsia"/>
                <w:sz w:val="18"/>
                <w:lang w:eastAsia="ko-KR"/>
              </w:rPr>
              <w:t>지원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)</w:t>
            </w:r>
          </w:p>
        </w:tc>
        <w:tc>
          <w:tcPr>
            <w:tcW w:w="567" w:type="dxa"/>
            <w:vAlign w:val="center"/>
          </w:tcPr>
          <w:p w14:paraId="311F8C83" w14:textId="1A090039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314F37C7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20</w:t>
            </w:r>
          </w:p>
          <w:p w14:paraId="16E88FAD" w14:textId="471B98BF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2915BF1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35653FC" w14:textId="5653B25C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Reserved</w:t>
            </w:r>
          </w:p>
        </w:tc>
        <w:tc>
          <w:tcPr>
            <w:tcW w:w="1134" w:type="dxa"/>
            <w:vAlign w:val="center"/>
          </w:tcPr>
          <w:p w14:paraId="41E0B267" w14:textId="02E97E0E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상점예약</w:t>
            </w:r>
          </w:p>
        </w:tc>
        <w:tc>
          <w:tcPr>
            <w:tcW w:w="2127" w:type="dxa"/>
            <w:vAlign w:val="center"/>
          </w:tcPr>
          <w:p w14:paraId="6428FAAC" w14:textId="215E1EAC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hyperlink r:id="rId10">
              <w:r w:rsidRPr="00D06059">
                <w:rPr>
                  <w:rFonts w:asciiTheme="minorHAnsi" w:eastAsiaTheme="minorHAnsi" w:hAnsiTheme="minorHAnsi"/>
                  <w:w w:val="85"/>
                  <w:sz w:val="18"/>
                  <w:szCs w:val="18"/>
                </w:rPr>
                <w:t>"</w:t>
              </w:r>
            </w:hyperlink>
          </w:p>
        </w:tc>
        <w:tc>
          <w:tcPr>
            <w:tcW w:w="2976" w:type="dxa"/>
            <w:vAlign w:val="center"/>
          </w:tcPr>
          <w:p w14:paraId="13258FD9" w14:textId="60C53C03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30C38DF" w14:textId="77777777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67D9F5B" w14:textId="77777777" w:rsidR="00F901CB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500</w:t>
            </w:r>
          </w:p>
          <w:p w14:paraId="26EE8FF7" w14:textId="2352EA14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Byte</w:t>
            </w:r>
          </w:p>
        </w:tc>
      </w:tr>
      <w:tr w:rsidR="00F901CB" w:rsidRPr="00661CB4" w14:paraId="215B5BF4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144F1E2" w14:textId="688E3BB7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goodsSpl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Amt</w:t>
            </w:r>
          </w:p>
        </w:tc>
        <w:tc>
          <w:tcPr>
            <w:tcW w:w="1134" w:type="dxa"/>
            <w:vAlign w:val="center"/>
          </w:tcPr>
          <w:p w14:paraId="3D00350E" w14:textId="4B88A6F1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공급가</w:t>
            </w:r>
          </w:p>
        </w:tc>
        <w:tc>
          <w:tcPr>
            <w:tcW w:w="2127" w:type="dxa"/>
            <w:vAlign w:val="center"/>
          </w:tcPr>
          <w:p w14:paraId="4C003EA4" w14:textId="52EF7118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7CE3DCE1" w14:textId="77777777" w:rsidR="00F901CB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406FEA47" w14:textId="4C9D8F8F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207B7153" w14:textId="59803AFB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F5BDFE6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AB7343A" w14:textId="62A9719D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2C1058F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1391BC1" w14:textId="11D2480B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goodsV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at</w:t>
            </w:r>
          </w:p>
        </w:tc>
        <w:tc>
          <w:tcPr>
            <w:tcW w:w="1134" w:type="dxa"/>
            <w:vAlign w:val="center"/>
          </w:tcPr>
          <w:p w14:paraId="46EAA284" w14:textId="64066BF0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부가세</w:t>
            </w:r>
          </w:p>
        </w:tc>
        <w:tc>
          <w:tcPr>
            <w:tcW w:w="2127" w:type="dxa"/>
            <w:vAlign w:val="center"/>
          </w:tcPr>
          <w:p w14:paraId="32696EE8" w14:textId="6B536EAF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1E6FCBDA" w14:textId="77777777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11D082AA" w14:textId="30D7840B" w:rsidR="00F901CB" w:rsidRPr="00D06059" w:rsidRDefault="00F901CB" w:rsidP="00F901CB">
            <w:pPr>
              <w:pStyle w:val="TableParagraph"/>
              <w:ind w:left="103" w:right="26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07317912" w14:textId="23C66610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72DAA5AE" w14:textId="2A1F280C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0FFE5BB1" w14:textId="4912FEA5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6070BD02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B4CB6EC" w14:textId="6BE7E796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vsAmt</w:t>
            </w:r>
          </w:p>
        </w:tc>
        <w:tc>
          <w:tcPr>
            <w:tcW w:w="1134" w:type="dxa"/>
            <w:vAlign w:val="center"/>
          </w:tcPr>
          <w:p w14:paraId="091240D2" w14:textId="5EBBBEE5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봉사료</w:t>
            </w:r>
          </w:p>
        </w:tc>
        <w:tc>
          <w:tcPr>
            <w:tcW w:w="2127" w:type="dxa"/>
            <w:vAlign w:val="center"/>
          </w:tcPr>
          <w:p w14:paraId="1C4D7DE6" w14:textId="3880E3A9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2976" w:type="dxa"/>
            <w:vAlign w:val="center"/>
          </w:tcPr>
          <w:p w14:paraId="3AA48FB5" w14:textId="77777777" w:rsidR="00F901CB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63E3B094" w14:textId="5629EA0B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567" w:type="dxa"/>
            <w:vAlign w:val="center"/>
          </w:tcPr>
          <w:p w14:paraId="30F9F74E" w14:textId="0213FAC5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1CBFEF3C" w14:textId="77777777" w:rsidR="00F901CB" w:rsidRPr="00D06059" w:rsidRDefault="00F901CB" w:rsidP="00F901CB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00914780" w14:textId="0A499C1A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F901CB" w:rsidRPr="00661CB4" w14:paraId="62DF7753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02FFEC4" w14:textId="2265A31E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lastRenderedPageBreak/>
              <w:t>channel</w:t>
            </w:r>
          </w:p>
        </w:tc>
        <w:tc>
          <w:tcPr>
            <w:tcW w:w="1134" w:type="dxa"/>
            <w:vAlign w:val="center"/>
          </w:tcPr>
          <w:p w14:paraId="3C4D82CA" w14:textId="6B8B1138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접속타입</w:t>
            </w:r>
          </w:p>
        </w:tc>
        <w:tc>
          <w:tcPr>
            <w:tcW w:w="2127" w:type="dxa"/>
            <w:vAlign w:val="center"/>
          </w:tcPr>
          <w:p w14:paraId="049F5435" w14:textId="44D302CE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“0001”</w:t>
            </w:r>
          </w:p>
        </w:tc>
        <w:tc>
          <w:tcPr>
            <w:tcW w:w="2976" w:type="dxa"/>
            <w:vAlign w:val="center"/>
          </w:tcPr>
          <w:p w14:paraId="6F6E1A0B" w14:textId="1033BA79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0001: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WEB, 0002:mobile, 0003:SMS, 0004: URL</w:t>
            </w:r>
          </w:p>
        </w:tc>
        <w:tc>
          <w:tcPr>
            <w:tcW w:w="567" w:type="dxa"/>
            <w:vAlign w:val="center"/>
          </w:tcPr>
          <w:p w14:paraId="6DE9F8F3" w14:textId="36710565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03C57A8B" w14:textId="77777777" w:rsidR="00F901CB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4</w:t>
            </w:r>
          </w:p>
          <w:p w14:paraId="44008447" w14:textId="040F9411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F901CB" w:rsidRPr="00661CB4" w14:paraId="7FCDA5F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BE9903C" w14:textId="46C47E3F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period</w:t>
            </w:r>
          </w:p>
        </w:tc>
        <w:tc>
          <w:tcPr>
            <w:tcW w:w="1134" w:type="dxa"/>
            <w:vAlign w:val="center"/>
          </w:tcPr>
          <w:p w14:paraId="5A4F3A11" w14:textId="1D813588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제공기간</w:t>
            </w:r>
          </w:p>
        </w:tc>
        <w:tc>
          <w:tcPr>
            <w:tcW w:w="2127" w:type="dxa"/>
            <w:vAlign w:val="center"/>
          </w:tcPr>
          <w:p w14:paraId="2C738A13" w14:textId="0DCA8528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“”</w:t>
            </w:r>
          </w:p>
        </w:tc>
        <w:tc>
          <w:tcPr>
            <w:tcW w:w="2976" w:type="dxa"/>
            <w:vAlign w:val="center"/>
          </w:tcPr>
          <w:p w14:paraId="6784C3F5" w14:textId="067B85FA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default:별도제공기간없음</w:t>
            </w:r>
          </w:p>
        </w:tc>
        <w:tc>
          <w:tcPr>
            <w:tcW w:w="567" w:type="dxa"/>
            <w:vAlign w:val="center"/>
          </w:tcPr>
          <w:p w14:paraId="6B5E6BA9" w14:textId="121EE1C2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59BC2990" w14:textId="77777777" w:rsidR="00F901CB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21</w:t>
            </w:r>
          </w:p>
          <w:p w14:paraId="2055348C" w14:textId="7BD56BA7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F901CB" w:rsidRPr="00661CB4" w14:paraId="1F91C1B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6708FB74" w14:textId="29497CD6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ediDate</w:t>
            </w:r>
          </w:p>
        </w:tc>
        <w:tc>
          <w:tcPr>
            <w:tcW w:w="1134" w:type="dxa"/>
            <w:vAlign w:val="center"/>
          </w:tcPr>
          <w:p w14:paraId="5EA3711F" w14:textId="1D06D019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2127" w:type="dxa"/>
            <w:vAlign w:val="center"/>
          </w:tcPr>
          <w:p w14:paraId="3F37A640" w14:textId="6FAEA7E7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“20210327121212”</w:t>
            </w:r>
          </w:p>
        </w:tc>
        <w:tc>
          <w:tcPr>
            <w:tcW w:w="2976" w:type="dxa"/>
            <w:vAlign w:val="center"/>
          </w:tcPr>
          <w:p w14:paraId="54F1C5FB" w14:textId="2EFE2415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567" w:type="dxa"/>
            <w:vAlign w:val="center"/>
          </w:tcPr>
          <w:p w14:paraId="5A451B21" w14:textId="6975BDB8" w:rsidR="00F901CB" w:rsidRPr="00D06059" w:rsidRDefault="00F901CB" w:rsidP="00F901CB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Yes</w:t>
            </w:r>
          </w:p>
        </w:tc>
        <w:tc>
          <w:tcPr>
            <w:tcW w:w="851" w:type="dxa"/>
            <w:vAlign w:val="center"/>
          </w:tcPr>
          <w:p w14:paraId="7A32EEE7" w14:textId="77777777" w:rsidR="00F901CB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14</w:t>
            </w:r>
          </w:p>
          <w:p w14:paraId="282E9EE0" w14:textId="2801C374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Byte</w:t>
            </w:r>
          </w:p>
        </w:tc>
      </w:tr>
      <w:tr w:rsidR="00F901CB" w:rsidRPr="00661CB4" w14:paraId="6AF2C5D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749FC12" w14:textId="0ECAB5A6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encData</w:t>
            </w:r>
          </w:p>
        </w:tc>
        <w:tc>
          <w:tcPr>
            <w:tcW w:w="1134" w:type="dxa"/>
            <w:vAlign w:val="center"/>
          </w:tcPr>
          <w:p w14:paraId="6C5845A2" w14:textId="26A34B87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해시String</w:t>
            </w:r>
          </w:p>
        </w:tc>
        <w:tc>
          <w:tcPr>
            <w:tcW w:w="2127" w:type="dxa"/>
            <w:vAlign w:val="center"/>
          </w:tcPr>
          <w:p w14:paraId="117444E0" w14:textId="1E02A529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[String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] “”</w:t>
            </w:r>
          </w:p>
        </w:tc>
        <w:tc>
          <w:tcPr>
            <w:tcW w:w="2976" w:type="dxa"/>
            <w:vAlign w:val="center"/>
          </w:tcPr>
          <w:p w14:paraId="348303F1" w14:textId="3FBE0EF9" w:rsidR="00F901CB" w:rsidRPr="00D06059" w:rsidRDefault="00F901CB" w:rsidP="00F901CB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Hash256 암호화</w:t>
            </w:r>
          </w:p>
        </w:tc>
        <w:tc>
          <w:tcPr>
            <w:tcW w:w="567" w:type="dxa"/>
            <w:vAlign w:val="center"/>
          </w:tcPr>
          <w:p w14:paraId="213B01BB" w14:textId="6793FA10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Y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es</w:t>
            </w:r>
          </w:p>
        </w:tc>
        <w:tc>
          <w:tcPr>
            <w:tcW w:w="851" w:type="dxa"/>
            <w:vAlign w:val="center"/>
          </w:tcPr>
          <w:p w14:paraId="6FBE19DA" w14:textId="10F66460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</w:tr>
      <w:tr w:rsidR="00F901CB" w:rsidRPr="00661CB4" w14:paraId="3E637AA0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07393293" w14:textId="7DF6E993" w:rsidR="00F901CB" w:rsidRPr="00D06059" w:rsidRDefault="00F901CB" w:rsidP="00F901CB">
            <w:pPr>
              <w:pStyle w:val="TableParagraph"/>
              <w:ind w:leftChars="100" w:left="200" w:rightChars="41" w:right="82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n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otiUrl</w:t>
            </w:r>
          </w:p>
        </w:tc>
        <w:tc>
          <w:tcPr>
            <w:tcW w:w="1134" w:type="dxa"/>
            <w:vAlign w:val="center"/>
          </w:tcPr>
          <w:p w14:paraId="3855F30A" w14:textId="33F16F3A" w:rsidR="00F901CB" w:rsidRPr="00D06059" w:rsidRDefault="00F901CB" w:rsidP="00F901CB">
            <w:pPr>
              <w:pStyle w:val="TableParagraph"/>
              <w:ind w:leftChars="100" w:left="200" w:rightChars="32" w:right="64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NOTI 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Url</w:t>
            </w:r>
          </w:p>
        </w:tc>
        <w:tc>
          <w:tcPr>
            <w:tcW w:w="2127" w:type="dxa"/>
            <w:vAlign w:val="center"/>
          </w:tcPr>
          <w:p w14:paraId="5459A4F7" w14:textId="7A644372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r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”</w:t>
            </w:r>
          </w:p>
        </w:tc>
        <w:tc>
          <w:tcPr>
            <w:tcW w:w="2976" w:type="dxa"/>
            <w:vAlign w:val="center"/>
          </w:tcPr>
          <w:p w14:paraId="0E1A8BDF" w14:textId="077999E9" w:rsidR="00F901CB" w:rsidRPr="00D06059" w:rsidRDefault="00F901CB" w:rsidP="00F901CB">
            <w:pPr>
              <w:pStyle w:val="TableParagraph"/>
              <w:ind w:left="103" w:right="51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B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ack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으로 결제완료 데이터를 받을 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URL</w:t>
            </w:r>
          </w:p>
        </w:tc>
        <w:tc>
          <w:tcPr>
            <w:tcW w:w="567" w:type="dxa"/>
            <w:vAlign w:val="center"/>
          </w:tcPr>
          <w:p w14:paraId="2B74B252" w14:textId="58627C61" w:rsidR="00F901CB" w:rsidRPr="00D06059" w:rsidRDefault="00F901CB" w:rsidP="00F901CB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36E9B221" w14:textId="3E23DFFC" w:rsidR="00F901CB" w:rsidRPr="00D06059" w:rsidRDefault="00F901CB" w:rsidP="00F901CB">
            <w:pPr>
              <w:pStyle w:val="TableParagraph"/>
              <w:ind w:left="83" w:right="80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N/A</w:t>
            </w:r>
          </w:p>
        </w:tc>
      </w:tr>
      <w:tr w:rsidR="00F901CB" w:rsidRPr="00661CB4" w14:paraId="1BB3E63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75CAACE" w14:textId="18E6C34A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charset</w:t>
            </w:r>
          </w:p>
        </w:tc>
        <w:tc>
          <w:tcPr>
            <w:tcW w:w="1134" w:type="dxa"/>
            <w:vAlign w:val="center"/>
          </w:tcPr>
          <w:p w14:paraId="79117C65" w14:textId="18D6C1F0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2127" w:type="dxa"/>
            <w:vAlign w:val="center"/>
          </w:tcPr>
          <w:p w14:paraId="2EDE2D8C" w14:textId="052F8F5C" w:rsidR="00F901CB" w:rsidRPr="00D06059" w:rsidRDefault="00F901CB" w:rsidP="00F901CB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“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”</w:t>
            </w:r>
          </w:p>
        </w:tc>
        <w:tc>
          <w:tcPr>
            <w:tcW w:w="2976" w:type="dxa"/>
            <w:vAlign w:val="center"/>
          </w:tcPr>
          <w:p w14:paraId="1C861B45" w14:textId="2DE761A1" w:rsidR="00F901CB" w:rsidRPr="00D06059" w:rsidRDefault="00F901CB" w:rsidP="00F901CB">
            <w:pPr>
              <w:pStyle w:val="TableParagraph"/>
              <w:ind w:left="103" w:right="51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567" w:type="dxa"/>
            <w:vAlign w:val="center"/>
          </w:tcPr>
          <w:p w14:paraId="5FD0DD83" w14:textId="646160B5" w:rsidR="00F901CB" w:rsidRPr="00D06059" w:rsidRDefault="00F901CB" w:rsidP="00F901CB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851" w:type="dxa"/>
            <w:vAlign w:val="center"/>
          </w:tcPr>
          <w:p w14:paraId="251816CB" w14:textId="5B45A2D9" w:rsidR="00F901CB" w:rsidRDefault="00F901CB" w:rsidP="00F901CB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6</w:t>
            </w:r>
          </w:p>
          <w:p w14:paraId="6ACED450" w14:textId="298B458C" w:rsidR="00F901CB" w:rsidRPr="00D06059" w:rsidRDefault="005F7164" w:rsidP="00F901CB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</w:t>
            </w:r>
            <w:r w:rsidR="00F901CB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yte</w:t>
            </w:r>
          </w:p>
        </w:tc>
      </w:tr>
    </w:tbl>
    <w:p w14:paraId="4AFCAC3D" w14:textId="6075F816" w:rsidR="006969A5" w:rsidRPr="00661CB4" w:rsidRDefault="006969A5" w:rsidP="0060764F">
      <w:pPr>
        <w:ind w:left="0" w:firstLine="0"/>
        <w:rPr>
          <w:rFonts w:asciiTheme="minorHAnsi" w:eastAsiaTheme="minorHAnsi" w:hAnsiTheme="minorHAnsi"/>
          <w:sz w:val="18"/>
        </w:rPr>
        <w:sectPr w:rsidR="006969A5" w:rsidRPr="00661CB4" w:rsidSect="00380A02">
          <w:headerReference w:type="default" r:id="rId11"/>
          <w:type w:val="continuous"/>
          <w:pgSz w:w="12240" w:h="15840" w:code="1"/>
          <w:pgMar w:top="1701" w:right="1440" w:bottom="1440" w:left="1440" w:header="480" w:footer="597" w:gutter="0"/>
          <w:pgNumType w:start="22"/>
          <w:cols w:space="720"/>
          <w:docGrid w:linePitch="272"/>
        </w:sectPr>
      </w:pPr>
    </w:p>
    <w:p w14:paraId="0C5062C3" w14:textId="0609A9C6" w:rsidR="006969A5" w:rsidRDefault="006969A5" w:rsidP="0060764F">
      <w:pPr>
        <w:pStyle w:val="af"/>
        <w:spacing w:before="4"/>
        <w:rPr>
          <w:rFonts w:asciiTheme="minorHAnsi" w:eastAsiaTheme="minorHAnsi" w:hAnsiTheme="minorHAnsi"/>
          <w:sz w:val="11"/>
          <w:lang w:eastAsia="ko-KR"/>
        </w:rPr>
      </w:pPr>
    </w:p>
    <w:p w14:paraId="562E5D03" w14:textId="57C80A98" w:rsidR="00731894" w:rsidRDefault="00731894" w:rsidP="0060764F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304B4C5A" w14:textId="53BCD815" w:rsidR="00587741" w:rsidRDefault="00587741" w:rsidP="0060764F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0EBA9119" w14:textId="24745378" w:rsidR="00587741" w:rsidRDefault="00587741" w:rsidP="0060764F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1DB2DA6B" w14:textId="3C55B825" w:rsidR="00B322B7" w:rsidRDefault="00B322B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 w:cs="Noto Sans CJK JP Black"/>
          <w:b/>
          <w:bCs/>
          <w:color w:val="FF0000"/>
          <w:sz w:val="22"/>
          <w:szCs w:val="22"/>
        </w:rPr>
      </w:pPr>
      <w:r>
        <w:rPr>
          <w:rFonts w:asciiTheme="minorHAnsi" w:eastAsiaTheme="minorHAnsi" w:hAnsiTheme="minorHAnsi"/>
          <w:b/>
          <w:bCs/>
          <w:color w:val="FF0000"/>
          <w:sz w:val="22"/>
          <w:szCs w:val="22"/>
        </w:rPr>
        <w:br w:type="page"/>
      </w:r>
    </w:p>
    <w:p w14:paraId="2C70E860" w14:textId="77777777" w:rsidR="00B322B7" w:rsidRPr="00661CB4" w:rsidRDefault="00B322B7" w:rsidP="00B322B7">
      <w:pPr>
        <w:ind w:leftChars="210" w:left="1140"/>
      </w:pPr>
      <w:r w:rsidRPr="00661CB4">
        <w:rPr>
          <w:rFonts w:hint="eastAsia"/>
        </w:rPr>
        <w:lastRenderedPageBreak/>
        <w:t>3.1.2</w:t>
      </w:r>
      <w:r w:rsidRPr="00661CB4">
        <w:rPr>
          <w:rFonts w:hint="eastAsia"/>
        </w:rPr>
        <w:tab/>
      </w:r>
      <w:r w:rsidRPr="00661CB4">
        <w:rPr>
          <w:rFonts w:hint="eastAsia"/>
        </w:rPr>
        <w:t>인증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결과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수신</w:t>
      </w:r>
    </w:p>
    <w:p w14:paraId="028F8744" w14:textId="77777777" w:rsidR="00B322B7" w:rsidRDefault="00B322B7" w:rsidP="00B322B7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•결제창을 통해 인증이 완료되면 결과를 가맹점으로 전달 합니다. 인증 결과 데이터 필드는 아래와 같습니다.</w:t>
      </w:r>
    </w:p>
    <w:p w14:paraId="5744EDC1" w14:textId="77777777" w:rsidR="00B322B7" w:rsidRPr="003A6230" w:rsidRDefault="00B322B7" w:rsidP="00B322B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709"/>
        <w:gridCol w:w="3402"/>
        <w:gridCol w:w="1701"/>
      </w:tblGrid>
      <w:tr w:rsidR="00B322B7" w14:paraId="6F24A6F4" w14:textId="77777777" w:rsidTr="003604ED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0A61EBD9" w14:textId="77777777" w:rsidR="00B322B7" w:rsidRPr="00BF41B6" w:rsidRDefault="00B322B7" w:rsidP="003604ED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9A18912" w14:textId="77777777" w:rsidR="00B322B7" w:rsidRPr="00BF41B6" w:rsidRDefault="00B322B7" w:rsidP="003604ED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75145BF1" w14:textId="77777777" w:rsidR="00B322B7" w:rsidRPr="00BF41B6" w:rsidRDefault="00B322B7" w:rsidP="003604ED">
            <w:pPr>
              <w:pStyle w:val="TableParagraph"/>
              <w:spacing w:line="312" w:lineRule="exact"/>
              <w:ind w:rightChars="58" w:right="116" w:firstLine="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Data Type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91815AD" w14:textId="77777777" w:rsidR="00B322B7" w:rsidRPr="00BF41B6" w:rsidRDefault="00B322B7" w:rsidP="003604ED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C0461B2" w14:textId="77777777" w:rsidR="00B322B7" w:rsidRPr="00BF41B6" w:rsidRDefault="00B322B7" w:rsidP="003604ED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B322B7" w14:paraId="210C41B9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6C25CECE" w14:textId="77777777" w:rsidR="00B322B7" w:rsidRPr="00BF41B6" w:rsidRDefault="00B322B7" w:rsidP="003604ED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0842E5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resultCode</w:t>
            </w:r>
          </w:p>
        </w:tc>
        <w:tc>
          <w:tcPr>
            <w:tcW w:w="1843" w:type="dxa"/>
            <w:vAlign w:val="center"/>
          </w:tcPr>
          <w:p w14:paraId="017BB1E5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결과코드</w:t>
            </w:r>
          </w:p>
        </w:tc>
        <w:tc>
          <w:tcPr>
            <w:tcW w:w="709" w:type="dxa"/>
            <w:vAlign w:val="center"/>
          </w:tcPr>
          <w:p w14:paraId="016457D1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01899432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>[0000 : 정상, 기타 : 실패]</w:t>
            </w:r>
          </w:p>
        </w:tc>
        <w:tc>
          <w:tcPr>
            <w:tcW w:w="1701" w:type="dxa"/>
            <w:vAlign w:val="center"/>
          </w:tcPr>
          <w:p w14:paraId="1606E1AC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4</w:t>
            </w: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Byte</w:t>
            </w:r>
          </w:p>
        </w:tc>
      </w:tr>
      <w:tr w:rsidR="00B322B7" w14:paraId="2C417ED1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6E421AF8" w14:textId="77777777" w:rsidR="00B322B7" w:rsidRPr="00BF41B6" w:rsidRDefault="00B322B7" w:rsidP="003604ED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0842E5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resultMsg</w:t>
            </w:r>
          </w:p>
        </w:tc>
        <w:tc>
          <w:tcPr>
            <w:tcW w:w="1843" w:type="dxa"/>
            <w:vAlign w:val="center"/>
          </w:tcPr>
          <w:p w14:paraId="79119A6B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결과메세지</w:t>
            </w:r>
          </w:p>
        </w:tc>
        <w:tc>
          <w:tcPr>
            <w:tcW w:w="709" w:type="dxa"/>
            <w:vAlign w:val="center"/>
          </w:tcPr>
          <w:p w14:paraId="335E04AA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38E5C919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성공시 : OK, 실패시 : 기타 오류 메시지</w:t>
            </w:r>
          </w:p>
        </w:tc>
        <w:tc>
          <w:tcPr>
            <w:tcW w:w="1701" w:type="dxa"/>
            <w:vAlign w:val="center"/>
          </w:tcPr>
          <w:p w14:paraId="626087AA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100 Byte</w:t>
            </w:r>
          </w:p>
        </w:tc>
      </w:tr>
      <w:tr w:rsidR="00B322B7" w14:paraId="696C3779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67AAEDA4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843" w:type="dxa"/>
            <w:vAlign w:val="center"/>
          </w:tcPr>
          <w:p w14:paraId="236BA4FD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지불수단</w:t>
            </w:r>
          </w:p>
        </w:tc>
        <w:tc>
          <w:tcPr>
            <w:tcW w:w="709" w:type="dxa"/>
            <w:vAlign w:val="center"/>
          </w:tcPr>
          <w:p w14:paraId="73A553C6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288BD947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방법</w:t>
            </w:r>
          </w:p>
        </w:tc>
        <w:tc>
          <w:tcPr>
            <w:tcW w:w="1701" w:type="dxa"/>
            <w:vAlign w:val="center"/>
          </w:tcPr>
          <w:p w14:paraId="181B467F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 Byte</w:t>
            </w:r>
          </w:p>
        </w:tc>
      </w:tr>
      <w:tr w:rsidR="00B322B7" w14:paraId="0C60E54D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779905C7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843" w:type="dxa"/>
            <w:vAlign w:val="center"/>
          </w:tcPr>
          <w:p w14:paraId="447FA7EB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709" w:type="dxa"/>
            <w:vAlign w:val="center"/>
          </w:tcPr>
          <w:p w14:paraId="7059A953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3AC1D5E1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3936F4FA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B322B7" w14:paraId="60435D16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7C498393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ediDate</w:t>
            </w:r>
          </w:p>
        </w:tc>
        <w:tc>
          <w:tcPr>
            <w:tcW w:w="1843" w:type="dxa"/>
            <w:vAlign w:val="center"/>
          </w:tcPr>
          <w:p w14:paraId="2B499EFB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709" w:type="dxa"/>
            <w:vAlign w:val="center"/>
          </w:tcPr>
          <w:p w14:paraId="4264D155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30BF9507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1701" w:type="dxa"/>
            <w:vAlign w:val="center"/>
          </w:tcPr>
          <w:p w14:paraId="40C4FDA4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14 Byte</w:t>
            </w:r>
          </w:p>
        </w:tc>
      </w:tr>
      <w:tr w:rsidR="00B322B7" w14:paraId="3C6B3671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1356ED09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mid</w:t>
            </w:r>
          </w:p>
        </w:tc>
        <w:tc>
          <w:tcPr>
            <w:tcW w:w="1843" w:type="dxa"/>
            <w:vAlign w:val="center"/>
          </w:tcPr>
          <w:p w14:paraId="08D03629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상점 아이디</w:t>
            </w:r>
          </w:p>
        </w:tc>
        <w:tc>
          <w:tcPr>
            <w:tcW w:w="709" w:type="dxa"/>
            <w:vAlign w:val="center"/>
          </w:tcPr>
          <w:p w14:paraId="36BA65BD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27DDC8E5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상점 아이피</w:t>
            </w:r>
          </w:p>
        </w:tc>
        <w:tc>
          <w:tcPr>
            <w:tcW w:w="1701" w:type="dxa"/>
            <w:vAlign w:val="center"/>
          </w:tcPr>
          <w:p w14:paraId="0270CCBE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  <w:tr w:rsidR="00B322B7" w14:paraId="6C41184E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362D9CBD" w14:textId="77777777" w:rsidR="00B322B7" w:rsidRPr="00BF41B6" w:rsidRDefault="00B322B7" w:rsidP="003604ED">
            <w:pPr>
              <w:pStyle w:val="TableParagraph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goodsAmt</w:t>
            </w:r>
          </w:p>
        </w:tc>
        <w:tc>
          <w:tcPr>
            <w:tcW w:w="1843" w:type="dxa"/>
            <w:vAlign w:val="center"/>
          </w:tcPr>
          <w:p w14:paraId="0EE2C46C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거래금액</w:t>
            </w:r>
          </w:p>
        </w:tc>
        <w:tc>
          <w:tcPr>
            <w:tcW w:w="709" w:type="dxa"/>
            <w:vAlign w:val="center"/>
          </w:tcPr>
          <w:p w14:paraId="2C961AD5" w14:textId="77777777" w:rsidR="00B322B7" w:rsidRPr="00BF41B6" w:rsidRDefault="00B322B7" w:rsidP="003604ED">
            <w:pPr>
              <w:pStyle w:val="TableParagraph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15902EAE" w14:textId="77777777" w:rsidR="00B322B7" w:rsidRPr="00BF41B6" w:rsidRDefault="00B322B7" w:rsidP="003604ED">
            <w:pPr>
              <w:pStyle w:val="TableParagraph"/>
              <w:spacing w:line="310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금액</w:t>
            </w:r>
          </w:p>
        </w:tc>
        <w:tc>
          <w:tcPr>
            <w:tcW w:w="1701" w:type="dxa"/>
            <w:vAlign w:val="center"/>
          </w:tcPr>
          <w:p w14:paraId="575B7FC2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15 Byte</w:t>
            </w:r>
          </w:p>
        </w:tc>
      </w:tr>
      <w:tr w:rsidR="00B322B7" w14:paraId="5AB0186D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184E5895" w14:textId="77777777" w:rsidR="00B322B7" w:rsidRPr="00BF41B6" w:rsidRDefault="00B322B7" w:rsidP="003604ED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mbsReserved</w:t>
            </w:r>
          </w:p>
        </w:tc>
        <w:tc>
          <w:tcPr>
            <w:tcW w:w="1843" w:type="dxa"/>
            <w:vAlign w:val="center"/>
          </w:tcPr>
          <w:p w14:paraId="10A90381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0842E5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상점 예약필드</w:t>
            </w:r>
          </w:p>
        </w:tc>
        <w:tc>
          <w:tcPr>
            <w:tcW w:w="709" w:type="dxa"/>
            <w:vAlign w:val="center"/>
          </w:tcPr>
          <w:p w14:paraId="3EF82842" w14:textId="77777777" w:rsidR="00B322B7" w:rsidRPr="00BF41B6" w:rsidRDefault="00B322B7" w:rsidP="003604ED">
            <w:pPr>
              <w:pStyle w:val="TableParagraph"/>
              <w:spacing w:line="368" w:lineRule="exact"/>
              <w:ind w:left="107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512D2EE3" w14:textId="77777777" w:rsidR="00B322B7" w:rsidRPr="00BF41B6" w:rsidRDefault="00B322B7" w:rsidP="003604ED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</w:p>
        </w:tc>
        <w:tc>
          <w:tcPr>
            <w:tcW w:w="1701" w:type="dxa"/>
            <w:vAlign w:val="center"/>
          </w:tcPr>
          <w:p w14:paraId="4D6C9C2C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255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 xml:space="preserve"> Byte</w:t>
            </w:r>
          </w:p>
        </w:tc>
      </w:tr>
      <w:tr w:rsidR="00B322B7" w14:paraId="240A56BB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30A602A3" w14:textId="77777777" w:rsidR="00B322B7" w:rsidRPr="00BF41B6" w:rsidRDefault="00B322B7" w:rsidP="003604ED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signData</w:t>
            </w:r>
          </w:p>
        </w:tc>
        <w:tc>
          <w:tcPr>
            <w:tcW w:w="1843" w:type="dxa"/>
            <w:vAlign w:val="center"/>
          </w:tcPr>
          <w:p w14:paraId="6BBFF669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암호화데이터</w:t>
            </w:r>
          </w:p>
        </w:tc>
        <w:tc>
          <w:tcPr>
            <w:tcW w:w="709" w:type="dxa"/>
            <w:vAlign w:val="center"/>
          </w:tcPr>
          <w:p w14:paraId="3E5D1A1F" w14:textId="77777777" w:rsidR="00B322B7" w:rsidRPr="00BF41B6" w:rsidRDefault="00B322B7" w:rsidP="003604ED">
            <w:pPr>
              <w:pStyle w:val="TableParagraph"/>
              <w:spacing w:line="368" w:lineRule="exact"/>
              <w:ind w:left="107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14BFFA65" w14:textId="77777777" w:rsidR="00B322B7" w:rsidRPr="00BF41B6" w:rsidRDefault="00B322B7" w:rsidP="003604ED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 정보 암호화 데이터</w:t>
            </w:r>
          </w:p>
        </w:tc>
        <w:tc>
          <w:tcPr>
            <w:tcW w:w="1701" w:type="dxa"/>
            <w:vAlign w:val="center"/>
          </w:tcPr>
          <w:p w14:paraId="23F5B415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</w:p>
        </w:tc>
      </w:tr>
    </w:tbl>
    <w:p w14:paraId="3BAE1A40" w14:textId="77777777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2131ECAF" w14:textId="55D0EEE1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4B690EFF" w14:textId="77777777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1351AA7A" w14:textId="77777777" w:rsidR="00B322B7" w:rsidRPr="00661CB4" w:rsidRDefault="00B322B7" w:rsidP="00B322B7">
      <w:pPr>
        <w:ind w:leftChars="210" w:left="1140"/>
      </w:pPr>
      <w:r w:rsidRPr="00661CB4">
        <w:rPr>
          <w:rFonts w:hint="eastAsia"/>
        </w:rPr>
        <w:t>3.1.</w:t>
      </w:r>
      <w:r>
        <w:t>3</w:t>
      </w:r>
      <w:r w:rsidRPr="00661CB4">
        <w:rPr>
          <w:rFonts w:hint="eastAsia"/>
        </w:rPr>
        <w:tab/>
      </w:r>
      <w:r>
        <w:rPr>
          <w:rFonts w:hint="eastAsia"/>
        </w:rPr>
        <w:t>승인</w:t>
      </w:r>
      <w:r>
        <w:rPr>
          <w:rFonts w:hint="eastAsia"/>
        </w:rPr>
        <w:t xml:space="preserve"> </w:t>
      </w:r>
      <w:r>
        <w:rPr>
          <w:rFonts w:hint="eastAsia"/>
        </w:rPr>
        <w:t>요청</w:t>
      </w:r>
    </w:p>
    <w:p w14:paraId="3F05C6F0" w14:textId="77777777" w:rsidR="00B322B7" w:rsidRDefault="00B322B7" w:rsidP="00B322B7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•결제창을 통해 </w:t>
      </w:r>
      <w:r>
        <w:rPr>
          <w:rFonts w:asciiTheme="minorHAnsi" w:eastAsiaTheme="minorHAnsi" w:hAnsiTheme="minorHAnsi" w:hint="eastAsia"/>
        </w:rPr>
        <w:t xml:space="preserve">받은 </w:t>
      </w:r>
      <w:r w:rsidRPr="00661CB4">
        <w:rPr>
          <w:rFonts w:asciiTheme="minorHAnsi" w:eastAsiaTheme="minorHAnsi" w:hAnsiTheme="minorHAnsi" w:hint="eastAsia"/>
        </w:rPr>
        <w:t>인증 결과</w:t>
      </w:r>
      <w:r>
        <w:rPr>
          <w:rFonts w:asciiTheme="minorHAnsi" w:eastAsiaTheme="minorHAnsi" w:hAnsiTheme="minorHAnsi" w:hint="eastAsia"/>
        </w:rPr>
        <w:t>로 승인 요청을 보냅니다.</w:t>
      </w:r>
      <w:r w:rsidRPr="00661CB4">
        <w:rPr>
          <w:rFonts w:asciiTheme="minorHAnsi" w:eastAsiaTheme="minorHAnsi" w:hAnsiTheme="minorHAnsi" w:hint="eastAsia"/>
        </w:rPr>
        <w:t xml:space="preserve">  </w:t>
      </w:r>
      <w:r>
        <w:rPr>
          <w:rFonts w:asciiTheme="minorHAnsi" w:eastAsiaTheme="minorHAnsi" w:hAnsiTheme="minorHAnsi" w:hint="eastAsia"/>
        </w:rPr>
        <w:t>승인 요청</w:t>
      </w:r>
      <w:r w:rsidRPr="00661CB4">
        <w:rPr>
          <w:rFonts w:asciiTheme="minorHAnsi" w:eastAsiaTheme="minorHAnsi" w:hAnsiTheme="minorHAnsi" w:hint="eastAsia"/>
        </w:rPr>
        <w:t xml:space="preserve"> 데이터 필드는 아래와 같습니다.</w:t>
      </w:r>
    </w:p>
    <w:p w14:paraId="5BADBD01" w14:textId="77777777" w:rsidR="00B322B7" w:rsidRPr="003A6230" w:rsidRDefault="00B322B7" w:rsidP="00B322B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>
        <w:rPr>
          <w:rFonts w:asciiTheme="minorHAnsi" w:eastAsiaTheme="minorHAnsi" w:hAnsiTheme="minorHAnsi" w:hint="eastAsia"/>
          <w:lang w:eastAsia="ko-KR"/>
        </w:rPr>
        <w:t>승인</w:t>
      </w:r>
      <w:r w:rsidRPr="00661CB4">
        <w:rPr>
          <w:rFonts w:asciiTheme="minorHAnsi" w:eastAsiaTheme="minorHAnsi" w:hAnsiTheme="minorHAnsi"/>
          <w:lang w:eastAsia="ko-KR"/>
        </w:rPr>
        <w:t xml:space="preserve"> </w:t>
      </w:r>
      <w:r>
        <w:rPr>
          <w:rFonts w:asciiTheme="minorHAnsi" w:eastAsiaTheme="minorHAnsi" w:hAnsiTheme="minorHAnsi" w:hint="eastAsia"/>
          <w:lang w:eastAsia="ko-KR"/>
        </w:rPr>
        <w:t>요청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</w:p>
    <w:tbl>
      <w:tblPr>
        <w:tblStyle w:val="TableNormal"/>
        <w:tblW w:w="935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709"/>
        <w:gridCol w:w="3402"/>
        <w:gridCol w:w="1701"/>
      </w:tblGrid>
      <w:tr w:rsidR="00F901CB" w14:paraId="520B07C5" w14:textId="77777777" w:rsidTr="005F7164">
        <w:trPr>
          <w:trHeight w:val="20"/>
        </w:trPr>
        <w:tc>
          <w:tcPr>
            <w:tcW w:w="9356" w:type="dxa"/>
            <w:gridSpan w:val="5"/>
            <w:shd w:val="clear" w:color="auto" w:fill="D9D9D9"/>
            <w:vAlign w:val="center"/>
          </w:tcPr>
          <w:p w14:paraId="2F346BA2" w14:textId="285D4529" w:rsidR="00F901CB" w:rsidRDefault="00F901CB" w:rsidP="00F901CB">
            <w:pPr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URL : https://</w:t>
            </w:r>
            <w:r w:rsidR="00E22CEB">
              <w:rPr>
                <w:rFonts w:ascii="맑은 고딕" w:eastAsia="맑은 고딕" w:hAnsi="맑은 고딕" w:hint="eastAsia"/>
                <w:lang w:eastAsia="ko-KR"/>
              </w:rPr>
              <w:t>api.</w:t>
            </w:r>
            <w:r w:rsidR="00847E31">
              <w:rPr>
                <w:rFonts w:ascii="맑은 고딕" w:eastAsia="맑은 고딕" w:hAnsi="맑은 고딕"/>
                <w:lang w:eastAsia="ko-KR"/>
              </w:rPr>
              <w:t>fintree.kr</w:t>
            </w:r>
            <w:r>
              <w:rPr>
                <w:rFonts w:ascii="맑은 고딕" w:eastAsia="맑은 고딕" w:hAnsi="맑은 고딕" w:hint="eastAsia"/>
                <w:lang w:eastAsia="ko-KR"/>
              </w:rPr>
              <w:t>/payment.do</w:t>
            </w:r>
          </w:p>
          <w:p w14:paraId="39CB9474" w14:textId="0A7E6D51" w:rsidR="00F901CB" w:rsidRPr="00BF41B6" w:rsidRDefault="00F901CB" w:rsidP="00F901CB">
            <w:pPr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0D518A">
              <w:rPr>
                <w:rFonts w:ascii="맑은 고딕" w:eastAsia="맑은 고딕" w:hAnsi="맑은 고딕"/>
              </w:rPr>
              <w:t>HTTPS</w:t>
            </w:r>
            <w:r w:rsidRPr="00B90816">
              <w:rPr>
                <w:rFonts w:ascii="맑은 고딕" w:eastAsia="맑은 고딕" w:hAnsi="맑은 고딕"/>
              </w:rPr>
              <w:t xml:space="preserve"> POST content-type : application/x-www-form-urlencoded;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9135AA">
              <w:rPr>
                <w:rStyle w:val="pl-s"/>
                <w:rFonts w:ascii="맑은 고딕" w:eastAsia="맑은 고딕" w:hAnsi="맑은 고딕"/>
                <w:color w:val="000000"/>
                <w:szCs w:val="20"/>
              </w:rPr>
              <w:t>charset=utf-8</w:t>
            </w:r>
          </w:p>
        </w:tc>
      </w:tr>
      <w:tr w:rsidR="00B322B7" w14:paraId="22731BC3" w14:textId="77777777" w:rsidTr="003604ED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3338A4B5" w14:textId="77777777" w:rsidR="00B322B7" w:rsidRPr="00BF41B6" w:rsidRDefault="00B322B7" w:rsidP="003604ED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1F138953" w14:textId="77777777" w:rsidR="00B322B7" w:rsidRPr="00BF41B6" w:rsidRDefault="00B322B7" w:rsidP="003604ED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B87F943" w14:textId="77777777" w:rsidR="00B322B7" w:rsidRPr="00BF41B6" w:rsidRDefault="00B322B7" w:rsidP="003604ED">
            <w:pPr>
              <w:pStyle w:val="TableParagraph"/>
              <w:spacing w:line="312" w:lineRule="exact"/>
              <w:ind w:rightChars="58" w:right="116" w:firstLine="2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Data Type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3A725D73" w14:textId="77777777" w:rsidR="00B322B7" w:rsidRPr="00BF41B6" w:rsidRDefault="00B322B7" w:rsidP="003604ED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077E403" w14:textId="77777777" w:rsidR="00B322B7" w:rsidRPr="00BF41B6" w:rsidRDefault="00B322B7" w:rsidP="003604ED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B322B7" w14:paraId="2AE0D4D5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34FCC50F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843" w:type="dxa"/>
            <w:vAlign w:val="center"/>
          </w:tcPr>
          <w:p w14:paraId="60209349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709" w:type="dxa"/>
            <w:vAlign w:val="center"/>
          </w:tcPr>
          <w:p w14:paraId="5CBF3242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2DF7E68B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1A5430CC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B322B7" w14:paraId="39500E32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0E51B73D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ediDate</w:t>
            </w:r>
          </w:p>
        </w:tc>
        <w:tc>
          <w:tcPr>
            <w:tcW w:w="1843" w:type="dxa"/>
            <w:vAlign w:val="center"/>
          </w:tcPr>
          <w:p w14:paraId="6FEF5A0D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709" w:type="dxa"/>
            <w:vAlign w:val="center"/>
          </w:tcPr>
          <w:p w14:paraId="4C5E9C15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6496B91A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1701" w:type="dxa"/>
            <w:vAlign w:val="center"/>
          </w:tcPr>
          <w:p w14:paraId="054814BB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14 Byte</w:t>
            </w:r>
          </w:p>
        </w:tc>
      </w:tr>
      <w:tr w:rsidR="00B322B7" w14:paraId="483D3A19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4F3D59D9" w14:textId="77777777" w:rsidR="00B322B7" w:rsidRPr="00BF41B6" w:rsidRDefault="00B322B7" w:rsidP="003604ED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mid</w:t>
            </w:r>
          </w:p>
        </w:tc>
        <w:tc>
          <w:tcPr>
            <w:tcW w:w="1843" w:type="dxa"/>
            <w:vAlign w:val="center"/>
          </w:tcPr>
          <w:p w14:paraId="7FACB0D2" w14:textId="77777777" w:rsidR="00B322B7" w:rsidRPr="00BF41B6" w:rsidRDefault="00B322B7" w:rsidP="003604ED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상점 아이디</w:t>
            </w:r>
          </w:p>
        </w:tc>
        <w:tc>
          <w:tcPr>
            <w:tcW w:w="709" w:type="dxa"/>
            <w:vAlign w:val="center"/>
          </w:tcPr>
          <w:p w14:paraId="1F086413" w14:textId="77777777" w:rsidR="00B322B7" w:rsidRPr="00BF41B6" w:rsidRDefault="00B322B7" w:rsidP="003604ED">
            <w:pPr>
              <w:pStyle w:val="TableParagraph"/>
              <w:spacing w:line="366" w:lineRule="exact"/>
              <w:ind w:left="112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1FF3E314" w14:textId="77777777" w:rsidR="00B322B7" w:rsidRPr="00BF41B6" w:rsidRDefault="00B322B7" w:rsidP="003604ED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상점 아이피</w:t>
            </w:r>
          </w:p>
        </w:tc>
        <w:tc>
          <w:tcPr>
            <w:tcW w:w="1701" w:type="dxa"/>
            <w:vAlign w:val="center"/>
          </w:tcPr>
          <w:p w14:paraId="6A5B3641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  <w:tr w:rsidR="00B322B7" w14:paraId="7CD25A59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6FEAACCB" w14:textId="77777777" w:rsidR="00B322B7" w:rsidRPr="00BF41B6" w:rsidRDefault="00B322B7" w:rsidP="003604ED">
            <w:pPr>
              <w:pStyle w:val="TableParagraph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goodsAmt</w:t>
            </w:r>
          </w:p>
        </w:tc>
        <w:tc>
          <w:tcPr>
            <w:tcW w:w="1843" w:type="dxa"/>
            <w:vAlign w:val="center"/>
          </w:tcPr>
          <w:p w14:paraId="18F3CE2D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거래금액</w:t>
            </w:r>
          </w:p>
        </w:tc>
        <w:tc>
          <w:tcPr>
            <w:tcW w:w="709" w:type="dxa"/>
            <w:vAlign w:val="center"/>
          </w:tcPr>
          <w:p w14:paraId="5C395383" w14:textId="77777777" w:rsidR="00B322B7" w:rsidRPr="00BF41B6" w:rsidRDefault="00B322B7" w:rsidP="003604ED">
            <w:pPr>
              <w:pStyle w:val="TableParagraph"/>
              <w:ind w:left="11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String</w:t>
            </w:r>
          </w:p>
        </w:tc>
        <w:tc>
          <w:tcPr>
            <w:tcW w:w="3402" w:type="dxa"/>
            <w:vAlign w:val="center"/>
          </w:tcPr>
          <w:p w14:paraId="1E45A727" w14:textId="77777777" w:rsidR="00B322B7" w:rsidRPr="00BF41B6" w:rsidRDefault="00B322B7" w:rsidP="003604ED">
            <w:pPr>
              <w:pStyle w:val="TableParagraph"/>
              <w:spacing w:line="310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금액</w:t>
            </w:r>
          </w:p>
        </w:tc>
        <w:tc>
          <w:tcPr>
            <w:tcW w:w="1701" w:type="dxa"/>
            <w:vAlign w:val="center"/>
          </w:tcPr>
          <w:p w14:paraId="712A3F7C" w14:textId="77777777" w:rsidR="00B322B7" w:rsidRPr="00BF41B6" w:rsidRDefault="00B322B7" w:rsidP="003604ED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15 Byte</w:t>
            </w:r>
          </w:p>
        </w:tc>
      </w:tr>
      <w:tr w:rsidR="00B322B7" w14:paraId="089E203D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2CE11486" w14:textId="77777777" w:rsidR="00B322B7" w:rsidRPr="00BF41B6" w:rsidRDefault="00B322B7" w:rsidP="003604ED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charSet</w:t>
            </w:r>
          </w:p>
        </w:tc>
        <w:tc>
          <w:tcPr>
            <w:tcW w:w="1843" w:type="dxa"/>
            <w:vAlign w:val="center"/>
          </w:tcPr>
          <w:p w14:paraId="51DD2CD3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인코딩 방식</w:t>
            </w:r>
          </w:p>
        </w:tc>
        <w:tc>
          <w:tcPr>
            <w:tcW w:w="709" w:type="dxa"/>
            <w:vAlign w:val="center"/>
          </w:tcPr>
          <w:p w14:paraId="2D0D73D2" w14:textId="77777777" w:rsidR="00B322B7" w:rsidRPr="00BF41B6" w:rsidRDefault="00B322B7" w:rsidP="003604ED">
            <w:pPr>
              <w:pStyle w:val="TableParagraph"/>
              <w:spacing w:line="368" w:lineRule="exact"/>
              <w:ind w:left="107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7820F89B" w14:textId="77777777" w:rsidR="00B322B7" w:rsidRPr="00BF41B6" w:rsidRDefault="00B322B7" w:rsidP="003604ED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</w:p>
        </w:tc>
        <w:tc>
          <w:tcPr>
            <w:tcW w:w="1701" w:type="dxa"/>
            <w:vAlign w:val="center"/>
          </w:tcPr>
          <w:p w14:paraId="23EE50CA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</w:p>
        </w:tc>
      </w:tr>
      <w:tr w:rsidR="00EA2185" w14:paraId="588BDB03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0B87D389" w14:textId="3037C67A" w:rsidR="00EA2185" w:rsidRPr="000842E5" w:rsidRDefault="00EA2185" w:rsidP="003604ED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ncData</w:t>
            </w:r>
          </w:p>
        </w:tc>
        <w:tc>
          <w:tcPr>
            <w:tcW w:w="1843" w:type="dxa"/>
            <w:vAlign w:val="center"/>
          </w:tcPr>
          <w:p w14:paraId="74CAE098" w14:textId="4376EF9E" w:rsidR="00EA2185" w:rsidRDefault="00EA2185" w:rsidP="003604ED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H</w:t>
            </w:r>
            <w:r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  <w:t xml:space="preserve">ash </w:t>
            </w: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데이터</w:t>
            </w:r>
          </w:p>
        </w:tc>
        <w:tc>
          <w:tcPr>
            <w:tcW w:w="709" w:type="dxa"/>
            <w:vAlign w:val="center"/>
          </w:tcPr>
          <w:p w14:paraId="26171F68" w14:textId="53E34366" w:rsidR="00EA2185" w:rsidRPr="00BF41B6" w:rsidRDefault="00EA2185" w:rsidP="003604ED">
            <w:pPr>
              <w:pStyle w:val="TableParagraph"/>
              <w:spacing w:line="368" w:lineRule="exact"/>
              <w:ind w:left="107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tring</w:t>
            </w:r>
          </w:p>
        </w:tc>
        <w:tc>
          <w:tcPr>
            <w:tcW w:w="3402" w:type="dxa"/>
            <w:vAlign w:val="center"/>
          </w:tcPr>
          <w:p w14:paraId="601C99BE" w14:textId="3449B871" w:rsidR="00EA2185" w:rsidRPr="00BF41B6" w:rsidRDefault="00EA2185" w:rsidP="003604ED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Hash256 암호화</w:t>
            </w:r>
          </w:p>
        </w:tc>
        <w:tc>
          <w:tcPr>
            <w:tcW w:w="1701" w:type="dxa"/>
            <w:vAlign w:val="center"/>
          </w:tcPr>
          <w:p w14:paraId="4442FA5F" w14:textId="77777777" w:rsidR="00EA2185" w:rsidRPr="00BF41B6" w:rsidRDefault="00EA2185" w:rsidP="003604ED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</w:p>
        </w:tc>
      </w:tr>
      <w:tr w:rsidR="00B322B7" w14:paraId="560AD612" w14:textId="77777777" w:rsidTr="003604ED">
        <w:trPr>
          <w:trHeight w:val="20"/>
        </w:trPr>
        <w:tc>
          <w:tcPr>
            <w:tcW w:w="1701" w:type="dxa"/>
            <w:vAlign w:val="center"/>
          </w:tcPr>
          <w:p w14:paraId="3547893F" w14:textId="77777777" w:rsidR="00B322B7" w:rsidRPr="00BF41B6" w:rsidRDefault="00B322B7" w:rsidP="003604ED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0842E5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signData</w:t>
            </w:r>
          </w:p>
        </w:tc>
        <w:tc>
          <w:tcPr>
            <w:tcW w:w="1843" w:type="dxa"/>
            <w:vAlign w:val="center"/>
          </w:tcPr>
          <w:p w14:paraId="1468FB80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암호화데이터</w:t>
            </w:r>
          </w:p>
        </w:tc>
        <w:tc>
          <w:tcPr>
            <w:tcW w:w="709" w:type="dxa"/>
            <w:vAlign w:val="center"/>
          </w:tcPr>
          <w:p w14:paraId="1A85072A" w14:textId="77777777" w:rsidR="00B322B7" w:rsidRPr="00BF41B6" w:rsidRDefault="00B322B7" w:rsidP="003604ED">
            <w:pPr>
              <w:pStyle w:val="TableParagraph"/>
              <w:spacing w:line="368" w:lineRule="exact"/>
              <w:ind w:left="107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String</w:t>
            </w:r>
          </w:p>
        </w:tc>
        <w:tc>
          <w:tcPr>
            <w:tcW w:w="3402" w:type="dxa"/>
            <w:vAlign w:val="center"/>
          </w:tcPr>
          <w:p w14:paraId="7C70896E" w14:textId="77777777" w:rsidR="00B322B7" w:rsidRPr="00BF41B6" w:rsidRDefault="00B322B7" w:rsidP="003604ED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 정보 암호화 데이터</w:t>
            </w:r>
          </w:p>
        </w:tc>
        <w:tc>
          <w:tcPr>
            <w:tcW w:w="1701" w:type="dxa"/>
            <w:vAlign w:val="center"/>
          </w:tcPr>
          <w:p w14:paraId="0455437D" w14:textId="77777777" w:rsidR="00B322B7" w:rsidRPr="00BF41B6" w:rsidRDefault="00B322B7" w:rsidP="003604ED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</w:p>
        </w:tc>
      </w:tr>
    </w:tbl>
    <w:p w14:paraId="78C34B33" w14:textId="77777777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75791CE7" w14:textId="77777777" w:rsidR="00B322B7" w:rsidRDefault="00B322B7" w:rsidP="00B322B7">
      <w:pPr>
        <w:pStyle w:val="af"/>
        <w:spacing w:before="4"/>
        <w:rPr>
          <w:rFonts w:asciiTheme="minorHAnsi" w:eastAsiaTheme="minorHAnsi" w:hAnsiTheme="minorHAnsi"/>
          <w:b/>
          <w:bCs/>
          <w:color w:val="FF0000"/>
          <w:sz w:val="22"/>
          <w:szCs w:val="22"/>
          <w:lang w:eastAsia="ko-KR"/>
        </w:rPr>
      </w:pPr>
    </w:p>
    <w:p w14:paraId="7D94C286" w14:textId="094C88C3" w:rsidR="006D75C5" w:rsidRPr="00661CB4" w:rsidRDefault="00B322B7" w:rsidP="00661CB4">
      <w:pPr>
        <w:ind w:leftChars="210" w:left="1140"/>
      </w:pPr>
      <w:r>
        <w:rPr>
          <w:rFonts w:hint="eastAsia"/>
        </w:rPr>
        <w:t>3.1.4</w:t>
      </w:r>
      <w:r w:rsidR="006D75C5" w:rsidRPr="00661CB4">
        <w:rPr>
          <w:rFonts w:hint="eastAsia"/>
        </w:rPr>
        <w:tab/>
      </w:r>
      <w:r w:rsidR="006D75C5" w:rsidRPr="00661CB4">
        <w:rPr>
          <w:rFonts w:hint="eastAsia"/>
        </w:rPr>
        <w:t>승인</w:t>
      </w:r>
      <w:r w:rsidR="006D75C5" w:rsidRPr="00661CB4">
        <w:rPr>
          <w:rFonts w:hint="eastAsia"/>
        </w:rPr>
        <w:t xml:space="preserve"> </w:t>
      </w:r>
      <w:r w:rsidR="006D75C5" w:rsidRPr="00661CB4">
        <w:rPr>
          <w:rFonts w:hint="eastAsia"/>
        </w:rPr>
        <w:t>결과</w:t>
      </w:r>
      <w:r w:rsidR="006D75C5" w:rsidRPr="00661CB4">
        <w:rPr>
          <w:rFonts w:hint="eastAsia"/>
        </w:rPr>
        <w:t xml:space="preserve"> </w:t>
      </w:r>
      <w:r w:rsidR="006D75C5" w:rsidRPr="00661CB4">
        <w:rPr>
          <w:rFonts w:hint="eastAsia"/>
        </w:rPr>
        <w:t>수신</w:t>
      </w:r>
      <w:r w:rsidR="006D75C5" w:rsidRPr="00661CB4">
        <w:rPr>
          <w:rFonts w:hint="eastAsia"/>
        </w:rPr>
        <w:t xml:space="preserve"> (</w:t>
      </w:r>
      <w:r w:rsidR="006D75C5" w:rsidRPr="00661CB4">
        <w:rPr>
          <w:rFonts w:hint="eastAsia"/>
        </w:rPr>
        <w:t>결제완료</w:t>
      </w:r>
      <w:r w:rsidR="006D75C5" w:rsidRPr="00661CB4">
        <w:rPr>
          <w:rFonts w:hint="eastAsia"/>
        </w:rPr>
        <w:t>)</w:t>
      </w:r>
    </w:p>
    <w:p w14:paraId="4EF77BC6" w14:textId="763D244A" w:rsidR="006D75C5" w:rsidRDefault="006D75C5" w:rsidP="006D75C5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•승인이 완료되면 결과를 가맹점으로 전달 합니다. </w:t>
      </w:r>
      <w:r w:rsidR="00B322B7">
        <w:rPr>
          <w:rFonts w:asciiTheme="minorHAnsi" w:eastAsiaTheme="minorHAnsi" w:hAnsiTheme="minorHAnsi" w:hint="eastAsia"/>
        </w:rPr>
        <w:t>결제</w:t>
      </w:r>
      <w:r w:rsidRPr="00661CB4">
        <w:rPr>
          <w:rFonts w:asciiTheme="minorHAnsi" w:eastAsiaTheme="minorHAnsi" w:hAnsiTheme="minorHAnsi" w:hint="eastAsia"/>
        </w:rPr>
        <w:t xml:space="preserve"> 결과 데이터 필드는 아래와 같습니다.</w:t>
      </w:r>
    </w:p>
    <w:p w14:paraId="42C773FD" w14:textId="2CC57F37" w:rsidR="003A6230" w:rsidRPr="003A6230" w:rsidRDefault="003A6230" w:rsidP="003A6230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5E283C">
        <w:rPr>
          <w:rFonts w:asciiTheme="minorHAnsi" w:eastAsiaTheme="minorHAnsi" w:hAnsiTheme="minorHAnsi" w:hint="eastAsia"/>
          <w:lang w:eastAsia="ko-KR"/>
        </w:rPr>
        <w:t xml:space="preserve">결제 승인 </w:t>
      </w:r>
      <w:r w:rsidRPr="00661CB4">
        <w:rPr>
          <w:rFonts w:asciiTheme="minorHAnsi" w:eastAsiaTheme="minorHAnsi" w:hAnsiTheme="minorHAnsi"/>
          <w:lang w:eastAsia="ko-KR"/>
        </w:rPr>
        <w:t xml:space="preserve">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</w:p>
    <w:tbl>
      <w:tblPr>
        <w:tblStyle w:val="TableNormal"/>
        <w:tblW w:w="8647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3402"/>
        <w:gridCol w:w="1701"/>
      </w:tblGrid>
      <w:tr w:rsidR="00AE7C3B" w14:paraId="2D389712" w14:textId="77777777" w:rsidTr="00AE7C3B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7B77454A" w14:textId="77777777" w:rsidR="00AE7C3B" w:rsidRPr="00BF41B6" w:rsidRDefault="00AE7C3B" w:rsidP="00587741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9AA13A2" w14:textId="77777777" w:rsidR="00AE7C3B" w:rsidRPr="00BF41B6" w:rsidRDefault="00AE7C3B" w:rsidP="00587741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95F17BC" w14:textId="77777777" w:rsidR="00AE7C3B" w:rsidRPr="00BF41B6" w:rsidRDefault="00AE7C3B" w:rsidP="00587741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01E809C" w14:textId="77777777" w:rsidR="00AE7C3B" w:rsidRPr="00BF41B6" w:rsidRDefault="00AE7C3B" w:rsidP="00587741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AE7C3B" w14:paraId="07412CD5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6F08626F" w14:textId="58BCA7E3" w:rsidR="00AE7C3B" w:rsidRPr="00BF41B6" w:rsidRDefault="00AE7C3B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resultCd</w:t>
            </w:r>
          </w:p>
        </w:tc>
        <w:tc>
          <w:tcPr>
            <w:tcW w:w="1843" w:type="dxa"/>
            <w:vAlign w:val="center"/>
          </w:tcPr>
          <w:p w14:paraId="2FB51CD5" w14:textId="77777777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결과코드</w:t>
            </w:r>
          </w:p>
        </w:tc>
        <w:tc>
          <w:tcPr>
            <w:tcW w:w="3402" w:type="dxa"/>
            <w:vAlign w:val="center"/>
          </w:tcPr>
          <w:p w14:paraId="2E30C61F" w14:textId="70C14873" w:rsidR="00AE7C3B" w:rsidRPr="00BF41B6" w:rsidRDefault="00D7423A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>0000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, 3001</w:t>
            </w:r>
            <w:r w:rsidRPr="00BF41B6">
              <w:rPr>
                <w:rFonts w:asciiTheme="minorHAnsi" w:eastAsiaTheme="minorHAnsi" w:hAnsiTheme="minorHAnsi"/>
                <w:sz w:val="18"/>
                <w:szCs w:val="18"/>
              </w:rPr>
              <w:t xml:space="preserve"> : 정상, 기타 : 실패</w:t>
            </w:r>
          </w:p>
        </w:tc>
        <w:tc>
          <w:tcPr>
            <w:tcW w:w="1701" w:type="dxa"/>
            <w:vAlign w:val="center"/>
          </w:tcPr>
          <w:p w14:paraId="202D5C78" w14:textId="7F0A188A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4</w:t>
            </w: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Byte</w:t>
            </w:r>
          </w:p>
        </w:tc>
      </w:tr>
      <w:tr w:rsidR="00AE7C3B" w14:paraId="21BD31B0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6A61948F" w14:textId="77777777" w:rsidR="00AE7C3B" w:rsidRPr="00BF41B6" w:rsidRDefault="00AE7C3B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resultMsg</w:t>
            </w:r>
          </w:p>
        </w:tc>
        <w:tc>
          <w:tcPr>
            <w:tcW w:w="1843" w:type="dxa"/>
            <w:vAlign w:val="center"/>
          </w:tcPr>
          <w:p w14:paraId="3C8D2018" w14:textId="77777777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결과메세지</w:t>
            </w:r>
          </w:p>
        </w:tc>
        <w:tc>
          <w:tcPr>
            <w:tcW w:w="3402" w:type="dxa"/>
            <w:vAlign w:val="center"/>
          </w:tcPr>
          <w:p w14:paraId="7C8708D7" w14:textId="77777777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성공시 : OK, 실패시 : 기타 오류 메시지</w:t>
            </w:r>
          </w:p>
        </w:tc>
        <w:tc>
          <w:tcPr>
            <w:tcW w:w="1701" w:type="dxa"/>
            <w:vAlign w:val="center"/>
          </w:tcPr>
          <w:p w14:paraId="636B2D7E" w14:textId="77777777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100 Byte</w:t>
            </w:r>
          </w:p>
        </w:tc>
      </w:tr>
      <w:tr w:rsidR="00AE7C3B" w14:paraId="7A8156ED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7227EA87" w14:textId="58E5CE24" w:rsidR="00AE7C3B" w:rsidRPr="00BF41B6" w:rsidRDefault="00AE7C3B" w:rsidP="00BF41B6">
            <w:pPr>
              <w:pStyle w:val="TableParagraph"/>
              <w:spacing w:line="366" w:lineRule="exact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payMethod</w:t>
            </w:r>
          </w:p>
        </w:tc>
        <w:tc>
          <w:tcPr>
            <w:tcW w:w="1843" w:type="dxa"/>
            <w:vAlign w:val="center"/>
          </w:tcPr>
          <w:p w14:paraId="005D22BA" w14:textId="6A5C366A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지불수단</w:t>
            </w:r>
          </w:p>
        </w:tc>
        <w:tc>
          <w:tcPr>
            <w:tcW w:w="3402" w:type="dxa"/>
            <w:vAlign w:val="center"/>
          </w:tcPr>
          <w:p w14:paraId="64E698EA" w14:textId="05F7AFEF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 방법</w:t>
            </w:r>
          </w:p>
        </w:tc>
        <w:tc>
          <w:tcPr>
            <w:tcW w:w="1701" w:type="dxa"/>
            <w:vAlign w:val="center"/>
          </w:tcPr>
          <w:p w14:paraId="7D85364E" w14:textId="77777777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10 Byte</w:t>
            </w:r>
          </w:p>
        </w:tc>
      </w:tr>
      <w:tr w:rsidR="00AE7C3B" w14:paraId="2010FF4D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EF0C765" w14:textId="22C71D79" w:rsidR="00AE7C3B" w:rsidRPr="00BF41B6" w:rsidRDefault="00AE7C3B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843" w:type="dxa"/>
            <w:vAlign w:val="center"/>
          </w:tcPr>
          <w:p w14:paraId="061E4CEE" w14:textId="7F596431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3402" w:type="dxa"/>
            <w:vAlign w:val="center"/>
          </w:tcPr>
          <w:p w14:paraId="08AFE6C9" w14:textId="308C08BD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5F356FDB" w14:textId="0AA004E5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AE7C3B" w14:paraId="5425C20F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71EDF2D" w14:textId="7135DF89" w:rsidR="00AE7C3B" w:rsidRPr="00BF41B6" w:rsidRDefault="00AE7C3B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appDtm</w:t>
            </w:r>
          </w:p>
        </w:tc>
        <w:tc>
          <w:tcPr>
            <w:tcW w:w="1843" w:type="dxa"/>
            <w:vAlign w:val="center"/>
          </w:tcPr>
          <w:p w14:paraId="06648FA7" w14:textId="0E181BF9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3402" w:type="dxa"/>
            <w:vAlign w:val="center"/>
          </w:tcPr>
          <w:p w14:paraId="03D92267" w14:textId="6B33E649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결제일시</w:t>
            </w:r>
          </w:p>
        </w:tc>
        <w:tc>
          <w:tcPr>
            <w:tcW w:w="1701" w:type="dxa"/>
            <w:vAlign w:val="center"/>
          </w:tcPr>
          <w:p w14:paraId="3C098450" w14:textId="41167847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14 Byte</w:t>
            </w:r>
          </w:p>
        </w:tc>
      </w:tr>
      <w:tr w:rsidR="00AE7C3B" w14:paraId="0B9D0705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64EC04EF" w14:textId="008BDDAA" w:rsidR="00AE7C3B" w:rsidRPr="00BF41B6" w:rsidRDefault="00AE7C3B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appNo</w:t>
            </w:r>
          </w:p>
        </w:tc>
        <w:tc>
          <w:tcPr>
            <w:tcW w:w="1843" w:type="dxa"/>
            <w:vAlign w:val="center"/>
          </w:tcPr>
          <w:p w14:paraId="4D862615" w14:textId="059256CA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3402" w:type="dxa"/>
            <w:vAlign w:val="center"/>
          </w:tcPr>
          <w:p w14:paraId="10D71587" w14:textId="08D66611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1701" w:type="dxa"/>
            <w:vAlign w:val="center"/>
          </w:tcPr>
          <w:p w14:paraId="2661A8FF" w14:textId="738A7E9C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  <w:tr w:rsidR="00AE7C3B" w14:paraId="1FA38810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5B8CA82B" w14:textId="4D428C03" w:rsidR="00AE7C3B" w:rsidRPr="00BF41B6" w:rsidRDefault="00AE7C3B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ordNo</w:t>
            </w:r>
          </w:p>
        </w:tc>
        <w:tc>
          <w:tcPr>
            <w:tcW w:w="1843" w:type="dxa"/>
            <w:vAlign w:val="center"/>
          </w:tcPr>
          <w:p w14:paraId="3E1C7255" w14:textId="299AE519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3402" w:type="dxa"/>
            <w:vAlign w:val="center"/>
          </w:tcPr>
          <w:p w14:paraId="100C9D7B" w14:textId="1E0D5AE4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주문번호</w:t>
            </w:r>
          </w:p>
        </w:tc>
        <w:tc>
          <w:tcPr>
            <w:tcW w:w="1701" w:type="dxa"/>
            <w:vAlign w:val="center"/>
          </w:tcPr>
          <w:p w14:paraId="4F022072" w14:textId="2BFDFF33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  <w:t>40 Byte</w:t>
            </w:r>
          </w:p>
        </w:tc>
      </w:tr>
      <w:tr w:rsidR="00AE7C3B" w14:paraId="3188A3A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82DC6C4" w14:textId="7BD21E1F" w:rsidR="00AE7C3B" w:rsidRPr="00BF41B6" w:rsidRDefault="00AE7C3B" w:rsidP="00BF41B6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goodsName</w:t>
            </w:r>
          </w:p>
        </w:tc>
        <w:tc>
          <w:tcPr>
            <w:tcW w:w="1843" w:type="dxa"/>
            <w:vAlign w:val="center"/>
          </w:tcPr>
          <w:p w14:paraId="4F2F2432" w14:textId="46DA901C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상품명</w:t>
            </w:r>
          </w:p>
        </w:tc>
        <w:tc>
          <w:tcPr>
            <w:tcW w:w="3402" w:type="dxa"/>
            <w:vAlign w:val="center"/>
          </w:tcPr>
          <w:p w14:paraId="4B6E9BAA" w14:textId="663C6D66" w:rsidR="00AE7C3B" w:rsidRPr="00BF41B6" w:rsidRDefault="00AE7C3B" w:rsidP="00BF41B6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 상품명</w:t>
            </w:r>
          </w:p>
        </w:tc>
        <w:tc>
          <w:tcPr>
            <w:tcW w:w="1701" w:type="dxa"/>
            <w:vAlign w:val="center"/>
          </w:tcPr>
          <w:p w14:paraId="6D56AF1B" w14:textId="324956E9" w:rsidR="00AE7C3B" w:rsidRPr="00BF41B6" w:rsidRDefault="007B2434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5</w:t>
            </w:r>
            <w:r w:rsidR="00AE7C3B"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0 Byte</w:t>
            </w:r>
          </w:p>
        </w:tc>
      </w:tr>
      <w:tr w:rsidR="00AE7C3B" w14:paraId="5AD1F694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792A0DA" w14:textId="01B241E3" w:rsidR="00AE7C3B" w:rsidRPr="00BF41B6" w:rsidRDefault="00AE7C3B" w:rsidP="00BF41B6">
            <w:pPr>
              <w:pStyle w:val="TableParagraph"/>
              <w:ind w:left="65" w:right="49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amt</w:t>
            </w:r>
          </w:p>
        </w:tc>
        <w:tc>
          <w:tcPr>
            <w:tcW w:w="1843" w:type="dxa"/>
            <w:vAlign w:val="center"/>
          </w:tcPr>
          <w:p w14:paraId="5F319825" w14:textId="5814956C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거래금액</w:t>
            </w:r>
          </w:p>
        </w:tc>
        <w:tc>
          <w:tcPr>
            <w:tcW w:w="3402" w:type="dxa"/>
            <w:vAlign w:val="center"/>
          </w:tcPr>
          <w:p w14:paraId="720EA0BE" w14:textId="777150F4" w:rsidR="00AE7C3B" w:rsidRPr="00BF41B6" w:rsidRDefault="00AE7C3B" w:rsidP="00BF41B6">
            <w:pPr>
              <w:pStyle w:val="TableParagraph"/>
              <w:spacing w:line="310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결제결과 금액</w:t>
            </w:r>
          </w:p>
        </w:tc>
        <w:tc>
          <w:tcPr>
            <w:tcW w:w="1701" w:type="dxa"/>
            <w:vAlign w:val="center"/>
          </w:tcPr>
          <w:p w14:paraId="363999E7" w14:textId="789344D5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15 Byte</w:t>
            </w:r>
          </w:p>
        </w:tc>
      </w:tr>
      <w:tr w:rsidR="00AE7C3B" w14:paraId="4B6D9E61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3ED666E" w14:textId="6EA6639B" w:rsidR="00AE7C3B" w:rsidRPr="00BF41B6" w:rsidRDefault="00AE7C3B" w:rsidP="00BF41B6">
            <w:pPr>
              <w:pStyle w:val="TableParagraph"/>
              <w:ind w:left="63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ordNm</w:t>
            </w:r>
          </w:p>
        </w:tc>
        <w:tc>
          <w:tcPr>
            <w:tcW w:w="1843" w:type="dxa"/>
            <w:vAlign w:val="center"/>
          </w:tcPr>
          <w:p w14:paraId="057F5B90" w14:textId="6D555843" w:rsidR="00AE7C3B" w:rsidRPr="00BF41B6" w:rsidRDefault="00AE7C3B" w:rsidP="00BF41B6">
            <w:pPr>
              <w:pStyle w:val="TableParagraph"/>
              <w:ind w:leftChars="100" w:left="200" w:rightChars="113" w:right="22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3402" w:type="dxa"/>
            <w:vAlign w:val="center"/>
          </w:tcPr>
          <w:p w14:paraId="6ACEE04D" w14:textId="21D67002" w:rsidR="00AE7C3B" w:rsidRPr="00BF41B6" w:rsidRDefault="00AE7C3B" w:rsidP="00BF41B6">
            <w:pPr>
              <w:pStyle w:val="TableParagraph"/>
              <w:spacing w:line="312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결제자 이름</w:t>
            </w:r>
          </w:p>
        </w:tc>
        <w:tc>
          <w:tcPr>
            <w:tcW w:w="1701" w:type="dxa"/>
            <w:vAlign w:val="center"/>
          </w:tcPr>
          <w:p w14:paraId="1D7FD07A" w14:textId="4E968FAA" w:rsidR="00AE7C3B" w:rsidRPr="00BF41B6" w:rsidRDefault="00AE7C3B" w:rsidP="00BF41B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AE7C3B" w14:paraId="7831957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761C2B5" w14:textId="402CE16D" w:rsidR="00AE7C3B" w:rsidRPr="00BF41B6" w:rsidRDefault="00AE7C3B" w:rsidP="00BF41B6">
            <w:pPr>
              <w:pStyle w:val="TableParagraph"/>
              <w:spacing w:line="366" w:lineRule="exact"/>
              <w:ind w:left="63" w:right="5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fnNm</w:t>
            </w:r>
          </w:p>
        </w:tc>
        <w:tc>
          <w:tcPr>
            <w:tcW w:w="1843" w:type="dxa"/>
            <w:vAlign w:val="center"/>
          </w:tcPr>
          <w:p w14:paraId="0C7780EF" w14:textId="2DEC4D26" w:rsidR="00AE7C3B" w:rsidRPr="00BF41B6" w:rsidRDefault="00AE7C3B" w:rsidP="00BF41B6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3402" w:type="dxa"/>
            <w:vAlign w:val="center"/>
          </w:tcPr>
          <w:p w14:paraId="335327C2" w14:textId="5408C9DF" w:rsidR="00AE7C3B" w:rsidRPr="00BF41B6" w:rsidRDefault="00AE7C3B" w:rsidP="00B322B7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제휴사</w:t>
            </w: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명</w:t>
            </w:r>
          </w:p>
        </w:tc>
        <w:tc>
          <w:tcPr>
            <w:tcW w:w="1701" w:type="dxa"/>
            <w:vAlign w:val="center"/>
          </w:tcPr>
          <w:p w14:paraId="182901AA" w14:textId="38B3190A" w:rsidR="00AE7C3B" w:rsidRPr="00BF41B6" w:rsidRDefault="00AE7C3B" w:rsidP="00BF41B6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20 Byte</w:t>
            </w:r>
          </w:p>
        </w:tc>
      </w:tr>
      <w:tr w:rsidR="00AE7C3B" w14:paraId="684EDF45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21401E12" w14:textId="7EA92353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cancelYN</w:t>
            </w:r>
          </w:p>
        </w:tc>
        <w:tc>
          <w:tcPr>
            <w:tcW w:w="1843" w:type="dxa"/>
            <w:vAlign w:val="center"/>
          </w:tcPr>
          <w:p w14:paraId="33CE6D95" w14:textId="261A9C92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취소여부</w:t>
            </w:r>
          </w:p>
        </w:tc>
        <w:tc>
          <w:tcPr>
            <w:tcW w:w="3402" w:type="dxa"/>
            <w:vAlign w:val="center"/>
          </w:tcPr>
          <w:p w14:paraId="17227F09" w14:textId="0425F01E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결제 취소 여부</w:t>
            </w:r>
          </w:p>
        </w:tc>
        <w:tc>
          <w:tcPr>
            <w:tcW w:w="1701" w:type="dxa"/>
            <w:vAlign w:val="center"/>
          </w:tcPr>
          <w:p w14:paraId="21703285" w14:textId="5371DB05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 Byte</w:t>
            </w:r>
          </w:p>
        </w:tc>
      </w:tr>
      <w:tr w:rsidR="00AE7C3B" w14:paraId="709473D2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EEFD1C9" w14:textId="6A8A7617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appCardCd</w:t>
            </w:r>
          </w:p>
        </w:tc>
        <w:tc>
          <w:tcPr>
            <w:tcW w:w="1843" w:type="dxa"/>
            <w:vAlign w:val="center"/>
          </w:tcPr>
          <w:p w14:paraId="114FF226" w14:textId="717447DE" w:rsidR="00AE7C3B" w:rsidRPr="00BF41B6" w:rsidRDefault="00AE7C3B" w:rsidP="00B322B7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3402" w:type="dxa"/>
            <w:vAlign w:val="center"/>
          </w:tcPr>
          <w:p w14:paraId="5A8348AD" w14:textId="28ED0ADD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발급사코드</w:t>
            </w:r>
          </w:p>
        </w:tc>
        <w:tc>
          <w:tcPr>
            <w:tcW w:w="1701" w:type="dxa"/>
            <w:vAlign w:val="center"/>
          </w:tcPr>
          <w:p w14:paraId="7987FA26" w14:textId="0822544B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AE7C3B" w14:paraId="0E971700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7824855A" w14:textId="24E81EE1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acqCardCd</w:t>
            </w:r>
          </w:p>
        </w:tc>
        <w:tc>
          <w:tcPr>
            <w:tcW w:w="1843" w:type="dxa"/>
            <w:vAlign w:val="center"/>
          </w:tcPr>
          <w:p w14:paraId="2C1CBB3E" w14:textId="65FC9054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3402" w:type="dxa"/>
            <w:vAlign w:val="center"/>
          </w:tcPr>
          <w:p w14:paraId="1697C56E" w14:textId="28C69987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 xml:space="preserve">카드 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매입사코드</w:t>
            </w:r>
          </w:p>
        </w:tc>
        <w:tc>
          <w:tcPr>
            <w:tcW w:w="1701" w:type="dxa"/>
            <w:vAlign w:val="center"/>
          </w:tcPr>
          <w:p w14:paraId="577DC262" w14:textId="6117DAEC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</w:t>
            </w:r>
            <w:r w:rsidRPr="00BF41B6"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yte</w:t>
            </w:r>
          </w:p>
        </w:tc>
      </w:tr>
      <w:tr w:rsidR="00AE7C3B" w14:paraId="6FD82C8E" w14:textId="77777777" w:rsidTr="00AE7C3B">
        <w:trPr>
          <w:trHeight w:val="365"/>
        </w:trPr>
        <w:tc>
          <w:tcPr>
            <w:tcW w:w="1701" w:type="dxa"/>
            <w:vAlign w:val="center"/>
          </w:tcPr>
          <w:p w14:paraId="5D0E1758" w14:textId="68E3C989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quota</w:t>
            </w:r>
          </w:p>
        </w:tc>
        <w:tc>
          <w:tcPr>
            <w:tcW w:w="1843" w:type="dxa"/>
            <w:vAlign w:val="center"/>
          </w:tcPr>
          <w:p w14:paraId="00A27EF6" w14:textId="69E22995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</w:rPr>
              <w:t>카드 할부기간.</w:t>
            </w:r>
          </w:p>
        </w:tc>
        <w:tc>
          <w:tcPr>
            <w:tcW w:w="3402" w:type="dxa"/>
            <w:vAlign w:val="center"/>
          </w:tcPr>
          <w:p w14:paraId="5131E23E" w14:textId="77D682F5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</w:rPr>
              <w:t>카드 할부기간.</w:t>
            </w:r>
          </w:p>
        </w:tc>
        <w:tc>
          <w:tcPr>
            <w:tcW w:w="1701" w:type="dxa"/>
            <w:vAlign w:val="center"/>
          </w:tcPr>
          <w:p w14:paraId="01C14DF4" w14:textId="7B6AE8A9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2 Byte</w:t>
            </w:r>
          </w:p>
        </w:tc>
      </w:tr>
      <w:tr w:rsidR="00AE7C3B" w14:paraId="478DDE83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80C6AB1" w14:textId="1512C8E6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usePointAmt</w:t>
            </w:r>
          </w:p>
        </w:tc>
        <w:tc>
          <w:tcPr>
            <w:tcW w:w="1843" w:type="dxa"/>
            <w:vAlign w:val="center"/>
          </w:tcPr>
          <w:p w14:paraId="4F65C704" w14:textId="20C25FFF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사용 포인트 양</w:t>
            </w:r>
          </w:p>
        </w:tc>
        <w:tc>
          <w:tcPr>
            <w:tcW w:w="3402" w:type="dxa"/>
            <w:vAlign w:val="center"/>
          </w:tcPr>
          <w:p w14:paraId="6211F2B8" w14:textId="7B0446E1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사용 포인트 양</w:t>
            </w:r>
          </w:p>
        </w:tc>
        <w:tc>
          <w:tcPr>
            <w:tcW w:w="1701" w:type="dxa"/>
            <w:vAlign w:val="center"/>
          </w:tcPr>
          <w:p w14:paraId="65995CE6" w14:textId="7C8D5854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12 Byte</w:t>
            </w:r>
          </w:p>
        </w:tc>
      </w:tr>
      <w:tr w:rsidR="00AE7C3B" w14:paraId="400B0856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5DC3B40" w14:textId="6048984C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cardType</w:t>
            </w:r>
          </w:p>
        </w:tc>
        <w:tc>
          <w:tcPr>
            <w:tcW w:w="1843" w:type="dxa"/>
            <w:vAlign w:val="center"/>
          </w:tcPr>
          <w:p w14:paraId="5CD9DB98" w14:textId="267EFF73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카드타입</w:t>
            </w:r>
          </w:p>
        </w:tc>
        <w:tc>
          <w:tcPr>
            <w:tcW w:w="3402" w:type="dxa"/>
            <w:vAlign w:val="center"/>
          </w:tcPr>
          <w:p w14:paraId="62FEA87E" w14:textId="6004759D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0:신용,</w:t>
            </w: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 xml:space="preserve"> 1: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체크</w:t>
            </w:r>
          </w:p>
        </w:tc>
        <w:tc>
          <w:tcPr>
            <w:tcW w:w="1701" w:type="dxa"/>
            <w:vAlign w:val="center"/>
          </w:tcPr>
          <w:p w14:paraId="5E92C7E2" w14:textId="53370476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 Byte</w:t>
            </w:r>
          </w:p>
        </w:tc>
      </w:tr>
      <w:tr w:rsidR="00AE7C3B" w14:paraId="52C59ED1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617E3FF9" w14:textId="5B6B67A9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authType</w:t>
            </w:r>
          </w:p>
        </w:tc>
        <w:tc>
          <w:tcPr>
            <w:tcW w:w="1843" w:type="dxa"/>
            <w:vAlign w:val="center"/>
          </w:tcPr>
          <w:p w14:paraId="43692B91" w14:textId="0EE13D62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cs="굴림" w:hint="eastAsia"/>
                <w:sz w:val="18"/>
                <w:szCs w:val="18"/>
                <w:lang w:eastAsia="ko-KR"/>
              </w:rPr>
              <w:t>인증타입</w:t>
            </w:r>
          </w:p>
        </w:tc>
        <w:tc>
          <w:tcPr>
            <w:tcW w:w="3402" w:type="dxa"/>
            <w:vAlign w:val="center"/>
          </w:tcPr>
          <w:p w14:paraId="40F43560" w14:textId="470F16FF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01:Keyin, 02: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ISP,</w:t>
            </w:r>
            <w:r w:rsidRPr="00BF41B6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 xml:space="preserve"> 03:</w:t>
            </w: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VISA</w:t>
            </w:r>
          </w:p>
        </w:tc>
        <w:tc>
          <w:tcPr>
            <w:tcW w:w="1701" w:type="dxa"/>
            <w:vAlign w:val="center"/>
          </w:tcPr>
          <w:p w14:paraId="73B07000" w14:textId="635A6A16" w:rsidR="00AE7C3B" w:rsidRPr="00BF41B6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2 B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y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te</w:t>
            </w:r>
          </w:p>
        </w:tc>
      </w:tr>
      <w:tr w:rsidR="00AE7C3B" w14:paraId="61BD6763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2BB6B27F" w14:textId="58E43021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mid</w:t>
            </w:r>
          </w:p>
        </w:tc>
        <w:tc>
          <w:tcPr>
            <w:tcW w:w="1843" w:type="dxa"/>
            <w:vAlign w:val="center"/>
          </w:tcPr>
          <w:p w14:paraId="1AEA71E7" w14:textId="44A0873F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3402" w:type="dxa"/>
            <w:vAlign w:val="center"/>
          </w:tcPr>
          <w:p w14:paraId="0B221437" w14:textId="3D49F7ED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</w:t>
            </w:r>
          </w:p>
        </w:tc>
        <w:tc>
          <w:tcPr>
            <w:tcW w:w="1701" w:type="dxa"/>
            <w:vAlign w:val="center"/>
          </w:tcPr>
          <w:p w14:paraId="356E40EC" w14:textId="68E483E5" w:rsidR="00AE7C3B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 Bytes</w:t>
            </w:r>
          </w:p>
        </w:tc>
      </w:tr>
      <w:tr w:rsidR="00AE7C3B" w14:paraId="125AE41D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A343002" w14:textId="2D616B5F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e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diDate</w:t>
            </w:r>
          </w:p>
        </w:tc>
        <w:tc>
          <w:tcPr>
            <w:tcW w:w="1843" w:type="dxa"/>
            <w:vAlign w:val="center"/>
          </w:tcPr>
          <w:p w14:paraId="7F229DE8" w14:textId="012052C4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3402" w:type="dxa"/>
            <w:vAlign w:val="center"/>
          </w:tcPr>
          <w:p w14:paraId="13495B02" w14:textId="24EA7E24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1701" w:type="dxa"/>
            <w:vAlign w:val="center"/>
          </w:tcPr>
          <w:p w14:paraId="00352862" w14:textId="7ACB8291" w:rsidR="00AE7C3B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4 Bytes</w:t>
            </w:r>
          </w:p>
        </w:tc>
      </w:tr>
      <w:tr w:rsidR="00AE7C3B" w14:paraId="085AD3E5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3EDDBF7" w14:textId="4593B275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m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bsReserved</w:t>
            </w:r>
          </w:p>
        </w:tc>
        <w:tc>
          <w:tcPr>
            <w:tcW w:w="1843" w:type="dxa"/>
            <w:vAlign w:val="center"/>
          </w:tcPr>
          <w:p w14:paraId="171C7A1E" w14:textId="2F2112A2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상점예약</w:t>
            </w:r>
          </w:p>
        </w:tc>
        <w:tc>
          <w:tcPr>
            <w:tcW w:w="3402" w:type="dxa"/>
            <w:vAlign w:val="center"/>
          </w:tcPr>
          <w:p w14:paraId="2E739137" w14:textId="19B9B20A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상점예약필드</w:t>
            </w:r>
          </w:p>
        </w:tc>
        <w:tc>
          <w:tcPr>
            <w:tcW w:w="1701" w:type="dxa"/>
            <w:vAlign w:val="center"/>
          </w:tcPr>
          <w:p w14:paraId="2296A594" w14:textId="49AD93AB" w:rsidR="00AE7C3B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5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00 Bytes</w:t>
            </w:r>
          </w:p>
        </w:tc>
      </w:tr>
      <w:tr w:rsidR="00AE7C3B" w14:paraId="5A122759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1F7FA35A" w14:textId="11CD461C" w:rsidR="00AE7C3B" w:rsidRPr="00BF41B6" w:rsidRDefault="00AE7C3B" w:rsidP="00BF41B6">
            <w:pPr>
              <w:pStyle w:val="TableParagraph"/>
              <w:spacing w:line="368" w:lineRule="exact"/>
              <w:ind w:left="65" w:right="5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charSet</w:t>
            </w:r>
          </w:p>
        </w:tc>
        <w:tc>
          <w:tcPr>
            <w:tcW w:w="1843" w:type="dxa"/>
            <w:vAlign w:val="center"/>
          </w:tcPr>
          <w:p w14:paraId="7EAA7F25" w14:textId="69968BAF" w:rsidR="00AE7C3B" w:rsidRPr="00BF41B6" w:rsidRDefault="00AE7C3B" w:rsidP="00BF41B6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 w:cs="굴림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3402" w:type="dxa"/>
            <w:vAlign w:val="center"/>
          </w:tcPr>
          <w:p w14:paraId="45A36795" w14:textId="698CDE07" w:rsidR="00AE7C3B" w:rsidRPr="00BF41B6" w:rsidRDefault="00AE7C3B" w:rsidP="00BF41B6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1701" w:type="dxa"/>
            <w:vAlign w:val="center"/>
          </w:tcPr>
          <w:p w14:paraId="28C9A02A" w14:textId="7A0DCE31" w:rsidR="00AE7C3B" w:rsidRDefault="00AE7C3B" w:rsidP="00BF41B6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6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Bytes</w:t>
            </w:r>
          </w:p>
        </w:tc>
      </w:tr>
    </w:tbl>
    <w:p w14:paraId="23283CC5" w14:textId="77777777" w:rsidR="00F9592F" w:rsidRDefault="00F9592F" w:rsidP="003A6230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</w:p>
    <w:p w14:paraId="23A0400B" w14:textId="468E7ABB" w:rsidR="006D75C5" w:rsidRPr="00661CB4" w:rsidRDefault="006D75C5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승인 요청</w:t>
      </w:r>
      <w:r w:rsidR="00C07065">
        <w:rPr>
          <w:rFonts w:asciiTheme="minorHAnsi" w:eastAsiaTheme="minorHAnsi" w:hAnsiTheme="minorHAnsi" w:hint="eastAsia"/>
        </w:rPr>
        <w:t xml:space="preserve"> </w:t>
      </w:r>
      <w:r w:rsidRPr="00661CB4">
        <w:rPr>
          <w:rFonts w:asciiTheme="minorHAnsi" w:eastAsiaTheme="minorHAnsi" w:hAnsiTheme="minorHAnsi" w:hint="eastAsia"/>
        </w:rPr>
        <w:t>후 결제결과(responseBody)를 받아 내부처리(DB 저장 등) 하시기 바랍니다.</w:t>
      </w:r>
    </w:p>
    <w:p w14:paraId="55C5B891" w14:textId="2743658D" w:rsidR="006D75C5" w:rsidRPr="00661CB4" w:rsidRDefault="006D75C5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수신시 전송 필드명을 명확히하여 처리하시기 바랍니다. (필드명 대/소문자 구분)</w:t>
      </w:r>
    </w:p>
    <w:p w14:paraId="39272AE7" w14:textId="6B8F59ED" w:rsidR="008154EA" w:rsidRPr="00CA023C" w:rsidRDefault="006D75C5" w:rsidP="005F7164">
      <w:pPr>
        <w:pStyle w:val="a5"/>
        <w:numPr>
          <w:ilvl w:val="0"/>
          <w:numId w:val="17"/>
        </w:numPr>
        <w:tabs>
          <w:tab w:val="left" w:pos="2645"/>
        </w:tabs>
        <w:ind w:leftChars="0"/>
        <w:sectPr w:rsidR="008154EA" w:rsidRPr="00CA023C" w:rsidSect="00380A02">
          <w:headerReference w:type="default" r:id="rId12"/>
          <w:footerReference w:type="default" r:id="rId13"/>
          <w:type w:val="continuous"/>
          <w:pgSz w:w="12240" w:h="15840" w:code="1"/>
          <w:pgMar w:top="1701" w:right="1440" w:bottom="1440" w:left="1440" w:header="480" w:footer="683" w:gutter="0"/>
          <w:pgNumType w:start="24"/>
          <w:cols w:space="720"/>
          <w:docGrid w:linePitch="272"/>
        </w:sectPr>
      </w:pPr>
      <w:r w:rsidRPr="00F9592F">
        <w:rPr>
          <w:rFonts w:asciiTheme="minorHAnsi" w:eastAsiaTheme="minorHAnsi" w:hAnsiTheme="minorHAnsi" w:hint="eastAsia"/>
        </w:rPr>
        <w:t>승인에 실패하였을 경우 실패시 전달되는 데이터만 전송됩니다.</w:t>
      </w:r>
      <w:r w:rsidR="0060764F" w:rsidRPr="00F9592F">
        <w:rPr>
          <w:rFonts w:asciiTheme="minorHAnsi" w:eastAsiaTheme="minorHAnsi" w:hAnsiTheme="minorHAnsi"/>
        </w:rPr>
        <w:t xml:space="preserve"> </w:t>
      </w:r>
    </w:p>
    <w:p w14:paraId="5539C989" w14:textId="2F4FE329" w:rsidR="00B81817" w:rsidRPr="00661CB4" w:rsidRDefault="00B81817" w:rsidP="00B81817">
      <w:pPr>
        <w:pStyle w:val="ab"/>
      </w:pPr>
      <w:r w:rsidRPr="00661CB4">
        <w:rPr>
          <w:rFonts w:hint="eastAsia"/>
          <w:lang w:bidi="x-none"/>
        </w:rPr>
        <w:lastRenderedPageBreak/>
        <w:t>3.</w:t>
      </w:r>
      <w:r>
        <w:rPr>
          <w:lang w:bidi="x-none"/>
        </w:rPr>
        <w:t>2</w:t>
      </w:r>
      <w:r w:rsidRPr="00661CB4">
        <w:rPr>
          <w:rFonts w:hint="eastAsia"/>
          <w:lang w:bidi="x-none"/>
        </w:rPr>
        <w:t xml:space="preserve"> </w:t>
      </w:r>
      <w:r w:rsidRPr="00661CB4">
        <w:rPr>
          <w:rFonts w:hint="eastAsia"/>
        </w:rPr>
        <w:t xml:space="preserve">결제 </w:t>
      </w:r>
      <w:r>
        <w:rPr>
          <w:rFonts w:hint="eastAsia"/>
        </w:rPr>
        <w:t xml:space="preserve">취소 </w:t>
      </w:r>
      <w:r w:rsidRPr="00661CB4">
        <w:rPr>
          <w:rFonts w:hint="eastAsia"/>
        </w:rPr>
        <w:t>요청 페이지 작성</w:t>
      </w:r>
    </w:p>
    <w:p w14:paraId="24F5694F" w14:textId="666074A1" w:rsidR="00B81817" w:rsidRPr="00661CB4" w:rsidRDefault="00B81817" w:rsidP="00B81817">
      <w:pPr>
        <w:ind w:leftChars="50" w:left="100" w:firstLineChars="350" w:firstLine="700"/>
      </w:pPr>
      <w:r>
        <w:rPr>
          <w:rFonts w:hint="eastAsia"/>
        </w:rPr>
        <w:t>3.</w:t>
      </w:r>
      <w:r>
        <w:t>2</w:t>
      </w:r>
      <w:r>
        <w:rPr>
          <w:rFonts w:hint="eastAsia"/>
        </w:rPr>
        <w:t>.1</w:t>
      </w:r>
      <w:r w:rsidRPr="00661CB4">
        <w:rPr>
          <w:rFonts w:hint="eastAsia"/>
        </w:rPr>
        <w:t>결제</w:t>
      </w:r>
      <w:r w:rsidRPr="00661CB4">
        <w:rPr>
          <w:rFonts w:hint="eastAsia"/>
        </w:rPr>
        <w:t xml:space="preserve"> </w:t>
      </w:r>
      <w:r>
        <w:rPr>
          <w:rFonts w:hint="eastAsia"/>
        </w:rPr>
        <w:t>취소</w:t>
      </w:r>
      <w:r>
        <w:rPr>
          <w:rFonts w:hint="eastAsia"/>
        </w:rPr>
        <w:t xml:space="preserve"> </w:t>
      </w:r>
      <w:r w:rsidRPr="00661CB4">
        <w:rPr>
          <w:rFonts w:hint="eastAsia"/>
        </w:rPr>
        <w:t>요청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데이터</w:t>
      </w:r>
    </w:p>
    <w:p w14:paraId="75D5BBAF" w14:textId="77777777" w:rsidR="00B81817" w:rsidRPr="00661CB4" w:rsidRDefault="00B81817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내부 처리용 데이터 별도 저장</w:t>
      </w:r>
    </w:p>
    <w:p w14:paraId="238E2D6D" w14:textId="77777777" w:rsidR="00B81817" w:rsidRPr="00661CB4" w:rsidRDefault="00B81817" w:rsidP="0079786A">
      <w:pPr>
        <w:pStyle w:val="a5"/>
        <w:numPr>
          <w:ilvl w:val="0"/>
          <w:numId w:val="13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form 데이터 처리가 필요한 경우 페이지 표시전에 별도로 DB 또는 세션 등에 저장해 두시기 바랍니다.</w:t>
      </w:r>
    </w:p>
    <w:p w14:paraId="20716406" w14:textId="39270AA1" w:rsidR="00B81817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merchand</w:t>
      </w:r>
      <w:r w:rsidR="00B81817" w:rsidRPr="00661CB4">
        <w:rPr>
          <w:rFonts w:asciiTheme="minorHAnsi" w:eastAsiaTheme="minorHAnsi" w:hAnsiTheme="minorHAnsi" w:hint="eastAsia"/>
        </w:rPr>
        <w:t>key 값 설정</w:t>
      </w:r>
    </w:p>
    <w:p w14:paraId="39170136" w14:textId="45079135" w:rsidR="00B81817" w:rsidRPr="00661CB4" w:rsidRDefault="00A00A84" w:rsidP="0079786A">
      <w:pPr>
        <w:pStyle w:val="a5"/>
        <w:numPr>
          <w:ilvl w:val="0"/>
          <w:numId w:val="15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E914D9" wp14:editId="3E14C6E5">
                <wp:simplePos x="0" y="0"/>
                <wp:positionH relativeFrom="column">
                  <wp:posOffset>390525</wp:posOffset>
                </wp:positionH>
                <wp:positionV relativeFrom="paragraph">
                  <wp:posOffset>193040</wp:posOffset>
                </wp:positionV>
                <wp:extent cx="5139690" cy="990600"/>
                <wp:effectExtent l="0" t="0" r="22860" b="19050"/>
                <wp:wrapNone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C7587" w14:textId="77777777" w:rsidR="005F7164" w:rsidRPr="00A00A84" w:rsidRDefault="005F7164" w:rsidP="00B81817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 w:hint="eastAsia"/>
                              </w:rPr>
                              <w:t>// 가맹점에 제공된 웹 표준 키</w:t>
                            </w:r>
                          </w:p>
                          <w:p w14:paraId="3D858519" w14:textId="088D1F13" w:rsidR="005F7164" w:rsidRPr="00A00A84" w:rsidRDefault="005F7164" w:rsidP="00B81817">
                            <w:pPr>
                              <w:ind w:left="0" w:firstLine="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String merchantKey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ab/>
                              <w:t>= "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 xml:space="preserve"> </w:t>
                            </w:r>
                            <w:r w:rsidRPr="00C003C5">
                              <w:rPr>
                                <w:rFonts w:asciiTheme="minorHAnsi" w:eastAsiaTheme="minorHAnsi" w:hAnsiTheme="minorHAnsi"/>
                                <w:w w:val="110"/>
                                <w:sz w:val="18"/>
                              </w:rPr>
                              <w:t>BoBwBC4hRuMxAztw9p85L7K+SB7Iswd1tdRwca7xQ2sFftC5nYAFgYkOctQ1ubHzACV0YzaWHJdqWAGZW34kPw==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</w:rPr>
                              <w:t>";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914D9" id="_x0000_s1028" type="#_x0000_t202" style="position:absolute;left:0;text-align:left;margin-left:30.75pt;margin-top:15.2pt;width:404.7pt;height:7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">
                <v:textbox>
                  <w:txbxContent>
                    <w:p w14:paraId="0E8C7587" w14:textId="77777777" w:rsidR="005F7164" w:rsidRPr="00A00A84" w:rsidRDefault="005F7164" w:rsidP="00B81817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 w:hint="eastAsia"/>
                        </w:rPr>
                        <w:t>// 가맹점에 제공된 웹 표준 키</w:t>
                      </w:r>
                    </w:p>
                    <w:p w14:paraId="3D858519" w14:textId="088D1F13" w:rsidR="005F7164" w:rsidRPr="00A00A84" w:rsidRDefault="005F7164" w:rsidP="00B81817">
                      <w:pPr>
                        <w:ind w:left="0" w:firstLine="0"/>
                        <w:rPr>
                          <w:rFonts w:asciiTheme="minorHAnsi" w:eastAsiaTheme="minorHAnsi" w:hAnsiTheme="minorHAnsi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</w:rPr>
                        <w:t>String merchantKey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ab/>
                        <w:t>= "</w:t>
                      </w:r>
                      <w:r w:rsidRPr="00A00A84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 xml:space="preserve"> </w:t>
                      </w:r>
                      <w:r w:rsidRPr="00C003C5">
                        <w:rPr>
                          <w:rFonts w:asciiTheme="minorHAnsi" w:eastAsiaTheme="minorHAnsi" w:hAnsiTheme="minorHAnsi"/>
                          <w:w w:val="110"/>
                          <w:sz w:val="18"/>
                        </w:rPr>
                        <w:t>BoBwBC4hRuMxAztw9p85L7K+SB7Iswd1tdRwca7xQ2sFftC5nYAFgYkOctQ1ubHzACV0YzaWHJdqWAGZW34kPw==</w:t>
                      </w:r>
                      <w:r w:rsidRPr="00A00A84">
                        <w:rPr>
                          <w:rFonts w:asciiTheme="minorHAnsi" w:eastAsiaTheme="minorHAnsi" w:hAnsiTheme="minorHAnsi"/>
                        </w:rPr>
                        <w:t>";</w:t>
                      </w:r>
                    </w:p>
                  </w:txbxContent>
                </v:textbox>
              </v:shape>
            </w:pict>
          </mc:Fallback>
        </mc:AlternateContent>
      </w:r>
      <w:r w:rsidR="00B81817" w:rsidRPr="00661CB4">
        <w:rPr>
          <w:rFonts w:asciiTheme="minorHAnsi" w:eastAsiaTheme="minorHAnsi" w:hAnsiTheme="minorHAnsi"/>
          <w:w w:val="105"/>
          <w:sz w:val="18"/>
        </w:rPr>
        <w:t>웹 표준 결제 이용시 패스워드 기능을 하는 코드로 MID 번호별</w:t>
      </w:r>
      <w:r w:rsidR="00B81817" w:rsidRPr="00661CB4">
        <w:rPr>
          <w:rFonts w:asciiTheme="minorHAnsi" w:eastAsiaTheme="minorHAnsi" w:hAnsiTheme="minorHAnsi" w:hint="eastAsia"/>
          <w:w w:val="105"/>
          <w:sz w:val="18"/>
        </w:rPr>
        <w:t>로 부여</w:t>
      </w:r>
    </w:p>
    <w:p w14:paraId="429655F3" w14:textId="2B9D1A52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1C6C233F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7B90E4CD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00A6802B" w14:textId="77777777" w:rsidR="00B81817" w:rsidRPr="00661CB4" w:rsidRDefault="00B81817" w:rsidP="00B81817">
      <w:pPr>
        <w:ind w:left="0" w:firstLineChars="300" w:firstLine="600"/>
        <w:rPr>
          <w:rFonts w:asciiTheme="minorHAnsi" w:eastAsiaTheme="minorHAnsi" w:hAnsiTheme="minorHAnsi"/>
        </w:rPr>
      </w:pPr>
    </w:p>
    <w:p w14:paraId="580A4CB4" w14:textId="77777777" w:rsidR="00A00A84" w:rsidRDefault="00A00A84" w:rsidP="00A00A84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932D811" w14:textId="77777777" w:rsidR="00B27196" w:rsidRDefault="00B81817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 xml:space="preserve">가맹점 Key 발급방법 : </w:t>
      </w:r>
      <w:r w:rsidRPr="00661CB4">
        <w:rPr>
          <w:rFonts w:asciiTheme="minorHAnsi" w:eastAsiaTheme="minorHAnsi" w:hAnsiTheme="minorHAnsi"/>
        </w:rPr>
        <w:t>“</w:t>
      </w:r>
      <w:r w:rsidRPr="00661CB4">
        <w:rPr>
          <w:rFonts w:asciiTheme="minorHAnsi" w:eastAsiaTheme="minorHAnsi" w:hAnsiTheme="minorHAnsi" w:hint="eastAsia"/>
        </w:rPr>
        <w:t>가맹점정보&gt;&gt;일반정보&gt;&gt;KEY관리</w:t>
      </w:r>
      <w:r w:rsidRPr="00661CB4">
        <w:rPr>
          <w:rFonts w:asciiTheme="minorHAnsi" w:eastAsiaTheme="minorHAnsi" w:hAnsiTheme="minorHAnsi"/>
        </w:rPr>
        <w:t>”</w:t>
      </w:r>
      <w:r w:rsidRPr="00661CB4">
        <w:rPr>
          <w:rFonts w:asciiTheme="minorHAnsi" w:eastAsiaTheme="minorHAnsi" w:hAnsiTheme="minorHAnsi" w:hint="eastAsia"/>
        </w:rPr>
        <w:t xml:space="preserve"> 에서 확인가능</w:t>
      </w:r>
    </w:p>
    <w:p w14:paraId="0E8F901F" w14:textId="36F65EEB" w:rsidR="00B81817" w:rsidRPr="00B27196" w:rsidRDefault="00B27196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</w:rPr>
      </w:pPr>
      <w:r w:rsidRPr="00B27196">
        <w:rPr>
          <w:rFonts w:asciiTheme="minorHAnsi" w:eastAsiaTheme="minorHAnsi" w:hAnsiTheme="minorHAnsi" w:hint="eastAsia"/>
          <w:color w:val="FF0000"/>
          <w:sz w:val="18"/>
        </w:rPr>
        <w:t xml:space="preserve">가맹점 </w:t>
      </w:r>
      <w:r w:rsidRPr="00B27196">
        <w:rPr>
          <w:rFonts w:asciiTheme="minorHAnsi" w:eastAsiaTheme="minorHAnsi" w:hAnsiTheme="minorHAnsi"/>
          <w:color w:val="FF0000"/>
          <w:sz w:val="18"/>
        </w:rPr>
        <w:t>Key</w:t>
      </w:r>
      <w:r w:rsidRPr="00B27196">
        <w:rPr>
          <w:rFonts w:asciiTheme="minorHAnsi" w:eastAsiaTheme="minorHAnsi" w:hAnsiTheme="minorHAnsi" w:hint="eastAsia"/>
          <w:color w:val="FF0000"/>
          <w:sz w:val="18"/>
        </w:rPr>
        <w:t>는 외부에 노출되지 않도록 주의합니다.</w:t>
      </w:r>
      <w:r w:rsidRPr="00661CB4">
        <w:rPr>
          <w:rFonts w:asciiTheme="minorHAnsi" w:eastAsiaTheme="minorHAnsi" w:hAnsiTheme="minorHAnsi"/>
        </w:rPr>
        <w:t xml:space="preserve"> </w:t>
      </w:r>
    </w:p>
    <w:p w14:paraId="3498A5F8" w14:textId="77777777" w:rsidR="00B81817" w:rsidRPr="00661CB4" w:rsidRDefault="00B81817" w:rsidP="0079786A">
      <w:pPr>
        <w:pStyle w:val="a5"/>
        <w:numPr>
          <w:ilvl w:val="0"/>
          <w:numId w:val="16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Input</w:t>
      </w:r>
      <w:r w:rsidRPr="00661CB4">
        <w:rPr>
          <w:rFonts w:asciiTheme="minorHAnsi" w:eastAsiaTheme="minorHAnsi" w:hAnsiTheme="minorHAnsi" w:hint="eastAsia"/>
        </w:rPr>
        <w:t xml:space="preserve"> 에 결제 요청 데이터 생성</w:t>
      </w:r>
    </w:p>
    <w:p w14:paraId="5F23DC9E" w14:textId="77777777" w:rsidR="00B81817" w:rsidRPr="00661CB4" w:rsidRDefault="00B81817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26"/>
        <w:ind w:leftChars="0"/>
        <w:textAlignment w:val="auto"/>
        <w:rPr>
          <w:rFonts w:asciiTheme="minorHAnsi" w:eastAsiaTheme="minorHAnsi" w:hAnsiTheme="minorHAnsi"/>
          <w:sz w:val="18"/>
        </w:rPr>
      </w:pPr>
      <w:r>
        <w:rPr>
          <w:rFonts w:asciiTheme="minorHAnsi" w:eastAsiaTheme="minorHAnsi" w:hAnsiTheme="minorHAnsi" w:hint="eastAsia"/>
          <w:sz w:val="18"/>
        </w:rPr>
        <w:t>Input tag</w:t>
      </w:r>
      <w:r w:rsidRPr="00661CB4">
        <w:rPr>
          <w:rFonts w:asciiTheme="minorHAnsi" w:eastAsiaTheme="minorHAnsi" w:hAnsiTheme="minorHAnsi"/>
          <w:sz w:val="18"/>
        </w:rPr>
        <w:t xml:space="preserve">에 </w:t>
      </w:r>
      <w:r>
        <w:rPr>
          <w:rFonts w:asciiTheme="minorHAnsi" w:eastAsiaTheme="minorHAnsi" w:hAnsiTheme="minorHAnsi"/>
          <w:sz w:val="18"/>
        </w:rPr>
        <w:t>name</w:t>
      </w:r>
      <w:r w:rsidRPr="00661CB4">
        <w:rPr>
          <w:rFonts w:asciiTheme="minorHAnsi" w:eastAsiaTheme="minorHAnsi" w:hAnsiTheme="minorHAnsi"/>
          <w:sz w:val="18"/>
        </w:rPr>
        <w:t xml:space="preserve"> 설정(결제요청 스크립트 실행시</w:t>
      </w:r>
      <w:r w:rsidRPr="00661CB4">
        <w:rPr>
          <w:rFonts w:asciiTheme="minorHAnsi" w:eastAsiaTheme="minorHAnsi" w:hAnsiTheme="minorHAnsi"/>
          <w:spacing w:val="23"/>
          <w:sz w:val="18"/>
        </w:rPr>
        <w:t xml:space="preserve"> </w:t>
      </w:r>
      <w:r w:rsidRPr="00661CB4">
        <w:rPr>
          <w:rFonts w:asciiTheme="minorHAnsi" w:eastAsiaTheme="minorHAnsi" w:hAnsiTheme="minorHAnsi"/>
          <w:sz w:val="18"/>
        </w:rPr>
        <w:t>사용됨)</w:t>
      </w:r>
    </w:p>
    <w:p w14:paraId="7DD38075" w14:textId="77777777" w:rsidR="00B81817" w:rsidRPr="00661CB4" w:rsidRDefault="00B81817" w:rsidP="0079786A">
      <w:pPr>
        <w:pStyle w:val="a5"/>
        <w:widowControl w:val="0"/>
        <w:numPr>
          <w:ilvl w:val="1"/>
          <w:numId w:val="16"/>
        </w:numPr>
        <w:tabs>
          <w:tab w:val="left" w:pos="1763"/>
          <w:tab w:val="left" w:pos="1764"/>
        </w:tabs>
        <w:overflowPunct/>
        <w:adjustRightInd/>
        <w:spacing w:before="38"/>
        <w:ind w:leftChars="0"/>
        <w:textAlignment w:val="auto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10"/>
          <w:sz w:val="18"/>
        </w:rPr>
        <w:t>필드명 대소문자</w:t>
      </w:r>
      <w:r w:rsidRPr="00661CB4">
        <w:rPr>
          <w:rFonts w:asciiTheme="minorHAnsi" w:eastAsiaTheme="minorHAnsi" w:hAnsiTheme="minorHAnsi"/>
          <w:spacing w:val="40"/>
          <w:w w:val="110"/>
          <w:sz w:val="18"/>
        </w:rPr>
        <w:t xml:space="preserve"> </w:t>
      </w:r>
      <w:r w:rsidRPr="00661CB4">
        <w:rPr>
          <w:rFonts w:asciiTheme="minorHAnsi" w:eastAsiaTheme="minorHAnsi" w:hAnsiTheme="minorHAnsi"/>
          <w:w w:val="110"/>
          <w:sz w:val="18"/>
        </w:rPr>
        <w:t>구분</w:t>
      </w:r>
    </w:p>
    <w:p w14:paraId="35F415F8" w14:textId="77777777" w:rsidR="00B81817" w:rsidRPr="00661CB4" w:rsidRDefault="00B81817" w:rsidP="00B81817">
      <w:pPr>
        <w:spacing w:before="38"/>
        <w:ind w:leftChars="100" w:left="200" w:firstLineChars="500" w:firstLine="944"/>
        <w:rPr>
          <w:rFonts w:asciiTheme="minorHAnsi" w:eastAsiaTheme="minorHAnsi" w:hAnsiTheme="minorHAnsi"/>
          <w:sz w:val="18"/>
        </w:rPr>
      </w:pPr>
      <w:r w:rsidRPr="00661CB4">
        <w:rPr>
          <w:rFonts w:asciiTheme="minorHAnsi" w:eastAsiaTheme="minorHAnsi" w:hAnsiTheme="minorHAnsi"/>
          <w:w w:val="105"/>
          <w:sz w:val="18"/>
        </w:rPr>
        <w:t>(일부 가맹점에서 필요에 의해 사용자가 변경하는 경우를 제외하고 모두 type=”hidden”을 사용)</w:t>
      </w:r>
    </w:p>
    <w:p w14:paraId="6FFBA288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F85F89" wp14:editId="2C75D22D">
                <wp:simplePos x="0" y="0"/>
                <wp:positionH relativeFrom="column">
                  <wp:posOffset>737235</wp:posOffset>
                </wp:positionH>
                <wp:positionV relativeFrom="paragraph">
                  <wp:posOffset>156209</wp:posOffset>
                </wp:positionV>
                <wp:extent cx="5139690" cy="1228725"/>
                <wp:effectExtent l="0" t="0" r="22860" b="2857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96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06DD1" w14:textId="77777777" w:rsidR="005F7164" w:rsidRPr="00A00A84" w:rsidRDefault="005F7164" w:rsidP="00B81817">
                            <w:pPr>
                              <w:spacing w:before="62" w:line="346" w:lineRule="exact"/>
                              <w:ind w:leftChars="65" w:left="850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&lt;div id=" sampleInput"&gt;</w:t>
                            </w:r>
                          </w:p>
                          <w:p w14:paraId="25618B99" w14:textId="3F32CC41" w:rsidR="005F7164" w:rsidRPr="00A00A84" w:rsidRDefault="005F7164" w:rsidP="00B81817">
                            <w:pPr>
                              <w:spacing w:line="311" w:lineRule="exact"/>
                              <w:ind w:leftChars="154" w:left="1028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 xml:space="preserve">&lt;input </w:t>
                            </w:r>
                            <w:r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type=”hidden” name=”mid” value=”demotest0m</w:t>
                            </w: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”/&gt;</w:t>
                            </w:r>
                          </w:p>
                          <w:p w14:paraId="2A35278D" w14:textId="77777777" w:rsidR="005F7164" w:rsidRPr="00A00A84" w:rsidRDefault="005F7164" w:rsidP="00B81817">
                            <w:pPr>
                              <w:spacing w:line="312" w:lineRule="exact"/>
                              <w:ind w:leftChars="154" w:left="1028"/>
                              <w:jc w:val="both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95"/>
                                <w:sz w:val="18"/>
                              </w:rPr>
                              <w:t>&lt;input type=”hidden” name=”price” value=”1004”/&gt;</w:t>
                            </w:r>
                          </w:p>
                          <w:p w14:paraId="543B2430" w14:textId="77777777" w:rsidR="005F7164" w:rsidRPr="00A00A84" w:rsidRDefault="005F7164" w:rsidP="00B81817">
                            <w:pPr>
                              <w:spacing w:line="311" w:lineRule="exact"/>
                              <w:ind w:leftChars="300" w:left="1320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w w:val="80"/>
                                <w:sz w:val="18"/>
                              </w:rPr>
                              <w:t>………..</w:t>
                            </w:r>
                          </w:p>
                          <w:p w14:paraId="7BE828B7" w14:textId="77777777" w:rsidR="005F7164" w:rsidRPr="00A00A84" w:rsidRDefault="005F7164" w:rsidP="00B81817">
                            <w:pPr>
                              <w:spacing w:line="346" w:lineRule="exact"/>
                              <w:ind w:leftChars="165" w:left="1050"/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</w:pPr>
                            <w:r w:rsidRPr="00A00A84">
                              <w:rPr>
                                <w:rFonts w:asciiTheme="minorHAnsi" w:eastAsiaTheme="minorHAnsi" w:hAnsiTheme="minorHAnsi"/>
                                <w:sz w:val="18"/>
                              </w:rPr>
                              <w:t>&lt;/div&gt;</w:t>
                            </w:r>
                          </w:p>
                          <w:p w14:paraId="146EE82C" w14:textId="77777777" w:rsidR="005F7164" w:rsidRPr="008E1345" w:rsidRDefault="005F7164" w:rsidP="00B81817">
                            <w:pPr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85F89" id="_x0000_s1029" type="#_x0000_t202" style="position:absolute;left:0;text-align:left;margin-left:58.05pt;margin-top:12.3pt;width:404.7pt;height:9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">
                <v:textbox>
                  <w:txbxContent>
                    <w:p w14:paraId="03606DD1" w14:textId="77777777" w:rsidR="005F7164" w:rsidRPr="00A00A84" w:rsidRDefault="005F7164" w:rsidP="00B81817">
                      <w:pPr>
                        <w:spacing w:before="62" w:line="346" w:lineRule="exact"/>
                        <w:ind w:leftChars="65" w:left="850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&lt;div id=" sampleInput"&gt;</w:t>
                      </w:r>
                    </w:p>
                    <w:p w14:paraId="25618B99" w14:textId="3F32CC41" w:rsidR="005F7164" w:rsidRPr="00A00A84" w:rsidRDefault="005F7164" w:rsidP="00B81817">
                      <w:pPr>
                        <w:spacing w:line="311" w:lineRule="exact"/>
                        <w:ind w:leftChars="154" w:left="1028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 xml:space="preserve">&lt;input </w:t>
                      </w:r>
                      <w:r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type=”hidden” name=”mid” value=”demotest0m</w:t>
                      </w: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”/&gt;</w:t>
                      </w:r>
                    </w:p>
                    <w:p w14:paraId="2A35278D" w14:textId="77777777" w:rsidR="005F7164" w:rsidRPr="00A00A84" w:rsidRDefault="005F7164" w:rsidP="00B81817">
                      <w:pPr>
                        <w:spacing w:line="312" w:lineRule="exact"/>
                        <w:ind w:leftChars="154" w:left="1028"/>
                        <w:jc w:val="both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95"/>
                          <w:sz w:val="18"/>
                        </w:rPr>
                        <w:t>&lt;input type=”hidden” name=”price” value=”1004”/&gt;</w:t>
                      </w:r>
                    </w:p>
                    <w:p w14:paraId="543B2430" w14:textId="77777777" w:rsidR="005F7164" w:rsidRPr="00A00A84" w:rsidRDefault="005F7164" w:rsidP="00B81817">
                      <w:pPr>
                        <w:spacing w:line="311" w:lineRule="exact"/>
                        <w:ind w:leftChars="300" w:left="1320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w w:val="80"/>
                          <w:sz w:val="18"/>
                        </w:rPr>
                        <w:t>………..</w:t>
                      </w:r>
                    </w:p>
                    <w:p w14:paraId="7BE828B7" w14:textId="77777777" w:rsidR="005F7164" w:rsidRPr="00A00A84" w:rsidRDefault="005F7164" w:rsidP="00B81817">
                      <w:pPr>
                        <w:spacing w:line="346" w:lineRule="exact"/>
                        <w:ind w:leftChars="165" w:left="1050"/>
                        <w:rPr>
                          <w:rFonts w:asciiTheme="minorHAnsi" w:eastAsiaTheme="minorHAnsi" w:hAnsiTheme="minorHAnsi"/>
                          <w:sz w:val="18"/>
                        </w:rPr>
                      </w:pPr>
                      <w:r w:rsidRPr="00A00A84">
                        <w:rPr>
                          <w:rFonts w:asciiTheme="minorHAnsi" w:eastAsiaTheme="minorHAnsi" w:hAnsiTheme="minorHAnsi"/>
                          <w:sz w:val="18"/>
                        </w:rPr>
                        <w:t>&lt;/div&gt;</w:t>
                      </w:r>
                    </w:p>
                    <w:p w14:paraId="146EE82C" w14:textId="77777777" w:rsidR="005F7164" w:rsidRPr="008E1345" w:rsidRDefault="005F7164" w:rsidP="00B81817">
                      <w:p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</w:p>
    <w:p w14:paraId="23973AA3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7BB1432C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A6AE585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51F406F1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19BB2D69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3CC9D12A" w14:textId="77777777" w:rsidR="00B81817" w:rsidRPr="00661CB4" w:rsidRDefault="00B81817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</w:p>
    <w:p w14:paraId="2569FEB1" w14:textId="2166DED4" w:rsidR="00B81817" w:rsidRPr="00661CB4" w:rsidRDefault="00847E31" w:rsidP="00B81817">
      <w:pPr>
        <w:pStyle w:val="a5"/>
        <w:ind w:leftChars="0" w:left="1120" w:firstLine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  <w:b/>
          <w:color w:val="FF0000"/>
        </w:rPr>
        <w:t>FINTREE</w:t>
      </w:r>
      <w:r w:rsidR="00B81817" w:rsidRPr="00661CB4">
        <w:rPr>
          <w:rFonts w:asciiTheme="minorHAnsi" w:eastAsiaTheme="minorHAnsi" w:hAnsiTheme="minorHAnsi" w:hint="eastAsia"/>
          <w:b/>
          <w:color w:val="FF0000"/>
        </w:rPr>
        <w:t xml:space="preserve">는 Form Post 로 결제 </w:t>
      </w:r>
      <w:r w:rsidR="00B81817">
        <w:rPr>
          <w:rFonts w:asciiTheme="minorHAnsi" w:eastAsiaTheme="minorHAnsi" w:hAnsiTheme="minorHAnsi" w:hint="eastAsia"/>
          <w:b/>
          <w:color w:val="FF0000"/>
        </w:rPr>
        <w:t xml:space="preserve">취소 </w:t>
      </w:r>
      <w:r w:rsidR="00B81817" w:rsidRPr="00661CB4">
        <w:rPr>
          <w:rFonts w:asciiTheme="minorHAnsi" w:eastAsiaTheme="minorHAnsi" w:hAnsiTheme="minorHAnsi" w:hint="eastAsia"/>
          <w:b/>
          <w:color w:val="FF0000"/>
        </w:rPr>
        <w:t>요청되며, &lt;form&gt; 태그에 action 속성 설정 / submit 등의 모든 동작은 Import 된 스크립트에 의해서 자동 처리됩니다</w:t>
      </w:r>
      <w:r w:rsidR="00B81817" w:rsidRPr="00661CB4">
        <w:rPr>
          <w:rFonts w:asciiTheme="minorHAnsi" w:eastAsiaTheme="minorHAnsi" w:hAnsiTheme="minorHAnsi" w:hint="eastAsia"/>
        </w:rPr>
        <w:t>.</w:t>
      </w:r>
    </w:p>
    <w:p w14:paraId="6E5C9C3F" w14:textId="77777777" w:rsidR="00B81817" w:rsidRPr="00661CB4" w:rsidRDefault="00B81817" w:rsidP="00B81817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/>
        </w:rPr>
        <w:br w:type="page"/>
      </w:r>
    </w:p>
    <w:p w14:paraId="71E315D1" w14:textId="268ECBF0" w:rsidR="00B81817" w:rsidRPr="00661CB4" w:rsidRDefault="00B81817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lastRenderedPageBreak/>
        <w:t xml:space="preserve">결제 </w:t>
      </w:r>
      <w:r w:rsidR="005372E9">
        <w:rPr>
          <w:rFonts w:asciiTheme="minorHAnsi" w:eastAsiaTheme="minorHAnsi" w:hAnsiTheme="minorHAnsi" w:hint="eastAsia"/>
        </w:rPr>
        <w:t xml:space="preserve">취소 </w:t>
      </w:r>
      <w:r w:rsidRPr="00661CB4">
        <w:rPr>
          <w:rFonts w:asciiTheme="minorHAnsi" w:eastAsiaTheme="minorHAnsi" w:hAnsiTheme="minorHAnsi" w:hint="eastAsia"/>
        </w:rPr>
        <w:t>기본 요청데이터 필드는 아래와 같습니다</w:t>
      </w:r>
      <w:r w:rsidR="005372E9">
        <w:rPr>
          <w:rFonts w:asciiTheme="minorHAnsi" w:eastAsiaTheme="minorHAnsi" w:hAnsiTheme="minorHAnsi" w:hint="eastAsia"/>
        </w:rPr>
        <w:t xml:space="preserve">. </w:t>
      </w:r>
    </w:p>
    <w:p w14:paraId="2FC8F9B9" w14:textId="1DF34B49" w:rsidR="00B81817" w:rsidRPr="00661CB4" w:rsidRDefault="00B81817" w:rsidP="00B8181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기본 </w:t>
      </w:r>
      <w:r w:rsidR="008B3839">
        <w:rPr>
          <w:rFonts w:asciiTheme="minorHAnsi" w:eastAsiaTheme="minorHAnsi" w:hAnsiTheme="minorHAnsi" w:hint="eastAsia"/>
          <w:lang w:eastAsia="ko-KR"/>
        </w:rPr>
        <w:t>취소</w:t>
      </w:r>
      <w:r w:rsidRPr="00661CB4">
        <w:rPr>
          <w:rFonts w:asciiTheme="minorHAnsi" w:eastAsiaTheme="minorHAnsi" w:hAnsiTheme="minorHAnsi"/>
          <w:lang w:eastAsia="ko-KR"/>
        </w:rPr>
        <w:t>요청데이터 필드</w:t>
      </w:r>
    </w:p>
    <w:tbl>
      <w:tblPr>
        <w:tblStyle w:val="TableNormal"/>
        <w:tblW w:w="9072" w:type="dxa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6"/>
        <w:gridCol w:w="1843"/>
        <w:gridCol w:w="3118"/>
        <w:gridCol w:w="709"/>
        <w:gridCol w:w="709"/>
      </w:tblGrid>
      <w:tr w:rsidR="00F901CB" w:rsidRPr="00661CB4" w14:paraId="3B1ED904" w14:textId="77777777" w:rsidTr="005F7164">
        <w:trPr>
          <w:trHeight w:val="2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7A53FC40" w14:textId="477CF8AC" w:rsidR="00F901CB" w:rsidRDefault="00F901CB" w:rsidP="00F901CB">
            <w:pPr>
              <w:rPr>
                <w:rFonts w:ascii="맑은 고딕" w:eastAsia="맑은 고딕" w:hAnsi="맑은 고딕"/>
                <w:lang w:eastAsia="ko-KR"/>
              </w:rPr>
            </w:pPr>
            <w:r>
              <w:rPr>
                <w:rFonts w:ascii="맑은 고딕" w:eastAsia="맑은 고딕" w:hAnsi="맑은 고딕" w:hint="eastAsia"/>
                <w:lang w:eastAsia="ko-KR"/>
              </w:rPr>
              <w:t>URL : https://</w:t>
            </w:r>
            <w:r w:rsidR="00E22CEB">
              <w:rPr>
                <w:rFonts w:ascii="맑은 고딕" w:eastAsia="맑은 고딕" w:hAnsi="맑은 고딕" w:hint="eastAsia"/>
                <w:lang w:eastAsia="ko-KR"/>
              </w:rPr>
              <w:t>api.</w:t>
            </w:r>
            <w:r w:rsidR="00847E31">
              <w:rPr>
                <w:rFonts w:ascii="맑은 고딕" w:eastAsia="맑은 고딕" w:hAnsi="맑은 고딕"/>
                <w:lang w:eastAsia="ko-KR"/>
              </w:rPr>
              <w:t>fintree.kr</w:t>
            </w:r>
            <w:r>
              <w:rPr>
                <w:rFonts w:ascii="맑은 고딕" w:eastAsia="맑은 고딕" w:hAnsi="맑은 고딕" w:hint="eastAsia"/>
                <w:lang w:eastAsia="ko-KR"/>
              </w:rPr>
              <w:t>/payment.cancel</w:t>
            </w:r>
          </w:p>
          <w:p w14:paraId="3711A620" w14:textId="1D1644A4" w:rsidR="00F901CB" w:rsidRPr="00661CB4" w:rsidRDefault="00F901CB" w:rsidP="00F901CB">
            <w:pPr>
              <w:rPr>
                <w:rFonts w:asciiTheme="minorHAnsi" w:eastAsiaTheme="minorHAnsi" w:hAnsiTheme="minorHAnsi"/>
                <w:w w:val="105"/>
                <w:sz w:val="18"/>
              </w:rPr>
            </w:pPr>
            <w:r w:rsidRPr="000D518A">
              <w:rPr>
                <w:rFonts w:ascii="맑은 고딕" w:eastAsia="맑은 고딕" w:hAnsi="맑은 고딕"/>
              </w:rPr>
              <w:t>HTTPS</w:t>
            </w:r>
            <w:r w:rsidRPr="00B90816">
              <w:rPr>
                <w:rFonts w:ascii="맑은 고딕" w:eastAsia="맑은 고딕" w:hAnsi="맑은 고딕"/>
              </w:rPr>
              <w:t xml:space="preserve"> POST content-type : application/x-www-form-urlencoded;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9135AA">
              <w:rPr>
                <w:rStyle w:val="pl-s"/>
                <w:rFonts w:ascii="맑은 고딕" w:eastAsia="맑은 고딕" w:hAnsi="맑은 고딕"/>
                <w:color w:val="000000"/>
                <w:szCs w:val="20"/>
              </w:rPr>
              <w:t>charset=utf-8</w:t>
            </w:r>
          </w:p>
        </w:tc>
      </w:tr>
      <w:tr w:rsidR="00B81817" w:rsidRPr="00661CB4" w14:paraId="63AED36C" w14:textId="77777777" w:rsidTr="008E4458">
        <w:trPr>
          <w:trHeight w:val="20"/>
        </w:trPr>
        <w:tc>
          <w:tcPr>
            <w:tcW w:w="1417" w:type="dxa"/>
            <w:shd w:val="clear" w:color="auto" w:fill="D9D9D9"/>
            <w:vAlign w:val="center"/>
          </w:tcPr>
          <w:p w14:paraId="4C20FF5B" w14:textId="77777777" w:rsidR="00B81817" w:rsidRPr="00661CB4" w:rsidRDefault="00B81817" w:rsidP="00A00A84">
            <w:pPr>
              <w:pStyle w:val="TableParagraph"/>
              <w:ind w:rightChars="40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필드명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8F11509" w14:textId="77777777" w:rsidR="00B81817" w:rsidRPr="00661CB4" w:rsidRDefault="00B81817" w:rsidP="00A00A84">
            <w:pPr>
              <w:pStyle w:val="TableParagraph"/>
              <w:ind w:rightChars="31" w:right="6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한글명칭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3C0BEFB" w14:textId="77777777" w:rsidR="00B81817" w:rsidRPr="00661CB4" w:rsidRDefault="00B81817" w:rsidP="00A00A84">
            <w:pPr>
              <w:pStyle w:val="TableParagraph"/>
              <w:spacing w:line="377" w:lineRule="exact"/>
              <w:ind w:leftChars="100" w:left="200" w:rightChars="270" w:right="54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예시</w:t>
            </w:r>
          </w:p>
          <w:p w14:paraId="546B6C50" w14:textId="77777777" w:rsidR="00B81817" w:rsidRPr="00661CB4" w:rsidRDefault="00B81817" w:rsidP="00A00A84">
            <w:pPr>
              <w:pStyle w:val="TableParagraph"/>
              <w:spacing w:line="323" w:lineRule="exact"/>
              <w:ind w:rightChars="270" w:right="54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sz w:val="18"/>
              </w:rPr>
              <w:t>[Data Type], 기본값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38271DB1" w14:textId="77777777" w:rsidR="00B81817" w:rsidRPr="00661CB4" w:rsidRDefault="00B81817" w:rsidP="00A00A84">
            <w:pPr>
              <w:pStyle w:val="TableParagraph"/>
              <w:ind w:rightChars="751" w:right="150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설명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FAAE6F7" w14:textId="77777777" w:rsidR="00B81817" w:rsidRPr="00661CB4" w:rsidRDefault="00B81817" w:rsidP="00A00A84">
            <w:pPr>
              <w:pStyle w:val="TableParagraph"/>
              <w:spacing w:line="377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필수</w:t>
            </w:r>
          </w:p>
          <w:p w14:paraId="6A6B7F80" w14:textId="77777777" w:rsidR="00B81817" w:rsidRPr="00661CB4" w:rsidRDefault="00B81817" w:rsidP="00A00A84">
            <w:pPr>
              <w:pStyle w:val="TableParagraph"/>
              <w:spacing w:line="323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10"/>
                <w:sz w:val="18"/>
              </w:rPr>
              <w:t>여부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39072F50" w14:textId="77777777" w:rsidR="00B81817" w:rsidRPr="00661CB4" w:rsidRDefault="00B81817" w:rsidP="00A00A84">
            <w:pPr>
              <w:pStyle w:val="TableParagraph"/>
              <w:spacing w:line="312" w:lineRule="exact"/>
              <w:ind w:rightChars="63" w:right="126" w:firstLine="64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 w:hint="eastAsia"/>
                <w:w w:val="105"/>
                <w:sz w:val="18"/>
              </w:rPr>
              <w:t>크기 (최대)</w:t>
            </w:r>
          </w:p>
        </w:tc>
      </w:tr>
      <w:tr w:rsidR="00B81817" w:rsidRPr="00661CB4" w14:paraId="14E0993C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F99B454" w14:textId="452A8EBA" w:rsidR="00B81817" w:rsidRDefault="00B81817" w:rsidP="00B27196">
            <w:pPr>
              <w:pStyle w:val="TableParagraph"/>
              <w:ind w:left="91" w:right="78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276" w:type="dxa"/>
            <w:vAlign w:val="center"/>
          </w:tcPr>
          <w:p w14:paraId="66A7C059" w14:textId="2F6C6304" w:rsidR="00B81817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1843" w:type="dxa"/>
            <w:vAlign w:val="center"/>
          </w:tcPr>
          <w:p w14:paraId="4C8AFB43" w14:textId="006621D9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w w:val="90"/>
                <w:sz w:val="18"/>
              </w:rPr>
            </w:pPr>
            <w:r>
              <w:rPr>
                <w:rFonts w:asciiTheme="majorEastAsia" w:eastAsiaTheme="majorEastAsia" w:hAnsiTheme="majorEastAsia"/>
                <w:w w:val="95"/>
                <w:sz w:val="18"/>
              </w:rPr>
              <w:t>[</w:t>
            </w:r>
            <w:r w:rsidRPr="00661CB4">
              <w:rPr>
                <w:rFonts w:asciiTheme="majorEastAsia" w:eastAsiaTheme="majorEastAsia" w:hAnsiTheme="majorEastAsia"/>
                <w:w w:val="95"/>
                <w:sz w:val="18"/>
              </w:rPr>
              <w:t>String</w:t>
            </w:r>
            <w:r>
              <w:rPr>
                <w:rFonts w:asciiTheme="majorEastAsia" w:eastAsiaTheme="majorEastAsia" w:hAnsiTheme="majorEastAsia"/>
                <w:w w:val="95"/>
                <w:sz w:val="18"/>
              </w:rPr>
              <w:t>]</w:t>
            </w:r>
          </w:p>
        </w:tc>
        <w:tc>
          <w:tcPr>
            <w:tcW w:w="3118" w:type="dxa"/>
            <w:vAlign w:val="center"/>
          </w:tcPr>
          <w:p w14:paraId="0AD60685" w14:textId="645703AC" w:rsidR="00B81817" w:rsidRDefault="00B81817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709" w:type="dxa"/>
            <w:vAlign w:val="center"/>
          </w:tcPr>
          <w:p w14:paraId="4FC4D33D" w14:textId="6B35D3F3" w:rsidR="00B81817" w:rsidRPr="00661CB4" w:rsidRDefault="00B81817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2AB9EA39" w14:textId="77777777" w:rsidR="00A00A84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</w:t>
            </w:r>
          </w:p>
          <w:p w14:paraId="4CE8AA78" w14:textId="13E747CB" w:rsidR="00B81817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Byte</w:t>
            </w:r>
          </w:p>
        </w:tc>
      </w:tr>
      <w:tr w:rsidR="00B81817" w:rsidRPr="00661CB4" w14:paraId="62CDA76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7F2DAD8" w14:textId="655AA93E" w:rsidR="00B81817" w:rsidRPr="00661CB4" w:rsidRDefault="00B81817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ordNo</w:t>
            </w:r>
          </w:p>
        </w:tc>
        <w:tc>
          <w:tcPr>
            <w:tcW w:w="1276" w:type="dxa"/>
            <w:vAlign w:val="center"/>
          </w:tcPr>
          <w:p w14:paraId="5AC24DE9" w14:textId="77777777" w:rsidR="00B81817" w:rsidRPr="00661CB4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</w:rPr>
              <w:t>주문번호</w:t>
            </w:r>
          </w:p>
        </w:tc>
        <w:tc>
          <w:tcPr>
            <w:tcW w:w="1843" w:type="dxa"/>
            <w:vAlign w:val="center"/>
          </w:tcPr>
          <w:p w14:paraId="6B33BB62" w14:textId="77777777" w:rsidR="00B81817" w:rsidRPr="00661CB4" w:rsidRDefault="00B81817" w:rsidP="00B27196">
            <w:pPr>
              <w:pStyle w:val="TableParagraph"/>
              <w:spacing w:line="346" w:lineRule="exact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0"/>
                <w:sz w:val="18"/>
              </w:rPr>
              <w:t>[String]</w:t>
            </w:r>
          </w:p>
          <w:p w14:paraId="3AA89357" w14:textId="77777777" w:rsidR="00B81817" w:rsidRPr="00661CB4" w:rsidRDefault="00B81817" w:rsidP="00B27196">
            <w:pPr>
              <w:pStyle w:val="TableParagraph"/>
              <w:spacing w:line="294" w:lineRule="exact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“1335233672723”</w:t>
            </w:r>
          </w:p>
        </w:tc>
        <w:tc>
          <w:tcPr>
            <w:tcW w:w="3118" w:type="dxa"/>
            <w:vAlign w:val="center"/>
          </w:tcPr>
          <w:p w14:paraId="70294A71" w14:textId="01D21267" w:rsidR="00B81817" w:rsidRPr="00661CB4" w:rsidRDefault="00A00A84" w:rsidP="00B27196">
            <w:pPr>
              <w:pStyle w:val="TableParagraph"/>
              <w:spacing w:line="310" w:lineRule="exact"/>
              <w:ind w:left="103" w:right="145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주문번호</w:t>
            </w:r>
          </w:p>
        </w:tc>
        <w:tc>
          <w:tcPr>
            <w:tcW w:w="709" w:type="dxa"/>
            <w:vAlign w:val="center"/>
          </w:tcPr>
          <w:p w14:paraId="7B19C915" w14:textId="09D2BD19" w:rsidR="00B81817" w:rsidRPr="00661CB4" w:rsidRDefault="00B81817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709" w:type="dxa"/>
            <w:vAlign w:val="center"/>
          </w:tcPr>
          <w:p w14:paraId="27442A89" w14:textId="77777777" w:rsidR="00B81817" w:rsidRPr="00661CB4" w:rsidRDefault="00B81817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40</w:t>
            </w:r>
          </w:p>
          <w:p w14:paraId="7D207FA4" w14:textId="77777777" w:rsidR="00B81817" w:rsidRPr="00661CB4" w:rsidRDefault="00B81817" w:rsidP="00A00A84">
            <w:pPr>
              <w:pStyle w:val="TableParagraph"/>
              <w:spacing w:line="294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72091C4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225AC10" w14:textId="0A4C68FC" w:rsidR="00B81817" w:rsidRPr="00661CB4" w:rsidRDefault="00B81817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</w:p>
        </w:tc>
        <w:tc>
          <w:tcPr>
            <w:tcW w:w="1276" w:type="dxa"/>
            <w:vAlign w:val="center"/>
          </w:tcPr>
          <w:p w14:paraId="439D29BE" w14:textId="3D239B32" w:rsidR="00B81817" w:rsidRPr="00661CB4" w:rsidRDefault="00B81817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lang w:eastAsia="ko-KR"/>
              </w:rPr>
              <w:t>취소</w:t>
            </w:r>
            <w:r w:rsidRPr="00661CB4">
              <w:rPr>
                <w:rFonts w:asciiTheme="minorHAnsi" w:eastAsiaTheme="minorHAnsi" w:hAnsiTheme="minorHAnsi"/>
                <w:w w:val="110"/>
                <w:sz w:val="18"/>
              </w:rPr>
              <w:t>금액</w:t>
            </w:r>
          </w:p>
        </w:tc>
        <w:tc>
          <w:tcPr>
            <w:tcW w:w="1843" w:type="dxa"/>
            <w:vAlign w:val="center"/>
          </w:tcPr>
          <w:p w14:paraId="4D8307ED" w14:textId="350E1B9D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661CB4">
              <w:rPr>
                <w:rFonts w:asciiTheme="minorHAnsi" w:eastAsiaTheme="minorHAnsi" w:hAnsiTheme="minorHAnsi"/>
                <w:sz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36D3EB09" w14:textId="77777777" w:rsidR="00B81817" w:rsidRPr="00661CB4" w:rsidRDefault="00B81817" w:rsidP="00B27196">
            <w:pPr>
              <w:pStyle w:val="TableParagraph"/>
              <w:spacing w:line="376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  <w:t>숫자만 입력</w:t>
            </w:r>
          </w:p>
          <w:p w14:paraId="7AEC8D3C" w14:textId="77777777" w:rsidR="00B81817" w:rsidRPr="00661CB4" w:rsidRDefault="00B81817" w:rsidP="00B27196">
            <w:pPr>
              <w:pStyle w:val="TableParagraph"/>
              <w:spacing w:line="312" w:lineRule="exact"/>
              <w:ind w:left="103" w:right="26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  <w:t>1달러는 100으로 시작</w:t>
            </w:r>
          </w:p>
        </w:tc>
        <w:tc>
          <w:tcPr>
            <w:tcW w:w="709" w:type="dxa"/>
            <w:vAlign w:val="center"/>
          </w:tcPr>
          <w:p w14:paraId="10750E0B" w14:textId="74AD0C0B" w:rsidR="00B81817" w:rsidRPr="00661CB4" w:rsidRDefault="00B81817" w:rsidP="00A00A84">
            <w:pPr>
              <w:pStyle w:val="TableParagraph"/>
              <w:spacing w:line="376" w:lineRule="exact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75A878D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64</w:t>
            </w:r>
          </w:p>
          <w:p w14:paraId="5B309676" w14:textId="77777777" w:rsidR="00B81817" w:rsidRPr="00661CB4" w:rsidRDefault="00B81817" w:rsidP="00A00A84">
            <w:pPr>
              <w:pStyle w:val="TableParagraph"/>
              <w:spacing w:line="346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2D8A27D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22092A6" w14:textId="0F4DAE16" w:rsidR="00B81817" w:rsidRPr="00661CB4" w:rsidRDefault="00B81817" w:rsidP="00B27196">
            <w:pPr>
              <w:pStyle w:val="TableParagraph"/>
              <w:ind w:left="91" w:right="8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canId</w:t>
            </w:r>
          </w:p>
        </w:tc>
        <w:tc>
          <w:tcPr>
            <w:tcW w:w="1276" w:type="dxa"/>
            <w:vAlign w:val="center"/>
          </w:tcPr>
          <w:p w14:paraId="5604B985" w14:textId="4B6D79AC" w:rsidR="00B81817" w:rsidRPr="00661CB4" w:rsidRDefault="00B81817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취소자ID</w:t>
            </w:r>
          </w:p>
        </w:tc>
        <w:tc>
          <w:tcPr>
            <w:tcW w:w="1843" w:type="dxa"/>
            <w:vAlign w:val="center"/>
          </w:tcPr>
          <w:p w14:paraId="60CA9B24" w14:textId="086905F1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[String] "</w:t>
            </w: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t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>estId</w:t>
            </w: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"</w:t>
            </w:r>
          </w:p>
        </w:tc>
        <w:tc>
          <w:tcPr>
            <w:tcW w:w="3118" w:type="dxa"/>
            <w:vAlign w:val="center"/>
          </w:tcPr>
          <w:p w14:paraId="57AEA4EB" w14:textId="77777777" w:rsidR="00B81817" w:rsidRPr="00661CB4" w:rsidRDefault="00B81817" w:rsidP="00B27196">
            <w:pPr>
              <w:pStyle w:val="TableParagraph"/>
              <w:spacing w:line="377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  <w:t>한글/특수기호 입력가능</w:t>
            </w:r>
          </w:p>
        </w:tc>
        <w:tc>
          <w:tcPr>
            <w:tcW w:w="709" w:type="dxa"/>
            <w:vAlign w:val="center"/>
          </w:tcPr>
          <w:p w14:paraId="61F9BA57" w14:textId="77777777" w:rsidR="00B81817" w:rsidRPr="00661CB4" w:rsidRDefault="00B81817" w:rsidP="00A00A84">
            <w:pPr>
              <w:pStyle w:val="TableParagraph"/>
              <w:rPr>
                <w:rFonts w:asciiTheme="minorHAnsi" w:eastAsiaTheme="minorHAnsi" w:hAnsiTheme="minorHAnsi"/>
                <w:sz w:val="17"/>
                <w:lang w:eastAsia="ko-KR"/>
              </w:rPr>
            </w:pPr>
          </w:p>
          <w:p w14:paraId="446E75D2" w14:textId="2DB40965" w:rsidR="00B81817" w:rsidRPr="00661CB4" w:rsidRDefault="00B81817" w:rsidP="00A00A84">
            <w:pPr>
              <w:pStyle w:val="TableParagraph"/>
              <w:spacing w:line="312" w:lineRule="exact"/>
              <w:ind w:left="87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5CAAC770" w14:textId="5835BDD4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10</w:t>
            </w:r>
          </w:p>
          <w:p w14:paraId="1EB1FED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81817" w:rsidRPr="00661CB4" w14:paraId="1469F96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2827439D" w14:textId="3A4C6553" w:rsidR="00B81817" w:rsidRPr="00661CB4" w:rsidRDefault="00B45CA8" w:rsidP="00B27196">
            <w:pPr>
              <w:pStyle w:val="TableParagraph"/>
              <w:ind w:left="91" w:right="77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canNm</w:t>
            </w:r>
          </w:p>
        </w:tc>
        <w:tc>
          <w:tcPr>
            <w:tcW w:w="1276" w:type="dxa"/>
            <w:vAlign w:val="center"/>
          </w:tcPr>
          <w:p w14:paraId="0559B614" w14:textId="63658C8B" w:rsidR="00B81817" w:rsidRPr="00661CB4" w:rsidRDefault="00B45CA8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취소자명</w:t>
            </w:r>
          </w:p>
        </w:tc>
        <w:tc>
          <w:tcPr>
            <w:tcW w:w="1843" w:type="dxa"/>
            <w:vAlign w:val="center"/>
          </w:tcPr>
          <w:p w14:paraId="5DAAE126" w14:textId="3F7283B4" w:rsidR="00B81817" w:rsidRPr="00661CB4" w:rsidRDefault="00B45CA8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[String]</w:t>
            </w:r>
            <w:r w:rsidR="00A00A84">
              <w:rPr>
                <w:rFonts w:asciiTheme="minorHAnsi" w:eastAsiaTheme="minorHAnsi" w:hAnsiTheme="minorHAnsi"/>
                <w:sz w:val="18"/>
                <w:lang w:eastAsia="ko-KR"/>
              </w:rPr>
              <w:t xml:space="preserve"> “</w:t>
            </w:r>
            <w:r w:rsidR="00A00A84">
              <w:rPr>
                <w:rFonts w:asciiTheme="minorHAnsi" w:eastAsiaTheme="minorHAnsi" w:hAnsiTheme="minorHAnsi" w:hint="eastAsia"/>
                <w:sz w:val="18"/>
                <w:lang w:eastAsia="ko-KR"/>
              </w:rPr>
              <w:t>홍길동</w:t>
            </w:r>
            <w:r w:rsidR="00A00A84"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7F8C5E5F" w14:textId="7B7081DF" w:rsidR="00B81817" w:rsidRPr="00661CB4" w:rsidRDefault="00A00A84" w:rsidP="00B27196">
            <w:pPr>
              <w:pStyle w:val="TableParagraph"/>
              <w:spacing w:line="267" w:lineRule="exact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취소자 이름</w:t>
            </w:r>
          </w:p>
        </w:tc>
        <w:tc>
          <w:tcPr>
            <w:tcW w:w="709" w:type="dxa"/>
            <w:vAlign w:val="center"/>
          </w:tcPr>
          <w:p w14:paraId="470D4E1C" w14:textId="6ED923DB" w:rsidR="00B81817" w:rsidRPr="00661CB4" w:rsidRDefault="00B81817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14088A2" w14:textId="77777777" w:rsidR="00A00A84" w:rsidRDefault="00B45CA8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30</w:t>
            </w:r>
          </w:p>
          <w:p w14:paraId="451D69A0" w14:textId="1730794D" w:rsidR="00B81817" w:rsidRPr="00661CB4" w:rsidRDefault="00A00A84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B</w:t>
            </w:r>
            <w:r w:rsidR="00B45CA8">
              <w:rPr>
                <w:rFonts w:asciiTheme="minorHAnsi" w:eastAsiaTheme="minorHAnsi" w:hAnsiTheme="minorHAnsi" w:hint="eastAsia"/>
                <w:sz w:val="18"/>
                <w:lang w:eastAsia="ko-KR"/>
              </w:rPr>
              <w:t>yte</w:t>
            </w:r>
          </w:p>
        </w:tc>
      </w:tr>
      <w:tr w:rsidR="00B81817" w:rsidRPr="00661CB4" w14:paraId="37CD228D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0922CA0" w14:textId="5D3B45CC" w:rsidR="00B81817" w:rsidRPr="00661CB4" w:rsidRDefault="00B81817" w:rsidP="00B27196">
            <w:pPr>
              <w:pStyle w:val="TableParagraph"/>
              <w:ind w:left="91" w:right="77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</w:rPr>
              <w:t>canMsg</w:t>
            </w:r>
          </w:p>
        </w:tc>
        <w:tc>
          <w:tcPr>
            <w:tcW w:w="1276" w:type="dxa"/>
            <w:vAlign w:val="center"/>
          </w:tcPr>
          <w:p w14:paraId="42C6DD27" w14:textId="72A6CCDA" w:rsidR="00B81817" w:rsidRPr="00661CB4" w:rsidRDefault="00B81817" w:rsidP="00B27196">
            <w:pPr>
              <w:pStyle w:val="TableParagraph"/>
              <w:ind w:left="74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취소사유</w:t>
            </w:r>
          </w:p>
        </w:tc>
        <w:tc>
          <w:tcPr>
            <w:tcW w:w="1843" w:type="dxa"/>
            <w:vAlign w:val="center"/>
          </w:tcPr>
          <w:p w14:paraId="621EF1A4" w14:textId="4A853943" w:rsidR="00B81817" w:rsidRPr="00661CB4" w:rsidRDefault="00B81817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661CB4">
              <w:rPr>
                <w:rFonts w:asciiTheme="minorHAnsi" w:eastAsiaTheme="minorHAnsi" w:hAnsiTheme="minorHAnsi"/>
                <w:w w:val="85"/>
                <w:sz w:val="18"/>
              </w:rPr>
              <w:t xml:space="preserve">[String] </w:t>
            </w:r>
            <w:r w:rsidR="00A00A84">
              <w:rPr>
                <w:rFonts w:asciiTheme="minorHAnsi" w:eastAsiaTheme="minorHAnsi" w:hAnsiTheme="minorHAnsi"/>
                <w:w w:val="85"/>
                <w:sz w:val="18"/>
              </w:rPr>
              <w:t>“</w:t>
            </w:r>
            <w:r w:rsidR="00A00A84">
              <w:rPr>
                <w:rFonts w:asciiTheme="minorHAnsi" w:eastAsiaTheme="minorHAnsi" w:hAnsiTheme="minorHAnsi" w:hint="eastAsia"/>
                <w:w w:val="85"/>
                <w:sz w:val="18"/>
                <w:lang w:eastAsia="ko-KR"/>
              </w:rPr>
              <w:t>고객요청</w:t>
            </w:r>
            <w:r w:rsidR="00A00A84">
              <w:rPr>
                <w:rFonts w:asciiTheme="minorHAnsi" w:eastAsiaTheme="minorHAnsi" w:hAnsiTheme="minorHAnsi"/>
                <w:w w:val="85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5828FD90" w14:textId="53DD7057" w:rsidR="00B81817" w:rsidRPr="00661CB4" w:rsidRDefault="00B81817" w:rsidP="00B27196">
            <w:pPr>
              <w:pStyle w:val="TableParagraph"/>
              <w:spacing w:line="328" w:lineRule="exact"/>
              <w:ind w:left="103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취소사유</w:t>
            </w:r>
          </w:p>
        </w:tc>
        <w:tc>
          <w:tcPr>
            <w:tcW w:w="709" w:type="dxa"/>
            <w:vAlign w:val="center"/>
          </w:tcPr>
          <w:p w14:paraId="3794671D" w14:textId="630BCCEC" w:rsidR="00B81817" w:rsidRPr="00661CB4" w:rsidRDefault="00E4288F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Yes</w:t>
            </w:r>
          </w:p>
        </w:tc>
        <w:tc>
          <w:tcPr>
            <w:tcW w:w="709" w:type="dxa"/>
            <w:vAlign w:val="center"/>
          </w:tcPr>
          <w:p w14:paraId="5344894B" w14:textId="4C5976E7" w:rsidR="00B81817" w:rsidRPr="00661CB4" w:rsidRDefault="00B81817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/>
                <w:sz w:val="18"/>
              </w:rPr>
              <w:t>10</w:t>
            </w:r>
            <w:r w:rsidRPr="00661CB4">
              <w:rPr>
                <w:rFonts w:asciiTheme="minorHAnsi" w:eastAsiaTheme="minorHAnsi" w:hAnsiTheme="minorHAnsi"/>
                <w:sz w:val="18"/>
              </w:rPr>
              <w:t>0</w:t>
            </w:r>
          </w:p>
          <w:p w14:paraId="0753E036" w14:textId="77777777" w:rsidR="00B81817" w:rsidRPr="00661CB4" w:rsidRDefault="00B81817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A00A84" w:rsidRPr="00661CB4" w14:paraId="2C68C991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3B35822" w14:textId="0B70725B" w:rsidR="00A00A84" w:rsidRPr="00661CB4" w:rsidRDefault="00A00A84" w:rsidP="00B27196">
            <w:pPr>
              <w:pStyle w:val="TableParagraph"/>
              <w:ind w:left="91" w:right="78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can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Ip</w:t>
            </w:r>
          </w:p>
        </w:tc>
        <w:tc>
          <w:tcPr>
            <w:tcW w:w="1276" w:type="dxa"/>
            <w:vAlign w:val="center"/>
          </w:tcPr>
          <w:p w14:paraId="2248F32F" w14:textId="7F6A1126" w:rsidR="00A00A84" w:rsidRPr="00661CB4" w:rsidRDefault="00A00A84" w:rsidP="00B27196">
            <w:pPr>
              <w:pStyle w:val="TableParagraph"/>
              <w:ind w:left="75" w:right="6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취소 아이피</w:t>
            </w:r>
          </w:p>
        </w:tc>
        <w:tc>
          <w:tcPr>
            <w:tcW w:w="1843" w:type="dxa"/>
            <w:vAlign w:val="center"/>
          </w:tcPr>
          <w:p w14:paraId="63A61BF4" w14:textId="4C5FCF20" w:rsidR="00A00A84" w:rsidRPr="00661CB4" w:rsidRDefault="00A00A84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[String] ”127.0.0.1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” or “</w:t>
            </w:r>
            <w:r w:rsidRPr="00A57A15">
              <w:rPr>
                <w:rFonts w:asciiTheme="minorHAnsi" w:eastAsiaTheme="minorHAnsi" w:hAnsiTheme="minorHAnsi"/>
                <w:sz w:val="18"/>
                <w:lang w:eastAsia="ko-KR"/>
              </w:rPr>
              <w:t>0:0:0:0:0:0:0:1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”</w:t>
            </w:r>
          </w:p>
        </w:tc>
        <w:tc>
          <w:tcPr>
            <w:tcW w:w="3118" w:type="dxa"/>
            <w:vAlign w:val="center"/>
          </w:tcPr>
          <w:p w14:paraId="768B3D39" w14:textId="61EF0E01" w:rsidR="00A00A84" w:rsidRPr="00661CB4" w:rsidRDefault="00A00A84" w:rsidP="00B27196">
            <w:pPr>
              <w:pStyle w:val="TableParagraph"/>
              <w:spacing w:line="312" w:lineRule="exact"/>
              <w:ind w:left="103" w:right="26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취소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 xml:space="preserve"> 아이피</w:t>
            </w: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(</w:t>
            </w:r>
            <w:r w:rsidRPr="00475D64">
              <w:rPr>
                <w:rFonts w:asciiTheme="minorHAnsi" w:eastAsiaTheme="minorHAnsi" w:hAnsiTheme="minorHAnsi"/>
                <w:sz w:val="18"/>
                <w:lang w:eastAsia="ko-KR"/>
              </w:rPr>
              <w:t xml:space="preserve">IPv4, IPv6 </w:t>
            </w:r>
            <w:r w:rsidRPr="00475D64">
              <w:rPr>
                <w:rFonts w:asciiTheme="minorHAnsi" w:eastAsiaTheme="minorHAnsi" w:hAnsiTheme="minorHAnsi" w:hint="eastAsia"/>
                <w:sz w:val="18"/>
                <w:lang w:eastAsia="ko-KR"/>
              </w:rPr>
              <w:t>지원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)</w:t>
            </w:r>
          </w:p>
        </w:tc>
        <w:tc>
          <w:tcPr>
            <w:tcW w:w="709" w:type="dxa"/>
            <w:vAlign w:val="center"/>
          </w:tcPr>
          <w:p w14:paraId="56B8AEE3" w14:textId="3B569C1A" w:rsidR="00A00A84" w:rsidRPr="00661CB4" w:rsidRDefault="00A00A84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61A2BFC" w14:textId="77777777" w:rsidR="00A00A84" w:rsidRPr="00661CB4" w:rsidRDefault="00A00A84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20</w:t>
            </w:r>
          </w:p>
          <w:p w14:paraId="35161D24" w14:textId="77777777" w:rsidR="00A00A84" w:rsidRPr="00661CB4" w:rsidRDefault="00A00A84" w:rsidP="00A00A84">
            <w:pPr>
              <w:pStyle w:val="TableParagraph"/>
              <w:spacing w:line="347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B45CA8" w:rsidRPr="00661CB4" w14:paraId="524D86C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4B099133" w14:textId="5510827E" w:rsidR="00B45CA8" w:rsidRPr="00661CB4" w:rsidRDefault="00B45CA8" w:rsidP="00B27196">
            <w:pPr>
              <w:pStyle w:val="TableParagraph"/>
              <w:ind w:left="91" w:right="79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/>
                <w:w w:val="95"/>
                <w:sz w:val="18"/>
              </w:rPr>
              <w:t>partCanFlg</w:t>
            </w:r>
          </w:p>
        </w:tc>
        <w:tc>
          <w:tcPr>
            <w:tcW w:w="1276" w:type="dxa"/>
            <w:vAlign w:val="center"/>
          </w:tcPr>
          <w:p w14:paraId="49141CFB" w14:textId="24490F1B" w:rsidR="00B45CA8" w:rsidRPr="00661CB4" w:rsidRDefault="00B45CA8" w:rsidP="00B27196">
            <w:pPr>
              <w:pStyle w:val="TableParagraph"/>
              <w:spacing w:line="310" w:lineRule="exact"/>
              <w:ind w:left="352" w:right="11" w:hanging="231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부분취소여부</w:t>
            </w:r>
          </w:p>
        </w:tc>
        <w:tc>
          <w:tcPr>
            <w:tcW w:w="1843" w:type="dxa"/>
            <w:vAlign w:val="center"/>
          </w:tcPr>
          <w:p w14:paraId="23A89FA7" w14:textId="3FCF325F" w:rsidR="00B45CA8" w:rsidRPr="00661CB4" w:rsidRDefault="00B45CA8" w:rsidP="00B27196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[String] ”</w:t>
            </w:r>
            <w:r w:rsidR="00A00A84">
              <w:rPr>
                <w:rFonts w:asciiTheme="minorHAnsi" w:eastAsiaTheme="minorHAnsi" w:hAnsiTheme="minorHAnsi"/>
                <w:w w:val="95"/>
                <w:sz w:val="18"/>
              </w:rPr>
              <w:t>0</w:t>
            </w:r>
          </w:p>
        </w:tc>
        <w:tc>
          <w:tcPr>
            <w:tcW w:w="3118" w:type="dxa"/>
            <w:vAlign w:val="center"/>
          </w:tcPr>
          <w:p w14:paraId="170194AD" w14:textId="1C3811AF" w:rsidR="00B45CA8" w:rsidRPr="00661CB4" w:rsidRDefault="00B45CA8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0:전체취소,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 xml:space="preserve"> 1:</w:t>
            </w: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부분취소</w:t>
            </w:r>
          </w:p>
        </w:tc>
        <w:tc>
          <w:tcPr>
            <w:tcW w:w="709" w:type="dxa"/>
            <w:vAlign w:val="center"/>
          </w:tcPr>
          <w:p w14:paraId="32B15D82" w14:textId="7C0729FA" w:rsidR="00B45CA8" w:rsidRPr="00661CB4" w:rsidRDefault="00B45CA8" w:rsidP="00A00A84">
            <w:pPr>
              <w:pStyle w:val="TableParagraph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3A13F965" w14:textId="77777777" w:rsidR="00B45CA8" w:rsidRPr="00661CB4" w:rsidRDefault="00B45CA8" w:rsidP="00A00A84">
            <w:pPr>
              <w:pStyle w:val="TableParagraph"/>
              <w:spacing w:line="346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20</w:t>
            </w:r>
          </w:p>
          <w:p w14:paraId="6012F4FD" w14:textId="2B53719B" w:rsidR="00B45CA8" w:rsidRPr="00661CB4" w:rsidRDefault="00B45CA8" w:rsidP="00A00A84">
            <w:pPr>
              <w:pStyle w:val="TableParagraph"/>
              <w:spacing w:line="294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w w:val="95"/>
                <w:sz w:val="18"/>
              </w:rPr>
              <w:t>Byte</w:t>
            </w:r>
          </w:p>
        </w:tc>
      </w:tr>
      <w:tr w:rsidR="00E4288F" w:rsidRPr="00661CB4" w14:paraId="25D682D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B7F6339" w14:textId="75BF0A7F" w:rsidR="00E4288F" w:rsidRPr="00661CB4" w:rsidRDefault="00E4288F" w:rsidP="00E4288F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notiUrl</w:t>
            </w:r>
          </w:p>
        </w:tc>
        <w:tc>
          <w:tcPr>
            <w:tcW w:w="1276" w:type="dxa"/>
            <w:vAlign w:val="center"/>
          </w:tcPr>
          <w:p w14:paraId="7F392045" w14:textId="296A877F" w:rsidR="00E4288F" w:rsidRPr="00661CB4" w:rsidRDefault="00E4288F" w:rsidP="00E4288F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NOTI 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Url </w:t>
            </w:r>
          </w:p>
        </w:tc>
        <w:tc>
          <w:tcPr>
            <w:tcW w:w="1843" w:type="dxa"/>
            <w:vAlign w:val="center"/>
          </w:tcPr>
          <w:p w14:paraId="4ABA3748" w14:textId="1176C749" w:rsidR="00E4288F" w:rsidRPr="00661CB4" w:rsidRDefault="00E4288F" w:rsidP="00E4288F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 xml:space="preserve">[String] </w:t>
            </w:r>
            <w:r w:rsidRPr="00D06059"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"</w:t>
            </w:r>
            <w:r>
              <w:rPr>
                <w:rFonts w:asciiTheme="minorHAnsi" w:eastAsiaTheme="minorHAnsi" w:hAnsiTheme="minorHAnsi"/>
                <w:w w:val="85"/>
                <w:sz w:val="18"/>
                <w:szCs w:val="18"/>
              </w:rPr>
              <w:t>”</w:t>
            </w:r>
          </w:p>
        </w:tc>
        <w:tc>
          <w:tcPr>
            <w:tcW w:w="3118" w:type="dxa"/>
            <w:vAlign w:val="center"/>
          </w:tcPr>
          <w:p w14:paraId="2F2274B4" w14:textId="5481C5CF" w:rsidR="00E4288F" w:rsidRPr="00661CB4" w:rsidRDefault="00E4288F" w:rsidP="00E4288F">
            <w:pPr>
              <w:pStyle w:val="TableParagraph"/>
              <w:spacing w:line="196" w:lineRule="auto"/>
              <w:ind w:left="103" w:right="516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결체 취소 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요청을 해서 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Back으로 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결과를 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받을</w:t>
            </w: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URL</w:t>
            </w:r>
          </w:p>
        </w:tc>
        <w:tc>
          <w:tcPr>
            <w:tcW w:w="709" w:type="dxa"/>
            <w:vAlign w:val="center"/>
          </w:tcPr>
          <w:p w14:paraId="6958DC2F" w14:textId="56C15C44" w:rsidR="00E4288F" w:rsidRPr="00661CB4" w:rsidRDefault="00E4288F" w:rsidP="00E4288F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15ACEB95" w14:textId="32B07BA6" w:rsidR="00E4288F" w:rsidRPr="00661CB4" w:rsidRDefault="00E4288F" w:rsidP="00E4288F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N/A</w:t>
            </w:r>
          </w:p>
        </w:tc>
      </w:tr>
      <w:tr w:rsidR="00A00A84" w:rsidRPr="00661CB4" w14:paraId="7CF0398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54F8A56" w14:textId="50FD4E30" w:rsidR="00A00A8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encData</w:t>
            </w:r>
          </w:p>
        </w:tc>
        <w:tc>
          <w:tcPr>
            <w:tcW w:w="1276" w:type="dxa"/>
            <w:vAlign w:val="center"/>
          </w:tcPr>
          <w:p w14:paraId="477ACD66" w14:textId="77777777" w:rsidR="00A00A8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해시String</w:t>
            </w:r>
          </w:p>
        </w:tc>
        <w:tc>
          <w:tcPr>
            <w:tcW w:w="1843" w:type="dxa"/>
            <w:vAlign w:val="center"/>
          </w:tcPr>
          <w:p w14:paraId="4D2698D2" w14:textId="73882ECE" w:rsidR="00A00A84" w:rsidRPr="00661CB4" w:rsidRDefault="00A00A84" w:rsidP="00B27196">
            <w:pPr>
              <w:pStyle w:val="TableParagraph"/>
              <w:ind w:left="106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 xml:space="preserve">[String] 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>“”</w:t>
            </w:r>
          </w:p>
        </w:tc>
        <w:tc>
          <w:tcPr>
            <w:tcW w:w="3118" w:type="dxa"/>
            <w:vAlign w:val="center"/>
          </w:tcPr>
          <w:p w14:paraId="5CC1972A" w14:textId="77777777" w:rsidR="00A00A84" w:rsidRDefault="00A00A84" w:rsidP="00B27196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9D10F29" w14:textId="77777777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Y</w:t>
            </w:r>
            <w:r>
              <w:rPr>
                <w:rFonts w:asciiTheme="minorHAnsi" w:eastAsiaTheme="minorHAnsi" w:hAnsiTheme="minorHAnsi"/>
                <w:sz w:val="18"/>
                <w:lang w:eastAsia="ko-KR"/>
              </w:rPr>
              <w:t>es</w:t>
            </w:r>
          </w:p>
        </w:tc>
        <w:tc>
          <w:tcPr>
            <w:tcW w:w="709" w:type="dxa"/>
            <w:vAlign w:val="center"/>
          </w:tcPr>
          <w:p w14:paraId="69ECB5D1" w14:textId="77777777" w:rsidR="00A00A8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256</w:t>
            </w:r>
          </w:p>
          <w:p w14:paraId="343F56C3" w14:textId="6CF28132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  <w:tr w:rsidR="00A00A84" w:rsidRPr="00661CB4" w14:paraId="6470C938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6E88B5A" w14:textId="43596F94" w:rsidR="00A00A84" w:rsidRPr="00661CB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ediDate</w:t>
            </w:r>
          </w:p>
        </w:tc>
        <w:tc>
          <w:tcPr>
            <w:tcW w:w="1276" w:type="dxa"/>
            <w:vAlign w:val="center"/>
          </w:tcPr>
          <w:p w14:paraId="7BDEA39F" w14:textId="228F7C97" w:rsidR="00A00A84" w:rsidRPr="00661CB4" w:rsidRDefault="00A00A84" w:rsidP="00A00A84">
            <w:pPr>
              <w:pStyle w:val="TableParagraph"/>
              <w:ind w:left="75" w:right="64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전문요청일시</w:t>
            </w:r>
          </w:p>
        </w:tc>
        <w:tc>
          <w:tcPr>
            <w:tcW w:w="1843" w:type="dxa"/>
            <w:vAlign w:val="center"/>
          </w:tcPr>
          <w:p w14:paraId="260CC717" w14:textId="43C79A9B" w:rsidR="00A00A84" w:rsidRPr="00A00A8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  <w:t xml:space="preserve"> “20210324121212”</w:t>
            </w:r>
          </w:p>
        </w:tc>
        <w:tc>
          <w:tcPr>
            <w:tcW w:w="3118" w:type="dxa"/>
            <w:vAlign w:val="center"/>
          </w:tcPr>
          <w:p w14:paraId="20B18811" w14:textId="3D64F3E8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전문요청일시(yyyymmddhhmmss)</w:t>
            </w:r>
          </w:p>
        </w:tc>
        <w:tc>
          <w:tcPr>
            <w:tcW w:w="709" w:type="dxa"/>
            <w:vAlign w:val="center"/>
          </w:tcPr>
          <w:p w14:paraId="695C71C0" w14:textId="1919601A" w:rsidR="00A00A84" w:rsidRPr="00661CB4" w:rsidRDefault="00A00A84" w:rsidP="00A00A84">
            <w:pPr>
              <w:pStyle w:val="TableParagraph"/>
              <w:spacing w:line="376" w:lineRule="exact"/>
              <w:ind w:left="84" w:right="8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661CB4">
              <w:rPr>
                <w:rFonts w:asciiTheme="minorHAnsi" w:eastAsiaTheme="minorHAnsi" w:hAnsiTheme="minorHAnsi"/>
                <w:sz w:val="18"/>
              </w:rPr>
              <w:t>Yes</w:t>
            </w:r>
          </w:p>
        </w:tc>
        <w:tc>
          <w:tcPr>
            <w:tcW w:w="709" w:type="dxa"/>
            <w:vAlign w:val="center"/>
          </w:tcPr>
          <w:p w14:paraId="65192B8A" w14:textId="77777777" w:rsidR="00A00A8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14</w:t>
            </w:r>
          </w:p>
          <w:p w14:paraId="710B956F" w14:textId="0C1D1924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  <w:tr w:rsidR="00A00A84" w:rsidRPr="00661CB4" w14:paraId="67F52905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7E3F013C" w14:textId="66FDEF5B" w:rsidR="00A00A84" w:rsidRPr="00661CB4" w:rsidRDefault="00A00A84" w:rsidP="00A00A84">
            <w:pPr>
              <w:pStyle w:val="TableParagraph"/>
              <w:ind w:left="91" w:right="82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goodsSpl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Amt</w:t>
            </w:r>
          </w:p>
        </w:tc>
        <w:tc>
          <w:tcPr>
            <w:tcW w:w="1276" w:type="dxa"/>
            <w:vAlign w:val="center"/>
          </w:tcPr>
          <w:p w14:paraId="521F4B43" w14:textId="0D90939F" w:rsidR="00A00A84" w:rsidRPr="00661CB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공급가</w:t>
            </w:r>
          </w:p>
        </w:tc>
        <w:tc>
          <w:tcPr>
            <w:tcW w:w="1843" w:type="dxa"/>
            <w:vAlign w:val="center"/>
          </w:tcPr>
          <w:p w14:paraId="15973BE8" w14:textId="15486ECF" w:rsidR="00A00A84" w:rsidRPr="00661CB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0C5EA560" w14:textId="77777777" w:rsidR="00A00A8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65E202B4" w14:textId="25FB19EF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2A8EA1E9" w14:textId="75AB6580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EB7596D" w14:textId="77777777" w:rsidR="00A00A84" w:rsidRPr="00D06059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CE63E69" w14:textId="2AEE62A5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63E67446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17A7C977" w14:textId="5C64AC1F" w:rsidR="00A00A84" w:rsidRPr="00661CB4" w:rsidRDefault="00A00A84" w:rsidP="00B27196">
            <w:pPr>
              <w:pStyle w:val="TableParagraph"/>
              <w:ind w:left="91" w:right="82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goodsV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at</w:t>
            </w:r>
          </w:p>
        </w:tc>
        <w:tc>
          <w:tcPr>
            <w:tcW w:w="1276" w:type="dxa"/>
            <w:vAlign w:val="center"/>
          </w:tcPr>
          <w:p w14:paraId="1AE8938E" w14:textId="3CFC12B8" w:rsidR="00A00A84" w:rsidRPr="00661CB4" w:rsidRDefault="00A00A84" w:rsidP="00B27196">
            <w:pPr>
              <w:pStyle w:val="TableParagraph"/>
              <w:ind w:left="75" w:right="64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부가세</w:t>
            </w:r>
          </w:p>
        </w:tc>
        <w:tc>
          <w:tcPr>
            <w:tcW w:w="1843" w:type="dxa"/>
            <w:vAlign w:val="center"/>
          </w:tcPr>
          <w:p w14:paraId="67716056" w14:textId="384A7612" w:rsidR="00A00A84" w:rsidRPr="00661CB4" w:rsidRDefault="00A00A84" w:rsidP="00A00A84">
            <w:pPr>
              <w:pStyle w:val="TableParagraph"/>
              <w:ind w:left="106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5D11B80A" w14:textId="77777777" w:rsidR="00A00A84" w:rsidRPr="00D06059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0389B476" w14:textId="0BCE44F5" w:rsidR="00A00A84" w:rsidRPr="00661CB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54DCD7F3" w14:textId="00E77B26" w:rsidR="00A00A84" w:rsidRPr="00661CB4" w:rsidRDefault="00A00A84" w:rsidP="00A00A84">
            <w:pPr>
              <w:pStyle w:val="TableParagraph"/>
              <w:ind w:left="86" w:right="83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1B0A4574" w14:textId="77777777" w:rsidR="00A00A84" w:rsidRPr="00D06059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37557140" w14:textId="74172FAF" w:rsidR="00A00A84" w:rsidRPr="00661CB4" w:rsidRDefault="00A00A84" w:rsidP="00A00A84">
            <w:pPr>
              <w:pStyle w:val="TableParagraph"/>
              <w:spacing w:line="295" w:lineRule="exact"/>
              <w:ind w:left="83" w:right="80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09C2F6CB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55E459F6" w14:textId="1C210A26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goodsS</w:t>
            </w: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vsAmt</w:t>
            </w:r>
          </w:p>
        </w:tc>
        <w:tc>
          <w:tcPr>
            <w:tcW w:w="1276" w:type="dxa"/>
            <w:vAlign w:val="center"/>
          </w:tcPr>
          <w:p w14:paraId="345C0C6F" w14:textId="1D9B355F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상품 봉사료</w:t>
            </w:r>
          </w:p>
        </w:tc>
        <w:tc>
          <w:tcPr>
            <w:tcW w:w="1843" w:type="dxa"/>
            <w:vAlign w:val="center"/>
          </w:tcPr>
          <w:p w14:paraId="4A55BE8A" w14:textId="75B60A8B" w:rsidR="00A00A84" w:rsidRPr="007259DA" w:rsidRDefault="00A00A84" w:rsidP="00A00A8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="00E4288F" w:rsidRPr="00661CB4">
              <w:rPr>
                <w:rFonts w:asciiTheme="minorHAnsi" w:eastAsiaTheme="minorHAnsi" w:hAnsiTheme="minorHAnsi"/>
                <w:w w:val="95"/>
                <w:sz w:val="18"/>
              </w:rPr>
              <w:t>String</w:t>
            </w:r>
            <w:r w:rsidRPr="00D06059">
              <w:rPr>
                <w:rFonts w:asciiTheme="minorHAnsi" w:eastAsiaTheme="minorHAnsi" w:hAnsiTheme="minorHAnsi"/>
                <w:sz w:val="18"/>
                <w:szCs w:val="18"/>
              </w:rPr>
              <w:t>] 1004</w:t>
            </w:r>
          </w:p>
        </w:tc>
        <w:tc>
          <w:tcPr>
            <w:tcW w:w="3118" w:type="dxa"/>
            <w:vAlign w:val="center"/>
          </w:tcPr>
          <w:p w14:paraId="05FBDB09" w14:textId="77777777" w:rsidR="00A00A84" w:rsidRDefault="00A00A84" w:rsidP="00A00A84">
            <w:pPr>
              <w:pStyle w:val="TableParagraph"/>
              <w:ind w:left="103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숫자만 입력</w:t>
            </w:r>
          </w:p>
          <w:p w14:paraId="567B8128" w14:textId="2A0E9321" w:rsidR="00A00A84" w:rsidRPr="007259DA" w:rsidRDefault="00A00A84" w:rsidP="00A00A84">
            <w:pPr>
              <w:pStyle w:val="TableParagraph"/>
              <w:spacing w:line="196" w:lineRule="auto"/>
              <w:ind w:left="103" w:right="516"/>
              <w:jc w:val="both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대상: ‘</w:t>
            </w:r>
            <w:r>
              <w:rPr>
                <w:rFonts w:asciiTheme="minorHAnsi" w:eastAsiaTheme="minorHAnsi" w:hAnsiTheme="minorHAnsi" w:hint="eastAsia"/>
                <w:w w:val="105"/>
                <w:sz w:val="18"/>
                <w:szCs w:val="18"/>
                <w:lang w:eastAsia="ko-KR"/>
              </w:rPr>
              <w:t>전송금액기준</w:t>
            </w:r>
            <w:r w:rsidRPr="00D06059">
              <w:rPr>
                <w:rFonts w:asciiTheme="minorHAnsi" w:eastAsiaTheme="minorHAnsi" w:hAnsiTheme="minorHAnsi"/>
                <w:w w:val="105"/>
                <w:sz w:val="18"/>
                <w:szCs w:val="18"/>
                <w:lang w:eastAsia="ko-KR"/>
              </w:rPr>
              <w:t>’ 설정업체에 한함</w:t>
            </w:r>
          </w:p>
        </w:tc>
        <w:tc>
          <w:tcPr>
            <w:tcW w:w="709" w:type="dxa"/>
            <w:vAlign w:val="center"/>
          </w:tcPr>
          <w:p w14:paraId="5B16D13E" w14:textId="4B61C5A0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</w:p>
        </w:tc>
        <w:tc>
          <w:tcPr>
            <w:tcW w:w="709" w:type="dxa"/>
            <w:vAlign w:val="center"/>
          </w:tcPr>
          <w:p w14:paraId="0928476B" w14:textId="5E865ACB" w:rsidR="00A00A84" w:rsidRDefault="00A00A84" w:rsidP="00A00A84">
            <w:pPr>
              <w:pStyle w:val="TableParagraph"/>
              <w:ind w:left="83" w:right="77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15</w:t>
            </w:r>
          </w:p>
          <w:p w14:paraId="15661F14" w14:textId="69487703" w:rsidR="00A00A84" w:rsidRPr="007259DA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06059">
              <w:rPr>
                <w:rFonts w:asciiTheme="minorHAnsi" w:eastAsiaTheme="minorHAnsi" w:hAnsiTheme="minorHAnsi"/>
                <w:w w:val="95"/>
                <w:sz w:val="18"/>
                <w:szCs w:val="18"/>
              </w:rPr>
              <w:t>Byte</w:t>
            </w:r>
          </w:p>
        </w:tc>
      </w:tr>
      <w:tr w:rsidR="00A00A84" w:rsidRPr="00661CB4" w14:paraId="254C76E9" w14:textId="77777777" w:rsidTr="008E4458">
        <w:trPr>
          <w:trHeight w:val="20"/>
        </w:trPr>
        <w:tc>
          <w:tcPr>
            <w:tcW w:w="1417" w:type="dxa"/>
            <w:vAlign w:val="center"/>
          </w:tcPr>
          <w:p w14:paraId="33E495D5" w14:textId="693ADAC5" w:rsidR="00A00A84" w:rsidRDefault="00A00A84" w:rsidP="00B27196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lastRenderedPageBreak/>
              <w:t>charset</w:t>
            </w:r>
          </w:p>
        </w:tc>
        <w:tc>
          <w:tcPr>
            <w:tcW w:w="1276" w:type="dxa"/>
            <w:vAlign w:val="center"/>
          </w:tcPr>
          <w:p w14:paraId="6354E491" w14:textId="11E7B1B4" w:rsidR="00A00A84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1843" w:type="dxa"/>
            <w:vAlign w:val="center"/>
          </w:tcPr>
          <w:p w14:paraId="4AD186DC" w14:textId="4F14E75C" w:rsidR="00A00A84" w:rsidRPr="00661CB4" w:rsidRDefault="00A00A84" w:rsidP="00A00A84">
            <w:pPr>
              <w:pStyle w:val="TableParagraph"/>
              <w:ind w:leftChars="100" w:left="200"/>
              <w:rPr>
                <w:rFonts w:asciiTheme="minorHAnsi" w:eastAsiaTheme="minorHAnsi" w:hAnsiTheme="minorHAnsi"/>
                <w:sz w:val="18"/>
              </w:rPr>
            </w:pPr>
            <w:r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[String]</w:t>
            </w:r>
            <w:r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 xml:space="preserve"> “UTF-8”</w:t>
            </w:r>
          </w:p>
        </w:tc>
        <w:tc>
          <w:tcPr>
            <w:tcW w:w="3118" w:type="dxa"/>
            <w:vAlign w:val="center"/>
          </w:tcPr>
          <w:p w14:paraId="632F8D3F" w14:textId="09AB95C1" w:rsidR="00A00A84" w:rsidRPr="00661CB4" w:rsidRDefault="00A00A84" w:rsidP="00A00A84">
            <w:pPr>
              <w:pStyle w:val="TableParagraph"/>
              <w:spacing w:line="196" w:lineRule="auto"/>
              <w:ind w:left="103" w:right="516"/>
              <w:jc w:val="both"/>
              <w:rPr>
                <w:rFonts w:asciiTheme="minorHAnsi" w:eastAsiaTheme="minorHAnsi" w:hAnsiTheme="minorHAnsi"/>
                <w:w w:val="110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709" w:type="dxa"/>
            <w:vAlign w:val="center"/>
          </w:tcPr>
          <w:p w14:paraId="324A963C" w14:textId="4B6C031F" w:rsidR="00A00A84" w:rsidRPr="00661CB4" w:rsidRDefault="00A00A84" w:rsidP="00A00A84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709" w:type="dxa"/>
            <w:vAlign w:val="center"/>
          </w:tcPr>
          <w:p w14:paraId="0E539F04" w14:textId="2793E7E2" w:rsidR="00A00A84" w:rsidRDefault="00314204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sz w:val="18"/>
                <w:lang w:eastAsia="ko-KR"/>
              </w:rPr>
              <w:t>6</w:t>
            </w:r>
          </w:p>
          <w:p w14:paraId="7272484C" w14:textId="601D48FF" w:rsidR="00A00A84" w:rsidRDefault="00A00A84" w:rsidP="00A00A84">
            <w:pPr>
              <w:pStyle w:val="TableParagraph"/>
              <w:spacing w:line="347" w:lineRule="exact"/>
              <w:ind w:left="83" w:right="77"/>
              <w:jc w:val="center"/>
              <w:rPr>
                <w:rFonts w:asciiTheme="minorHAnsi" w:eastAsiaTheme="minorHAnsi" w:hAnsiTheme="minorHAnsi"/>
                <w:sz w:val="18"/>
                <w:lang w:eastAsia="ko-KR"/>
              </w:rPr>
            </w:pPr>
            <w:r>
              <w:rPr>
                <w:rFonts w:asciiTheme="minorHAnsi" w:eastAsiaTheme="minorHAnsi" w:hAnsiTheme="minorHAnsi"/>
                <w:sz w:val="18"/>
                <w:lang w:eastAsia="ko-KR"/>
              </w:rPr>
              <w:t>Byte</w:t>
            </w:r>
          </w:p>
        </w:tc>
      </w:tr>
    </w:tbl>
    <w:p w14:paraId="5C0BF507" w14:textId="77777777" w:rsidR="00E22CEB" w:rsidRDefault="00E22CEB" w:rsidP="00E22CEB">
      <w:pPr>
        <w:ind w:left="0" w:firstLine="0"/>
      </w:pPr>
    </w:p>
    <w:p w14:paraId="62BBB5D7" w14:textId="77777777" w:rsidR="00E22CEB" w:rsidRDefault="00E22CEB" w:rsidP="00E22CEB">
      <w:pPr>
        <w:ind w:left="0" w:firstLine="0"/>
      </w:pPr>
    </w:p>
    <w:p w14:paraId="78BEDB26" w14:textId="51C3E1D6" w:rsidR="00B81817" w:rsidRPr="00661CB4" w:rsidRDefault="00B81817" w:rsidP="00E22CEB">
      <w:pPr>
        <w:ind w:left="0" w:firstLine="0"/>
      </w:pPr>
      <w:r w:rsidRPr="00661CB4">
        <w:rPr>
          <w:rFonts w:hint="eastAsia"/>
        </w:rPr>
        <w:t>3.</w:t>
      </w:r>
      <w:r w:rsidR="00F412B2">
        <w:t>2</w:t>
      </w:r>
      <w:r w:rsidRPr="00661CB4">
        <w:rPr>
          <w:rFonts w:hint="eastAsia"/>
        </w:rPr>
        <w:t>.2</w:t>
      </w:r>
      <w:r w:rsidRPr="00661CB4">
        <w:rPr>
          <w:rFonts w:hint="eastAsia"/>
        </w:rPr>
        <w:tab/>
      </w:r>
      <w:r w:rsidR="005372E9">
        <w:rPr>
          <w:rFonts w:hint="eastAsia"/>
        </w:rPr>
        <w:t>결제취소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결과</w:t>
      </w:r>
      <w:r w:rsidRPr="00661CB4">
        <w:rPr>
          <w:rFonts w:hint="eastAsia"/>
        </w:rPr>
        <w:t xml:space="preserve"> </w:t>
      </w:r>
      <w:r w:rsidRPr="00661CB4">
        <w:rPr>
          <w:rFonts w:hint="eastAsia"/>
        </w:rPr>
        <w:t>수신</w:t>
      </w:r>
      <w:r w:rsidRPr="00661CB4">
        <w:rPr>
          <w:rFonts w:hint="eastAsia"/>
        </w:rPr>
        <w:t xml:space="preserve"> (</w:t>
      </w:r>
      <w:r w:rsidRPr="00661CB4">
        <w:rPr>
          <w:rFonts w:hint="eastAsia"/>
        </w:rPr>
        <w:t>결제</w:t>
      </w:r>
      <w:r w:rsidR="005372E9">
        <w:rPr>
          <w:rFonts w:hint="eastAsia"/>
        </w:rPr>
        <w:t>취소</w:t>
      </w:r>
      <w:r w:rsidRPr="00661CB4">
        <w:rPr>
          <w:rFonts w:hint="eastAsia"/>
        </w:rPr>
        <w:t>완료</w:t>
      </w:r>
      <w:r w:rsidRPr="00661CB4">
        <w:rPr>
          <w:rFonts w:hint="eastAsia"/>
        </w:rPr>
        <w:t>)</w:t>
      </w:r>
    </w:p>
    <w:p w14:paraId="4CEA27FB" w14:textId="2F591A14" w:rsidR="00B81817" w:rsidRDefault="00B81817" w:rsidP="00B81817">
      <w:pPr>
        <w:ind w:left="0" w:firstLine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•결제</w:t>
      </w:r>
      <w:r w:rsidR="00C07065">
        <w:rPr>
          <w:rFonts w:asciiTheme="minorHAnsi" w:eastAsiaTheme="minorHAnsi" w:hAnsiTheme="minorHAnsi" w:hint="eastAsia"/>
        </w:rPr>
        <w:t xml:space="preserve"> 취소가</w:t>
      </w:r>
      <w:r w:rsidRPr="00661CB4">
        <w:rPr>
          <w:rFonts w:asciiTheme="minorHAnsi" w:eastAsiaTheme="minorHAnsi" w:hAnsiTheme="minorHAnsi" w:hint="eastAsia"/>
        </w:rPr>
        <w:t xml:space="preserve"> 완료되면 결과를 가맹점으로  전달  합니다.  </w:t>
      </w:r>
      <w:r w:rsidR="00C07065">
        <w:rPr>
          <w:rFonts w:asciiTheme="minorHAnsi" w:eastAsiaTheme="minorHAnsi" w:hAnsiTheme="minorHAnsi" w:hint="eastAsia"/>
        </w:rPr>
        <w:t xml:space="preserve">취소 </w:t>
      </w:r>
      <w:r w:rsidRPr="00661CB4">
        <w:rPr>
          <w:rFonts w:asciiTheme="minorHAnsi" w:eastAsiaTheme="minorHAnsi" w:hAnsiTheme="minorHAnsi" w:hint="eastAsia"/>
        </w:rPr>
        <w:t>결과 데이터 필드는 아래와 같습니다.</w:t>
      </w:r>
    </w:p>
    <w:p w14:paraId="4E0CA6AB" w14:textId="35D5C9E9" w:rsidR="00B81817" w:rsidRPr="003A6230" w:rsidRDefault="00B81817" w:rsidP="00B81817">
      <w:pPr>
        <w:pStyle w:val="af"/>
        <w:spacing w:after="23" w:line="418" w:lineRule="exact"/>
        <w:ind w:firstLineChars="50" w:firstLine="100"/>
        <w:jc w:val="center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[TABLE</w:t>
      </w:r>
      <w:r w:rsidRPr="00661CB4">
        <w:rPr>
          <w:rFonts w:asciiTheme="minorHAnsi" w:eastAsiaTheme="minorHAnsi" w:hAnsiTheme="minorHAnsi"/>
          <w:lang w:eastAsia="ko-KR"/>
        </w:rPr>
        <w:t xml:space="preserve">] </w:t>
      </w:r>
      <w:r w:rsidR="005372E9">
        <w:rPr>
          <w:rFonts w:asciiTheme="minorHAnsi" w:eastAsiaTheme="minorHAnsi" w:hAnsiTheme="minorHAnsi" w:hint="eastAsia"/>
          <w:lang w:eastAsia="ko-KR"/>
        </w:rPr>
        <w:t xml:space="preserve">결제취소 </w:t>
      </w:r>
      <w:r w:rsidRPr="00661CB4">
        <w:rPr>
          <w:rFonts w:asciiTheme="minorHAnsi" w:eastAsiaTheme="minorHAnsi" w:hAnsiTheme="minorHAnsi"/>
          <w:lang w:eastAsia="ko-KR"/>
        </w:rPr>
        <w:t xml:space="preserve">기본 </w:t>
      </w:r>
      <w:r>
        <w:rPr>
          <w:rFonts w:asciiTheme="minorHAnsi" w:eastAsiaTheme="minorHAnsi" w:hAnsiTheme="minorHAnsi" w:hint="eastAsia"/>
          <w:lang w:eastAsia="ko-KR"/>
        </w:rPr>
        <w:t>응답</w:t>
      </w:r>
      <w:r w:rsidRPr="00661CB4">
        <w:rPr>
          <w:rFonts w:asciiTheme="minorHAnsi" w:eastAsiaTheme="minorHAnsi" w:hAnsiTheme="minorHAnsi"/>
          <w:lang w:eastAsia="ko-KR"/>
        </w:rPr>
        <w:t>데이터 필드</w:t>
      </w:r>
    </w:p>
    <w:tbl>
      <w:tblPr>
        <w:tblStyle w:val="TableNormal"/>
        <w:tblW w:w="8647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43"/>
        <w:gridCol w:w="3402"/>
        <w:gridCol w:w="1701"/>
      </w:tblGrid>
      <w:tr w:rsidR="00AE7C3B" w14:paraId="52D84468" w14:textId="77777777" w:rsidTr="00AE7C3B">
        <w:trPr>
          <w:trHeight w:val="20"/>
        </w:trPr>
        <w:tc>
          <w:tcPr>
            <w:tcW w:w="1701" w:type="dxa"/>
            <w:shd w:val="clear" w:color="auto" w:fill="D9D9D9"/>
            <w:vAlign w:val="center"/>
          </w:tcPr>
          <w:p w14:paraId="5662C9D5" w14:textId="77777777" w:rsidR="00AE7C3B" w:rsidRPr="00661CB4" w:rsidRDefault="00AE7C3B" w:rsidP="008E4458">
            <w:pPr>
              <w:pStyle w:val="TableParagraph"/>
              <w:ind w:left="65" w:right="49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필드명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6E5D6CF" w14:textId="77777777" w:rsidR="00AE7C3B" w:rsidRPr="00661CB4" w:rsidRDefault="00AE7C3B" w:rsidP="008E4458">
            <w:pPr>
              <w:pStyle w:val="TableParagraph"/>
              <w:ind w:left="498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한글명칭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5C892879" w14:textId="77777777" w:rsidR="00AE7C3B" w:rsidRPr="00661CB4" w:rsidRDefault="00AE7C3B" w:rsidP="008E4458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10"/>
                <w:sz w:val="18"/>
              </w:rPr>
              <w:t>설명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4E290C3" w14:textId="77777777" w:rsidR="00AE7C3B" w:rsidRPr="00661CB4" w:rsidRDefault="00AE7C3B" w:rsidP="008E4458">
            <w:pPr>
              <w:pStyle w:val="TableParagraph"/>
              <w:spacing w:line="312" w:lineRule="exact"/>
              <w:ind w:left="514" w:right="488" w:firstLine="64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 w:hint="eastAsia"/>
                <w:w w:val="105"/>
                <w:sz w:val="18"/>
              </w:rPr>
              <w:t>크기 (최대)</w:t>
            </w:r>
          </w:p>
        </w:tc>
      </w:tr>
      <w:tr w:rsidR="00AE7C3B" w14:paraId="42C8CCD6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4DC53321" w14:textId="77777777" w:rsidR="00AE7C3B" w:rsidRPr="00661CB4" w:rsidRDefault="00AE7C3B" w:rsidP="008E4458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resultCd</w:t>
            </w:r>
          </w:p>
        </w:tc>
        <w:tc>
          <w:tcPr>
            <w:tcW w:w="1843" w:type="dxa"/>
            <w:vAlign w:val="center"/>
          </w:tcPr>
          <w:p w14:paraId="214761AA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110"/>
                <w:sz w:val="18"/>
              </w:rPr>
              <w:t>결과코드</w:t>
            </w:r>
          </w:p>
        </w:tc>
        <w:tc>
          <w:tcPr>
            <w:tcW w:w="3402" w:type="dxa"/>
            <w:vAlign w:val="center"/>
          </w:tcPr>
          <w:p w14:paraId="599CFFAD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sz w:val="18"/>
              </w:rPr>
              <w:t>[0000 : 정상, 기타 : 실패]</w:t>
            </w:r>
          </w:p>
        </w:tc>
        <w:tc>
          <w:tcPr>
            <w:tcW w:w="1701" w:type="dxa"/>
            <w:vAlign w:val="center"/>
          </w:tcPr>
          <w:p w14:paraId="770981E3" w14:textId="0F7A4095" w:rsidR="00AE7C3B" w:rsidRPr="00661CB4" w:rsidRDefault="00AE7C3B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4</w:t>
            </w: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 xml:space="preserve"> Byte</w:t>
            </w:r>
          </w:p>
        </w:tc>
      </w:tr>
      <w:tr w:rsidR="00AE7C3B" w14:paraId="0A8659A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2C6712D2" w14:textId="77777777" w:rsidR="00AE7C3B" w:rsidRPr="00661CB4" w:rsidRDefault="00AE7C3B" w:rsidP="008E4458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5"/>
                <w:sz w:val="18"/>
              </w:rPr>
              <w:t>resultMsg</w:t>
            </w:r>
          </w:p>
        </w:tc>
        <w:tc>
          <w:tcPr>
            <w:tcW w:w="1843" w:type="dxa"/>
            <w:vAlign w:val="center"/>
          </w:tcPr>
          <w:p w14:paraId="0949DD68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110"/>
                <w:sz w:val="18"/>
              </w:rPr>
              <w:t>결과메세지</w:t>
            </w:r>
          </w:p>
        </w:tc>
        <w:tc>
          <w:tcPr>
            <w:tcW w:w="3402" w:type="dxa"/>
            <w:vAlign w:val="center"/>
          </w:tcPr>
          <w:p w14:paraId="5CA2C7ED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HAnsi" w:eastAsiaTheme="majorHAnsi" w:hAnsiTheme="majorHAnsi"/>
                <w:sz w:val="18"/>
                <w:lang w:eastAsia="ko-KR"/>
              </w:rPr>
              <w:t>성공시 : OK, 실패시 : 기타 오류 메시지</w:t>
            </w:r>
          </w:p>
        </w:tc>
        <w:tc>
          <w:tcPr>
            <w:tcW w:w="1701" w:type="dxa"/>
            <w:vAlign w:val="center"/>
          </w:tcPr>
          <w:p w14:paraId="6BDCA3D7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 w:rightChars="193" w:right="38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>100 Byte</w:t>
            </w:r>
          </w:p>
        </w:tc>
      </w:tr>
      <w:tr w:rsidR="00AE7C3B" w14:paraId="42151A07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5F2A40E5" w14:textId="77777777" w:rsidR="00AE7C3B" w:rsidRPr="00661CB4" w:rsidRDefault="00AE7C3B" w:rsidP="008E4458">
            <w:pPr>
              <w:pStyle w:val="TableParagraph"/>
              <w:spacing w:line="366" w:lineRule="exact"/>
              <w:ind w:left="65" w:right="49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payMethod</w:t>
            </w:r>
          </w:p>
        </w:tc>
        <w:tc>
          <w:tcPr>
            <w:tcW w:w="1843" w:type="dxa"/>
            <w:vAlign w:val="center"/>
          </w:tcPr>
          <w:p w14:paraId="73087A3D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지불수단</w:t>
            </w:r>
          </w:p>
        </w:tc>
        <w:tc>
          <w:tcPr>
            <w:tcW w:w="3402" w:type="dxa"/>
            <w:vAlign w:val="center"/>
          </w:tcPr>
          <w:p w14:paraId="53437609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 방법</w:t>
            </w:r>
          </w:p>
        </w:tc>
        <w:tc>
          <w:tcPr>
            <w:tcW w:w="1701" w:type="dxa"/>
            <w:vAlign w:val="center"/>
          </w:tcPr>
          <w:p w14:paraId="5E140BCA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>10 Byte</w:t>
            </w:r>
          </w:p>
        </w:tc>
      </w:tr>
      <w:tr w:rsidR="00AE7C3B" w14:paraId="7B87230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3E94499F" w14:textId="77777777" w:rsidR="00AE7C3B" w:rsidRPr="00661CB4" w:rsidRDefault="00AE7C3B" w:rsidP="008E4458">
            <w:pPr>
              <w:pStyle w:val="TableParagraph"/>
              <w:spacing w:line="366" w:lineRule="exact"/>
              <w:ind w:left="65" w:right="48"/>
              <w:rPr>
                <w:rFonts w:asciiTheme="majorHAnsi" w:eastAsiaTheme="majorHAnsi" w:hAnsiTheme="majorHAnsi"/>
                <w:sz w:val="18"/>
              </w:rPr>
            </w:pP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tid</w:t>
            </w:r>
          </w:p>
        </w:tc>
        <w:tc>
          <w:tcPr>
            <w:tcW w:w="1843" w:type="dxa"/>
            <w:vAlign w:val="center"/>
          </w:tcPr>
          <w:p w14:paraId="59D932C0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3402" w:type="dxa"/>
            <w:vAlign w:val="center"/>
          </w:tcPr>
          <w:p w14:paraId="5B2BCD91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3A7A2917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 Byte</w:t>
            </w:r>
          </w:p>
        </w:tc>
      </w:tr>
      <w:tr w:rsidR="00AE7C3B" w14:paraId="2348704F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0A57D548" w14:textId="77777777" w:rsidR="00AE7C3B" w:rsidRPr="00661CB4" w:rsidRDefault="00AE7C3B" w:rsidP="008E4458">
            <w:pPr>
              <w:pStyle w:val="TableParagraph"/>
              <w:spacing w:line="366" w:lineRule="exact"/>
              <w:ind w:left="65" w:right="48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appDtm</w:t>
            </w:r>
          </w:p>
        </w:tc>
        <w:tc>
          <w:tcPr>
            <w:tcW w:w="1843" w:type="dxa"/>
            <w:vAlign w:val="center"/>
          </w:tcPr>
          <w:p w14:paraId="669DE9DF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</w:p>
        </w:tc>
        <w:tc>
          <w:tcPr>
            <w:tcW w:w="3402" w:type="dxa"/>
            <w:vAlign w:val="center"/>
          </w:tcPr>
          <w:p w14:paraId="5745FFAB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결제일시</w:t>
            </w:r>
          </w:p>
        </w:tc>
        <w:tc>
          <w:tcPr>
            <w:tcW w:w="1701" w:type="dxa"/>
            <w:vAlign w:val="center"/>
          </w:tcPr>
          <w:p w14:paraId="336E232E" w14:textId="77777777" w:rsidR="00AE7C3B" w:rsidRPr="00661CB4" w:rsidRDefault="00AE7C3B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14 Byte</w:t>
            </w:r>
          </w:p>
        </w:tc>
      </w:tr>
      <w:tr w:rsidR="00AE7C3B" w14:paraId="43FD8834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2D093CF3" w14:textId="77777777" w:rsidR="00AE7C3B" w:rsidRPr="00661CB4" w:rsidRDefault="00AE7C3B" w:rsidP="008E4458">
            <w:pPr>
              <w:pStyle w:val="TableParagraph"/>
              <w:spacing w:line="366" w:lineRule="exact"/>
              <w:ind w:left="65" w:right="48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appNo</w:t>
            </w:r>
          </w:p>
        </w:tc>
        <w:tc>
          <w:tcPr>
            <w:tcW w:w="1843" w:type="dxa"/>
            <w:vAlign w:val="center"/>
          </w:tcPr>
          <w:p w14:paraId="5673FD3C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EastAsia" w:eastAsiaTheme="majorEastAsia" w:hAnsiTheme="majorEastAsia"/>
                <w:w w:val="11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  <w:tc>
          <w:tcPr>
            <w:tcW w:w="3402" w:type="dxa"/>
            <w:vAlign w:val="center"/>
          </w:tcPr>
          <w:p w14:paraId="75ED1DFA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승인번호</w:t>
            </w:r>
          </w:p>
        </w:tc>
        <w:tc>
          <w:tcPr>
            <w:tcW w:w="1701" w:type="dxa"/>
            <w:vAlign w:val="center"/>
          </w:tcPr>
          <w:p w14:paraId="24A40917" w14:textId="6F01442E" w:rsidR="00AE7C3B" w:rsidRDefault="00AE7C3B" w:rsidP="008E4458">
            <w:pPr>
              <w:pStyle w:val="TableParagraph"/>
              <w:ind w:leftChars="100" w:left="200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20 B</w:t>
            </w:r>
            <w:r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  <w:t>y</w:t>
            </w:r>
            <w:r>
              <w:rPr>
                <w:rFonts w:asciiTheme="majorEastAsia" w:eastAsiaTheme="majorEastAsia" w:hAnsiTheme="majorEastAsia" w:hint="eastAsia"/>
                <w:w w:val="90"/>
                <w:sz w:val="18"/>
                <w:lang w:eastAsia="ko-KR"/>
              </w:rPr>
              <w:t>te</w:t>
            </w:r>
          </w:p>
        </w:tc>
      </w:tr>
      <w:tr w:rsidR="00AE7C3B" w14:paraId="6E1B13DE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705F0C5A" w14:textId="77777777" w:rsidR="00AE7C3B" w:rsidRPr="00661CB4" w:rsidRDefault="00AE7C3B" w:rsidP="008E4458">
            <w:pPr>
              <w:pStyle w:val="TableParagraph"/>
              <w:spacing w:line="366" w:lineRule="exact"/>
              <w:ind w:left="65" w:right="48"/>
              <w:rPr>
                <w:rFonts w:asciiTheme="majorEastAsia" w:eastAsiaTheme="majorEastAsia" w:hAnsiTheme="majorEastAsia"/>
                <w:w w:val="90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ordNo</w:t>
            </w:r>
          </w:p>
        </w:tc>
        <w:tc>
          <w:tcPr>
            <w:tcW w:w="1843" w:type="dxa"/>
            <w:vAlign w:val="center"/>
          </w:tcPr>
          <w:p w14:paraId="0969D441" w14:textId="77777777" w:rsidR="00AE7C3B" w:rsidRPr="00661CB4" w:rsidRDefault="00AE7C3B" w:rsidP="008E4458">
            <w:pPr>
              <w:pStyle w:val="TableParagraph"/>
              <w:spacing w:line="366" w:lineRule="exact"/>
              <w:ind w:leftChars="100" w:left="200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  <w:tc>
          <w:tcPr>
            <w:tcW w:w="3402" w:type="dxa"/>
            <w:vAlign w:val="center"/>
          </w:tcPr>
          <w:p w14:paraId="7BA0E21B" w14:textId="77777777" w:rsidR="00AE7C3B" w:rsidRPr="00661CB4" w:rsidRDefault="00AE7C3B" w:rsidP="008E4458">
            <w:pPr>
              <w:pStyle w:val="TableParagraph"/>
              <w:spacing w:line="366" w:lineRule="exact"/>
              <w:ind w:left="106"/>
              <w:rPr>
                <w:rFonts w:asciiTheme="majorEastAsia" w:eastAsiaTheme="majorEastAsia" w:hAnsiTheme="majorEastAsia"/>
                <w:w w:val="110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주문번호</w:t>
            </w:r>
          </w:p>
        </w:tc>
        <w:tc>
          <w:tcPr>
            <w:tcW w:w="1701" w:type="dxa"/>
            <w:vAlign w:val="center"/>
          </w:tcPr>
          <w:p w14:paraId="660F2569" w14:textId="61B60C4D" w:rsidR="00AE7C3B" w:rsidRDefault="00AE7C3B" w:rsidP="008E4458">
            <w:pPr>
              <w:pStyle w:val="TableParagraph"/>
              <w:ind w:leftChars="100" w:left="200"/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  <w:lang w:eastAsia="ko-KR"/>
              </w:rPr>
              <w:t>40 Byte</w:t>
            </w:r>
          </w:p>
        </w:tc>
      </w:tr>
      <w:tr w:rsidR="00AE7C3B" w14:paraId="65A2B939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193CD913" w14:textId="77777777" w:rsidR="00AE7C3B" w:rsidRPr="00661CB4" w:rsidRDefault="00AE7C3B" w:rsidP="008E4458">
            <w:pPr>
              <w:pStyle w:val="TableParagraph"/>
              <w:ind w:left="65" w:right="49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amt</w:t>
            </w:r>
          </w:p>
        </w:tc>
        <w:tc>
          <w:tcPr>
            <w:tcW w:w="1843" w:type="dxa"/>
            <w:vAlign w:val="center"/>
          </w:tcPr>
          <w:p w14:paraId="4E605D2E" w14:textId="77777777" w:rsidR="00AE7C3B" w:rsidRPr="00661CB4" w:rsidRDefault="00AE7C3B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거래금액</w:t>
            </w:r>
          </w:p>
        </w:tc>
        <w:tc>
          <w:tcPr>
            <w:tcW w:w="3402" w:type="dxa"/>
            <w:vAlign w:val="center"/>
          </w:tcPr>
          <w:p w14:paraId="745D7527" w14:textId="77777777" w:rsidR="00AE7C3B" w:rsidRPr="00661CB4" w:rsidRDefault="00AE7C3B" w:rsidP="008E4458">
            <w:pPr>
              <w:pStyle w:val="TableParagraph"/>
              <w:spacing w:line="310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결제결과 금액</w:t>
            </w:r>
          </w:p>
        </w:tc>
        <w:tc>
          <w:tcPr>
            <w:tcW w:w="1701" w:type="dxa"/>
            <w:vAlign w:val="center"/>
          </w:tcPr>
          <w:p w14:paraId="40645F24" w14:textId="77777777" w:rsidR="00AE7C3B" w:rsidRPr="00661CB4" w:rsidRDefault="00AE7C3B" w:rsidP="008E4458">
            <w:pPr>
              <w:pStyle w:val="TableParagraph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/>
                <w:w w:val="90"/>
                <w:sz w:val="18"/>
              </w:rPr>
              <w:t>15</w:t>
            </w:r>
            <w:r w:rsidRPr="00661CB4">
              <w:rPr>
                <w:rFonts w:asciiTheme="majorHAnsi" w:eastAsiaTheme="majorHAnsi" w:hAnsiTheme="majorHAnsi"/>
                <w:w w:val="90"/>
                <w:sz w:val="18"/>
              </w:rPr>
              <w:t xml:space="preserve"> Byte</w:t>
            </w:r>
          </w:p>
        </w:tc>
      </w:tr>
      <w:tr w:rsidR="00AE7C3B" w14:paraId="7526482F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5403170E" w14:textId="77777777" w:rsidR="00AE7C3B" w:rsidRPr="00661CB4" w:rsidRDefault="00AE7C3B" w:rsidP="008E4458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cancelYN</w:t>
            </w:r>
          </w:p>
        </w:tc>
        <w:tc>
          <w:tcPr>
            <w:tcW w:w="1843" w:type="dxa"/>
            <w:vAlign w:val="center"/>
          </w:tcPr>
          <w:p w14:paraId="15984DEE" w14:textId="77777777" w:rsidR="00AE7C3B" w:rsidRPr="00661CB4" w:rsidRDefault="00AE7C3B" w:rsidP="008E4458">
            <w:pPr>
              <w:pStyle w:val="TableParagraph"/>
              <w:spacing w:line="368" w:lineRule="exact"/>
              <w:ind w:leftChars="100" w:left="20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취소여부</w:t>
            </w:r>
          </w:p>
        </w:tc>
        <w:tc>
          <w:tcPr>
            <w:tcW w:w="3402" w:type="dxa"/>
            <w:vAlign w:val="center"/>
          </w:tcPr>
          <w:p w14:paraId="00C4B4F6" w14:textId="77777777" w:rsidR="00AE7C3B" w:rsidRPr="00661CB4" w:rsidRDefault="00AE7C3B" w:rsidP="008E4458">
            <w:pPr>
              <w:pStyle w:val="TableParagraph"/>
              <w:spacing w:line="368" w:lineRule="exact"/>
              <w:ind w:left="106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105"/>
                <w:sz w:val="18"/>
                <w:lang w:eastAsia="ko-KR"/>
              </w:rPr>
              <w:t>결제 취소 여부</w:t>
            </w:r>
          </w:p>
        </w:tc>
        <w:tc>
          <w:tcPr>
            <w:tcW w:w="1701" w:type="dxa"/>
            <w:vAlign w:val="center"/>
          </w:tcPr>
          <w:p w14:paraId="155EE93B" w14:textId="77777777" w:rsidR="00AE7C3B" w:rsidRPr="00661CB4" w:rsidRDefault="00AE7C3B" w:rsidP="008E4458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lang w:eastAsia="ko-KR"/>
              </w:rPr>
              <w:t>1 Byte</w:t>
            </w:r>
          </w:p>
        </w:tc>
      </w:tr>
      <w:tr w:rsidR="00AE7C3B" w14:paraId="49086AE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55DED0B6" w14:textId="55FCE026" w:rsidR="00AE7C3B" w:rsidRDefault="00AE7C3B" w:rsidP="00AE7C3B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o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Tid</w:t>
            </w:r>
          </w:p>
        </w:tc>
        <w:tc>
          <w:tcPr>
            <w:tcW w:w="1843" w:type="dxa"/>
            <w:vAlign w:val="center"/>
          </w:tcPr>
          <w:p w14:paraId="5FF9B8A5" w14:textId="74C64EF3" w:rsidR="00AE7C3B" w:rsidRDefault="00AE7C3B" w:rsidP="00AE7C3B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원</w:t>
            </w: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거래번호</w:t>
            </w:r>
          </w:p>
        </w:tc>
        <w:tc>
          <w:tcPr>
            <w:tcW w:w="3402" w:type="dxa"/>
            <w:vAlign w:val="center"/>
          </w:tcPr>
          <w:p w14:paraId="0A2D8CAD" w14:textId="0C3F4939" w:rsidR="00AE7C3B" w:rsidRDefault="00AE7C3B" w:rsidP="00AE7C3B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w w:val="110"/>
                <w:sz w:val="18"/>
                <w:lang w:eastAsia="ko-KR"/>
              </w:rPr>
              <w:t>원</w:t>
            </w:r>
            <w:r w:rsidRPr="00661CB4">
              <w:rPr>
                <w:rFonts w:asciiTheme="majorEastAsia" w:eastAsiaTheme="majorEastAsia" w:hAnsiTheme="majorEastAsia"/>
                <w:w w:val="110"/>
                <w:sz w:val="18"/>
              </w:rPr>
              <w:t>거래 번호</w:t>
            </w:r>
          </w:p>
        </w:tc>
        <w:tc>
          <w:tcPr>
            <w:tcW w:w="1701" w:type="dxa"/>
            <w:vAlign w:val="center"/>
          </w:tcPr>
          <w:p w14:paraId="107A908F" w14:textId="32EC95A8" w:rsidR="00AE7C3B" w:rsidRDefault="00AE7C3B" w:rsidP="00AE7C3B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ajorEastAsia" w:eastAsiaTheme="majorEastAsia" w:hAnsiTheme="majorEastAsia"/>
                <w:w w:val="90"/>
                <w:sz w:val="18"/>
              </w:rPr>
              <w:t>3</w:t>
            </w:r>
            <w:r w:rsidRPr="00661CB4">
              <w:rPr>
                <w:rFonts w:asciiTheme="majorEastAsia" w:eastAsiaTheme="majorEastAsia" w:hAnsiTheme="majorEastAsia"/>
                <w:w w:val="90"/>
                <w:sz w:val="18"/>
              </w:rPr>
              <w:t>0 Byte</w:t>
            </w:r>
          </w:p>
        </w:tc>
      </w:tr>
      <w:tr w:rsidR="00AE7C3B" w14:paraId="57CE460E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62FA1F85" w14:textId="5AA8A8A4" w:rsidR="00AE7C3B" w:rsidRDefault="00AE7C3B" w:rsidP="00AE7C3B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</w:t>
            </w:r>
            <w:r>
              <w:rPr>
                <w:rFonts w:asciiTheme="majorHAnsi" w:eastAsiaTheme="majorHAnsi" w:hAnsiTheme="majorHAnsi"/>
                <w:sz w:val="18"/>
                <w:lang w:eastAsia="ko-KR"/>
              </w:rPr>
              <w:t>diDate</w:t>
            </w:r>
          </w:p>
        </w:tc>
        <w:tc>
          <w:tcPr>
            <w:tcW w:w="1843" w:type="dxa"/>
            <w:vAlign w:val="center"/>
          </w:tcPr>
          <w:p w14:paraId="309817F8" w14:textId="09AED234" w:rsidR="00AE7C3B" w:rsidRDefault="00AE7C3B" w:rsidP="00AE7C3B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</w:t>
            </w:r>
          </w:p>
        </w:tc>
        <w:tc>
          <w:tcPr>
            <w:tcW w:w="3402" w:type="dxa"/>
            <w:vAlign w:val="center"/>
          </w:tcPr>
          <w:p w14:paraId="55DC5916" w14:textId="12C2C4FF" w:rsidR="00AE7C3B" w:rsidRDefault="00AE7C3B" w:rsidP="00AE7C3B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전문요청일시(yyyymmddhhmmss)</w:t>
            </w:r>
          </w:p>
        </w:tc>
        <w:tc>
          <w:tcPr>
            <w:tcW w:w="1701" w:type="dxa"/>
            <w:vAlign w:val="center"/>
          </w:tcPr>
          <w:p w14:paraId="01529296" w14:textId="550C35A4" w:rsidR="00AE7C3B" w:rsidRDefault="00AE7C3B" w:rsidP="00AE7C3B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4 Bytes</w:t>
            </w:r>
          </w:p>
        </w:tc>
      </w:tr>
      <w:tr w:rsidR="00AE7C3B" w14:paraId="3EA4F708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1F625E75" w14:textId="22FA76E9" w:rsidR="00AE7C3B" w:rsidRDefault="00AE7C3B" w:rsidP="00AE7C3B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mid</w:t>
            </w:r>
          </w:p>
        </w:tc>
        <w:tc>
          <w:tcPr>
            <w:tcW w:w="1843" w:type="dxa"/>
            <w:vAlign w:val="center"/>
          </w:tcPr>
          <w:p w14:paraId="1BCE6581" w14:textId="4BEAA086" w:rsidR="00AE7C3B" w:rsidRDefault="00AE7C3B" w:rsidP="00AE7C3B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상점아이디</w:t>
            </w:r>
          </w:p>
        </w:tc>
        <w:tc>
          <w:tcPr>
            <w:tcW w:w="3402" w:type="dxa"/>
            <w:vAlign w:val="center"/>
          </w:tcPr>
          <w:p w14:paraId="5818C5C7" w14:textId="0FAE345E" w:rsidR="00AE7C3B" w:rsidRDefault="00AE7C3B" w:rsidP="00AE7C3B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  <w:t>제공된 mid</w:t>
            </w:r>
          </w:p>
        </w:tc>
        <w:tc>
          <w:tcPr>
            <w:tcW w:w="1701" w:type="dxa"/>
            <w:vAlign w:val="center"/>
          </w:tcPr>
          <w:p w14:paraId="49683ACF" w14:textId="2636F7EC" w:rsidR="00AE7C3B" w:rsidRDefault="00AE7C3B" w:rsidP="00AE7C3B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1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>0 Bytes</w:t>
            </w:r>
          </w:p>
        </w:tc>
      </w:tr>
      <w:tr w:rsidR="00AE7C3B" w14:paraId="70C8812B" w14:textId="77777777" w:rsidTr="00AE7C3B">
        <w:trPr>
          <w:trHeight w:val="20"/>
        </w:trPr>
        <w:tc>
          <w:tcPr>
            <w:tcW w:w="1701" w:type="dxa"/>
            <w:vAlign w:val="center"/>
          </w:tcPr>
          <w:p w14:paraId="0C473FE2" w14:textId="7F4F7FEF" w:rsidR="00AE7C3B" w:rsidRDefault="00AE7C3B" w:rsidP="00AE7C3B">
            <w:pPr>
              <w:pStyle w:val="TableParagraph"/>
              <w:spacing w:line="368" w:lineRule="exact"/>
              <w:ind w:left="65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charset</w:t>
            </w:r>
          </w:p>
        </w:tc>
        <w:tc>
          <w:tcPr>
            <w:tcW w:w="1843" w:type="dxa"/>
            <w:vAlign w:val="center"/>
          </w:tcPr>
          <w:p w14:paraId="246A867D" w14:textId="0AFE3995" w:rsidR="00AE7C3B" w:rsidRDefault="00AE7C3B" w:rsidP="00AE7C3B">
            <w:pPr>
              <w:pStyle w:val="TableParagraph"/>
              <w:spacing w:line="368" w:lineRule="exact"/>
              <w:ind w:leftChars="100" w:left="200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sz w:val="18"/>
                <w:szCs w:val="18"/>
                <w:lang w:eastAsia="ko-KR"/>
              </w:rPr>
              <w:t>인코딩방식</w:t>
            </w:r>
          </w:p>
        </w:tc>
        <w:tc>
          <w:tcPr>
            <w:tcW w:w="3402" w:type="dxa"/>
            <w:vAlign w:val="center"/>
          </w:tcPr>
          <w:p w14:paraId="25B63008" w14:textId="55F3B2A3" w:rsidR="00AE7C3B" w:rsidRDefault="00AE7C3B" w:rsidP="00AE7C3B">
            <w:pPr>
              <w:pStyle w:val="TableParagraph"/>
              <w:spacing w:line="368" w:lineRule="exact"/>
              <w:ind w:left="106"/>
              <w:rPr>
                <w:rFonts w:asciiTheme="minorHAnsi" w:eastAsiaTheme="minorHAnsi" w:hAnsiTheme="minorHAnsi"/>
                <w:w w:val="105"/>
                <w:sz w:val="18"/>
                <w:lang w:eastAsia="ko-KR"/>
              </w:rPr>
            </w:pP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UTF-8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(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default</w:t>
            </w:r>
            <w:r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)</w:t>
            </w:r>
            <w:r w:rsidRPr="00D06059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, EUC-KR</w:t>
            </w:r>
          </w:p>
        </w:tc>
        <w:tc>
          <w:tcPr>
            <w:tcW w:w="1701" w:type="dxa"/>
            <w:vAlign w:val="center"/>
          </w:tcPr>
          <w:p w14:paraId="595D7118" w14:textId="0119092F" w:rsidR="00AE7C3B" w:rsidRDefault="00AE7C3B" w:rsidP="00AE7C3B">
            <w:pPr>
              <w:pStyle w:val="TableParagraph"/>
              <w:spacing w:line="368" w:lineRule="exact"/>
              <w:ind w:leftChars="100" w:left="200" w:rightChars="185" w:right="370"/>
              <w:rPr>
                <w:rFonts w:asciiTheme="minorHAnsi" w:eastAsiaTheme="minorHAnsi" w:hAnsiTheme="minorHAnsi"/>
                <w:w w:val="95"/>
                <w:sz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5"/>
                <w:sz w:val="18"/>
                <w:szCs w:val="18"/>
                <w:lang w:eastAsia="ko-KR"/>
              </w:rPr>
              <w:t>6</w:t>
            </w:r>
            <w:r>
              <w:rPr>
                <w:rFonts w:asciiTheme="minorHAnsi" w:eastAsiaTheme="minorHAnsi" w:hAnsiTheme="minorHAnsi"/>
                <w:w w:val="95"/>
                <w:sz w:val="18"/>
                <w:szCs w:val="18"/>
                <w:lang w:eastAsia="ko-KR"/>
              </w:rPr>
              <w:t xml:space="preserve"> Bytes</w:t>
            </w:r>
          </w:p>
        </w:tc>
      </w:tr>
    </w:tbl>
    <w:p w14:paraId="4ADF13D8" w14:textId="61C1AC83" w:rsidR="00B81817" w:rsidRPr="00661CB4" w:rsidRDefault="00B81817" w:rsidP="00B81817">
      <w:pPr>
        <w:ind w:left="0" w:firstLine="0"/>
        <w:rPr>
          <w:rFonts w:asciiTheme="minorHAnsi" w:eastAsiaTheme="minorHAnsi" w:hAnsiTheme="minorHAnsi"/>
        </w:rPr>
      </w:pPr>
    </w:p>
    <w:p w14:paraId="6B0922D4" w14:textId="745045B1" w:rsidR="00B81817" w:rsidRPr="00661CB4" w:rsidRDefault="005372E9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 취소</w:t>
      </w:r>
      <w:r w:rsidR="00B81817" w:rsidRPr="00661CB4">
        <w:rPr>
          <w:rFonts w:asciiTheme="minorHAnsi" w:eastAsiaTheme="minorHAnsi" w:hAnsiTheme="minorHAnsi" w:hint="eastAsia"/>
        </w:rPr>
        <w:t xml:space="preserve"> 요청</w:t>
      </w:r>
      <w:r w:rsidR="00C07065">
        <w:rPr>
          <w:rFonts w:asciiTheme="minorHAnsi" w:eastAsiaTheme="minorHAnsi" w:hAnsiTheme="minorHAnsi" w:hint="eastAsia"/>
        </w:rPr>
        <w:t xml:space="preserve"> </w:t>
      </w:r>
      <w:r w:rsidR="00B81817" w:rsidRPr="00661CB4">
        <w:rPr>
          <w:rFonts w:asciiTheme="minorHAnsi" w:eastAsiaTheme="minorHAnsi" w:hAnsiTheme="minorHAnsi" w:hint="eastAsia"/>
        </w:rPr>
        <w:t xml:space="preserve">후 </w:t>
      </w:r>
      <w:r>
        <w:rPr>
          <w:rFonts w:asciiTheme="minorHAnsi" w:eastAsiaTheme="minorHAnsi" w:hAnsiTheme="minorHAnsi" w:hint="eastAsia"/>
        </w:rPr>
        <w:t>취소</w:t>
      </w:r>
      <w:r w:rsidR="00B81817" w:rsidRPr="00661CB4">
        <w:rPr>
          <w:rFonts w:asciiTheme="minorHAnsi" w:eastAsiaTheme="minorHAnsi" w:hAnsiTheme="minorHAnsi" w:hint="eastAsia"/>
        </w:rPr>
        <w:t>결과(responseBody)를 받아 내부처리(DB 저장 등) 하시기 바랍니다.</w:t>
      </w:r>
    </w:p>
    <w:p w14:paraId="588A054B" w14:textId="77777777" w:rsidR="00B81817" w:rsidRPr="00661CB4" w:rsidRDefault="00B81817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 w:rsidRPr="00661CB4">
        <w:rPr>
          <w:rFonts w:asciiTheme="minorHAnsi" w:eastAsiaTheme="minorHAnsi" w:hAnsiTheme="minorHAnsi" w:hint="eastAsia"/>
        </w:rPr>
        <w:t>수신시 전송 필드명을 명확히하여 처리하시기 바랍니다. (필드명 대/소문자 구분)</w:t>
      </w:r>
    </w:p>
    <w:p w14:paraId="50EA4F17" w14:textId="66769FEE" w:rsidR="00B81817" w:rsidRDefault="005372E9" w:rsidP="0079786A">
      <w:pPr>
        <w:pStyle w:val="a5"/>
        <w:numPr>
          <w:ilvl w:val="0"/>
          <w:numId w:val="17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 w:hint="eastAsia"/>
        </w:rPr>
        <w:t>결제취소</w:t>
      </w:r>
      <w:r w:rsidR="00B81817" w:rsidRPr="00661CB4">
        <w:rPr>
          <w:rFonts w:asciiTheme="minorHAnsi" w:eastAsiaTheme="minorHAnsi" w:hAnsiTheme="minorHAnsi" w:hint="eastAsia"/>
        </w:rPr>
        <w:t>에 실패하였을 경우 실패시 전달되는 데이터만 전송됩니다.</w:t>
      </w:r>
      <w:r w:rsidR="00B81817" w:rsidRPr="00661CB4">
        <w:rPr>
          <w:rFonts w:asciiTheme="minorHAnsi" w:eastAsiaTheme="minorHAnsi" w:hAnsiTheme="minorHAnsi"/>
        </w:rPr>
        <w:t xml:space="preserve"> </w:t>
      </w:r>
    </w:p>
    <w:p w14:paraId="53006399" w14:textId="44C8EC3C" w:rsidR="00A806C9" w:rsidRDefault="00A806C9" w:rsidP="002B3805">
      <w:pPr>
        <w:ind w:left="0" w:firstLine="0"/>
        <w:rPr>
          <w:rFonts w:asciiTheme="minorHAnsi" w:eastAsiaTheme="minorHAnsi" w:hAnsiTheme="minorHAnsi"/>
        </w:rPr>
      </w:pPr>
    </w:p>
    <w:p w14:paraId="6B1BA17F" w14:textId="1132A44C" w:rsidR="00A806C9" w:rsidRDefault="00A806C9">
      <w:pPr>
        <w:overflowPunct/>
        <w:autoSpaceDE/>
        <w:autoSpaceDN/>
        <w:adjustRightInd/>
        <w:ind w:left="0" w:firstLine="0"/>
        <w:textAlignment w:val="auto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br w:type="page"/>
      </w:r>
    </w:p>
    <w:p w14:paraId="2E904B2B" w14:textId="6C0C7E7D" w:rsidR="00A806C9" w:rsidRPr="00661CB4" w:rsidRDefault="00A806C9" w:rsidP="00A806C9">
      <w:pPr>
        <w:pStyle w:val="1"/>
        <w:numPr>
          <w:ilvl w:val="0"/>
          <w:numId w:val="0"/>
        </w:numPr>
        <w:ind w:leftChars="60" w:left="120"/>
        <w:rPr>
          <w:lang w:eastAsia="ko-KR"/>
        </w:rPr>
      </w:pPr>
      <w:bookmarkStart w:id="11" w:name="_Toc33213707"/>
      <w:r>
        <w:rPr>
          <w:rFonts w:hint="eastAsia"/>
          <w:lang w:eastAsia="ko-KR"/>
        </w:rPr>
        <w:lastRenderedPageBreak/>
        <w:t>4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앱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환경의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적용</w:t>
      </w:r>
      <w:r>
        <w:rPr>
          <w:rFonts w:hint="eastAsia"/>
          <w:lang w:eastAsia="ko-KR"/>
        </w:rPr>
        <w:t>(</w:t>
      </w:r>
      <w:r>
        <w:rPr>
          <w:rFonts w:hint="eastAsia"/>
          <w:lang w:eastAsia="ko-KR"/>
        </w:rPr>
        <w:t>안드로이드</w:t>
      </w:r>
      <w:r>
        <w:rPr>
          <w:rFonts w:hint="eastAsia"/>
          <w:lang w:eastAsia="ko-KR"/>
        </w:rPr>
        <w:t>)</w:t>
      </w:r>
      <w:bookmarkEnd w:id="11"/>
    </w:p>
    <w:p w14:paraId="3496250F" w14:textId="7F1882A4" w:rsidR="00E7597B" w:rsidRDefault="00A806C9" w:rsidP="00E7597B">
      <w:pPr>
        <w:pStyle w:val="ab"/>
      </w:pPr>
      <w:bookmarkStart w:id="12" w:name="_Toc33213708"/>
      <w:r w:rsidRPr="005D39D1">
        <w:rPr>
          <w:rFonts w:hint="eastAsia"/>
        </w:rPr>
        <w:t xml:space="preserve">4.1 </w:t>
      </w:r>
      <w:r w:rsidR="005D39D1" w:rsidRPr="005D39D1">
        <w:rPr>
          <w:rFonts w:hint="eastAsia"/>
        </w:rPr>
        <w:t>기본적인 설치 방법</w:t>
      </w:r>
      <w:bookmarkEnd w:id="12"/>
    </w:p>
    <w:p w14:paraId="6A58D7BE" w14:textId="5E3A7B94" w:rsidR="00E7597B" w:rsidRPr="00E7597B" w:rsidRDefault="00E7597B" w:rsidP="0079786A">
      <w:pPr>
        <w:pStyle w:val="af"/>
        <w:numPr>
          <w:ilvl w:val="1"/>
          <w:numId w:val="18"/>
        </w:numPr>
        <w:rPr>
          <w:rFonts w:hint="eastAsia"/>
          <w:lang w:eastAsia="ko-KR"/>
        </w:rPr>
      </w:pPr>
      <w:r w:rsidRPr="00E7597B">
        <w:rPr>
          <w:rFonts w:hint="eastAsia"/>
          <w:lang w:eastAsia="ko-KR"/>
        </w:rPr>
        <w:t>안드로이드</w:t>
      </w:r>
      <w:r w:rsidRPr="00E7597B">
        <w:rPr>
          <w:rFonts w:hint="eastAsia"/>
          <w:lang w:eastAsia="ko-KR"/>
        </w:rPr>
        <w:t xml:space="preserve"> </w:t>
      </w:r>
      <w:r w:rsidR="00625C4B">
        <w:rPr>
          <w:rFonts w:hint="eastAsia"/>
          <w:lang w:eastAsia="ko-KR"/>
        </w:rPr>
        <w:t>앱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내</w:t>
      </w:r>
      <w:r w:rsidRPr="00E7597B">
        <w:rPr>
          <w:rFonts w:hint="eastAsia"/>
          <w:lang w:eastAsia="ko-KR"/>
        </w:rPr>
        <w:t xml:space="preserve"> WebView (</w:t>
      </w:r>
      <w:r w:rsidRPr="00E7597B">
        <w:rPr>
          <w:rFonts w:hint="eastAsia"/>
          <w:lang w:eastAsia="ko-KR"/>
        </w:rPr>
        <w:t>이하</w:t>
      </w:r>
      <w:r w:rsidRPr="00E7597B">
        <w:rPr>
          <w:rFonts w:hint="eastAsia"/>
          <w:lang w:eastAsia="ko-KR"/>
        </w:rPr>
        <w:t xml:space="preserve"> WebView) </w:t>
      </w:r>
      <w:r w:rsidRPr="00E7597B">
        <w:rPr>
          <w:rFonts w:hint="eastAsia"/>
          <w:lang w:eastAsia="ko-KR"/>
        </w:rPr>
        <w:t>에서</w:t>
      </w:r>
      <w:r w:rsidRPr="00E7597B">
        <w:rPr>
          <w:rFonts w:hint="eastAsia"/>
          <w:lang w:eastAsia="ko-KR"/>
        </w:rPr>
        <w:t xml:space="preserve"> </w:t>
      </w:r>
      <w:r w:rsidR="00847E31">
        <w:rPr>
          <w:lang w:eastAsia="ko-KR"/>
        </w:rPr>
        <w:t>FINTREE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구현하는</w:t>
      </w:r>
      <w:r w:rsidRPr="00E7597B">
        <w:rPr>
          <w:rFonts w:hint="eastAsia"/>
          <w:lang w:eastAsia="ko-KR"/>
        </w:rPr>
        <w:t xml:space="preserve">  </w:t>
      </w:r>
      <w:r w:rsidRPr="00E7597B">
        <w:rPr>
          <w:rFonts w:hint="eastAsia"/>
          <w:lang w:eastAsia="ko-KR"/>
        </w:rPr>
        <w:t>경우에</w:t>
      </w:r>
      <w:r w:rsidRPr="00E7597B">
        <w:rPr>
          <w:rFonts w:hint="eastAsia"/>
          <w:lang w:eastAsia="ko-KR"/>
        </w:rPr>
        <w:t xml:space="preserve">  </w:t>
      </w:r>
      <w:r w:rsidRPr="00E7597B">
        <w:rPr>
          <w:rFonts w:hint="eastAsia"/>
          <w:lang w:eastAsia="ko-KR"/>
        </w:rPr>
        <w:t>해당됩니다</w:t>
      </w:r>
      <w:r w:rsidRPr="00E7597B">
        <w:rPr>
          <w:rFonts w:hint="eastAsia"/>
          <w:lang w:eastAsia="ko-KR"/>
        </w:rPr>
        <w:t>.</w:t>
      </w:r>
    </w:p>
    <w:p w14:paraId="5969379C" w14:textId="768016F5" w:rsidR="005D39D1" w:rsidRDefault="005D39D1" w:rsidP="005D39D1">
      <w:pPr>
        <w:pStyle w:val="ab"/>
      </w:pPr>
      <w:bookmarkStart w:id="13" w:name="_Toc33213709"/>
      <w:r w:rsidRPr="005D39D1">
        <w:rPr>
          <w:rFonts w:hint="eastAsia"/>
        </w:rPr>
        <w:t>4.2 모바일  ISP 연동</w:t>
      </w:r>
      <w:r w:rsidR="00E7597B">
        <w:rPr>
          <w:rFonts w:hint="eastAsia"/>
        </w:rPr>
        <w:t xml:space="preserve"> (-</w:t>
      </w:r>
      <w:r w:rsidR="00E7597B" w:rsidRPr="00E7597B">
        <w:rPr>
          <w:rFonts w:hint="eastAsia"/>
        </w:rPr>
        <w:t>앱 미설치 체크로직 직접구현 or 자동체크</w:t>
      </w:r>
      <w:r w:rsidR="00E7597B">
        <w:rPr>
          <w:rFonts w:hint="eastAsia"/>
        </w:rPr>
        <w:t>)</w:t>
      </w:r>
      <w:bookmarkEnd w:id="13"/>
    </w:p>
    <w:p w14:paraId="5F0FA72D" w14:textId="504022E7" w:rsidR="00E7597B" w:rsidRPr="00E7597B" w:rsidRDefault="00E7597B" w:rsidP="0079786A">
      <w:pPr>
        <w:pStyle w:val="a5"/>
        <w:numPr>
          <w:ilvl w:val="1"/>
          <w:numId w:val="18"/>
        </w:numPr>
        <w:ind w:leftChars="0"/>
        <w:rPr>
          <w:rFonts w:asciiTheme="majorEastAsia" w:eastAsiaTheme="majorEastAsia" w:hAnsiTheme="majorEastAsia"/>
          <w:lang w:val="x-none"/>
        </w:rPr>
      </w:pPr>
      <w:r w:rsidRPr="00E7597B">
        <w:rPr>
          <w:rFonts w:asciiTheme="majorEastAsia" w:eastAsiaTheme="majorEastAsia" w:hAnsiTheme="majorEastAsia" w:hint="eastAsia"/>
          <w:lang w:val="x-none"/>
        </w:rPr>
        <w:t>mobileISP 앱의 기본정보는 아래와 같습니다.</w:t>
      </w:r>
    </w:p>
    <w:tbl>
      <w:tblPr>
        <w:tblStyle w:val="TableNormal"/>
        <w:tblW w:w="8618" w:type="dxa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5637"/>
      </w:tblGrid>
      <w:tr w:rsidR="00E7597B" w14:paraId="4DBA412B" w14:textId="77777777" w:rsidTr="00625C4B">
        <w:trPr>
          <w:trHeight w:val="405"/>
        </w:trPr>
        <w:tc>
          <w:tcPr>
            <w:tcW w:w="2981" w:type="dxa"/>
            <w:shd w:val="clear" w:color="auto" w:fill="B6DDE8"/>
          </w:tcPr>
          <w:p w14:paraId="23F323CE" w14:textId="0A5A36F1" w:rsidR="00E7597B" w:rsidRDefault="00E7597B" w:rsidP="00625C4B">
            <w:pPr>
              <w:pStyle w:val="TableParagraph"/>
              <w:spacing w:line="343" w:lineRule="exact"/>
              <w:ind w:right="200"/>
              <w:jc w:val="center"/>
              <w:rPr>
                <w:rFonts w:ascii="Noto Sans CJK JP Medium"/>
                <w:sz w:val="20"/>
              </w:rPr>
            </w:pPr>
            <w:r>
              <w:rPr>
                <w:rFonts w:ascii="Noto Sans CJK JP Medium"/>
                <w:sz w:val="20"/>
              </w:rPr>
              <w:t>Application</w:t>
            </w:r>
            <w:r w:rsidR="00625C4B">
              <w:rPr>
                <w:rFonts w:ascii="Noto Sans CJK JP Medium"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ascii="Noto Sans CJK JP Medium"/>
                <w:sz w:val="20"/>
              </w:rPr>
              <w:t>Scheme</w:t>
            </w:r>
          </w:p>
        </w:tc>
        <w:tc>
          <w:tcPr>
            <w:tcW w:w="5637" w:type="dxa"/>
          </w:tcPr>
          <w:p w14:paraId="41B1669C" w14:textId="13584E1C" w:rsidR="00E7597B" w:rsidRDefault="00E7597B" w:rsidP="00E7597B">
            <w:pPr>
              <w:pStyle w:val="TableParagraph"/>
              <w:spacing w:before="165"/>
              <w:ind w:firstLineChars="100" w:firstLine="200"/>
              <w:rPr>
                <w:sz w:val="20"/>
              </w:rPr>
            </w:pPr>
            <w:r>
              <w:rPr>
                <w:sz w:val="20"/>
              </w:rPr>
              <w:t>ispmobile://</w:t>
            </w:r>
          </w:p>
        </w:tc>
      </w:tr>
      <w:tr w:rsidR="00E7597B" w14:paraId="18E6A45C" w14:textId="77777777" w:rsidTr="00625C4B">
        <w:trPr>
          <w:trHeight w:val="404"/>
        </w:trPr>
        <w:tc>
          <w:tcPr>
            <w:tcW w:w="2981" w:type="dxa"/>
            <w:shd w:val="clear" w:color="auto" w:fill="B6DDE8"/>
          </w:tcPr>
          <w:p w14:paraId="5668A971" w14:textId="41149F1C" w:rsidR="00E7597B" w:rsidRDefault="00E7597B" w:rsidP="00625C4B">
            <w:pPr>
              <w:pStyle w:val="TableParagraph"/>
              <w:spacing w:line="343" w:lineRule="exact"/>
              <w:ind w:right="200"/>
              <w:jc w:val="center"/>
              <w:rPr>
                <w:rFonts w:ascii="Noto Sans CJK JP Medium"/>
                <w:sz w:val="20"/>
              </w:rPr>
            </w:pPr>
            <w:r>
              <w:rPr>
                <w:rFonts w:ascii="Noto Sans CJK JP Medium"/>
                <w:sz w:val="20"/>
              </w:rPr>
              <w:t>Install</w:t>
            </w:r>
            <w:r w:rsidR="00625C4B">
              <w:rPr>
                <w:rFonts w:ascii="Noto Sans CJK JP Medium" w:eastAsiaTheme="minorEastAsia" w:hint="eastAsia"/>
                <w:sz w:val="20"/>
                <w:lang w:eastAsia="ko-KR"/>
              </w:rPr>
              <w:t xml:space="preserve"> </w:t>
            </w:r>
            <w:r>
              <w:rPr>
                <w:rFonts w:ascii="Noto Sans CJK JP Medium"/>
                <w:sz w:val="20"/>
              </w:rPr>
              <w:t>Url</w:t>
            </w:r>
          </w:p>
        </w:tc>
        <w:tc>
          <w:tcPr>
            <w:tcW w:w="5637" w:type="dxa"/>
          </w:tcPr>
          <w:p w14:paraId="08394A5E" w14:textId="77777777" w:rsidR="00E7597B" w:rsidRDefault="00E7597B" w:rsidP="00E7597B">
            <w:pPr>
              <w:pStyle w:val="TableParagraph"/>
              <w:spacing w:before="165"/>
              <w:ind w:firstLineChars="100" w:firstLine="220"/>
              <w:rPr>
                <w:sz w:val="20"/>
              </w:rPr>
            </w:pPr>
            <w:hyperlink r:id="rId14">
              <w:r>
                <w:rPr>
                  <w:sz w:val="20"/>
                </w:rPr>
                <w:t>http://mobile.vpay.co.kr/jsp/MISP/andown.jsp</w:t>
              </w:r>
            </w:hyperlink>
          </w:p>
        </w:tc>
      </w:tr>
    </w:tbl>
    <w:p w14:paraId="410E7FB4" w14:textId="3979EC9D" w:rsidR="00E7597B" w:rsidRPr="00E7597B" w:rsidRDefault="00E7597B" w:rsidP="0079786A">
      <w:pPr>
        <w:pStyle w:val="af"/>
        <w:numPr>
          <w:ilvl w:val="1"/>
          <w:numId w:val="18"/>
        </w:numPr>
        <w:rPr>
          <w:rFonts w:hint="eastAsia"/>
          <w:lang w:eastAsia="ko-KR"/>
        </w:rPr>
      </w:pPr>
      <w:r w:rsidRPr="00E7597B">
        <w:rPr>
          <w:rFonts w:hint="eastAsia"/>
          <w:lang w:eastAsia="ko-KR"/>
        </w:rPr>
        <w:t>상기</w:t>
      </w:r>
      <w:r w:rsidRPr="00E7597B">
        <w:rPr>
          <w:rFonts w:hint="eastAsia"/>
          <w:lang w:eastAsia="ko-KR"/>
        </w:rPr>
        <w:t xml:space="preserve"> Scheme </w:t>
      </w:r>
      <w:r w:rsidRPr="00E7597B">
        <w:rPr>
          <w:rFonts w:hint="eastAsia"/>
          <w:lang w:eastAsia="ko-KR"/>
        </w:rPr>
        <w:t>과</w:t>
      </w:r>
      <w:r w:rsidRPr="00E7597B">
        <w:rPr>
          <w:rFonts w:hint="eastAsia"/>
          <w:lang w:eastAsia="ko-KR"/>
        </w:rPr>
        <w:t xml:space="preserve"> Install Url </w:t>
      </w:r>
      <w:r w:rsidRPr="00E7597B">
        <w:rPr>
          <w:rFonts w:hint="eastAsia"/>
          <w:lang w:eastAsia="ko-KR"/>
        </w:rPr>
        <w:t>정보로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구현가능한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안드로이드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코드는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하기와</w:t>
      </w:r>
      <w:r w:rsidRPr="00E7597B">
        <w:rPr>
          <w:rFonts w:hint="eastAsia"/>
          <w:lang w:eastAsia="ko-KR"/>
        </w:rPr>
        <w:t xml:space="preserve"> </w:t>
      </w:r>
      <w:r w:rsidRPr="00E7597B">
        <w:rPr>
          <w:rFonts w:hint="eastAsia"/>
          <w:lang w:eastAsia="ko-KR"/>
        </w:rPr>
        <w:t>같습니다</w:t>
      </w:r>
      <w:r>
        <w:rPr>
          <w:rFonts w:hint="eastAsia"/>
          <w:lang w:eastAsia="ko-KR"/>
        </w:rPr>
        <w:t>.</w:t>
      </w:r>
    </w:p>
    <w:p w14:paraId="65CB8680" w14:textId="5F8CB173" w:rsidR="00E7597B" w:rsidRDefault="00625C4B" w:rsidP="0079786A">
      <w:pPr>
        <w:pStyle w:val="af"/>
        <w:numPr>
          <w:ilvl w:val="1"/>
          <w:numId w:val="18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>WebViewClient</w:t>
      </w:r>
      <w:r w:rsidR="00E7597B" w:rsidRPr="00E7597B">
        <w:rPr>
          <w:rFonts w:hint="eastAsia"/>
          <w:lang w:eastAsia="ko-KR"/>
        </w:rPr>
        <w:t>를</w:t>
      </w:r>
      <w:r w:rsidR="00E7597B" w:rsidRPr="00E7597B">
        <w:rPr>
          <w:rFonts w:hint="eastAsia"/>
          <w:lang w:eastAsia="ko-KR"/>
        </w:rPr>
        <w:t xml:space="preserve">  </w:t>
      </w:r>
      <w:r w:rsidR="00E7597B" w:rsidRPr="00E7597B">
        <w:rPr>
          <w:rFonts w:hint="eastAsia"/>
          <w:lang w:eastAsia="ko-KR"/>
        </w:rPr>
        <w:t>상속받은</w:t>
      </w:r>
      <w:r w:rsidR="00E7597B" w:rsidRPr="00E7597B">
        <w:rPr>
          <w:rFonts w:hint="eastAsia"/>
          <w:lang w:eastAsia="ko-KR"/>
        </w:rPr>
        <w:t xml:space="preserve">  </w:t>
      </w:r>
      <w:r w:rsidR="00E7597B" w:rsidRPr="00E7597B">
        <w:rPr>
          <w:rFonts w:hint="eastAsia"/>
          <w:lang w:eastAsia="ko-KR"/>
        </w:rPr>
        <w:t>클래스를</w:t>
      </w:r>
      <w:r w:rsidR="00E7597B" w:rsidRPr="00E7597B">
        <w:rPr>
          <w:rFonts w:hint="eastAsia"/>
          <w:lang w:eastAsia="ko-KR"/>
        </w:rPr>
        <w:t xml:space="preserve">  </w:t>
      </w:r>
      <w:r w:rsidR="00E7597B" w:rsidRPr="00E7597B">
        <w:rPr>
          <w:rFonts w:hint="eastAsia"/>
          <w:lang w:eastAsia="ko-KR"/>
        </w:rPr>
        <w:t>구현하시고</w:t>
      </w:r>
      <w:r w:rsidR="00E7597B">
        <w:rPr>
          <w:rFonts w:hint="eastAsia"/>
          <w:lang w:eastAsia="ko-KR"/>
        </w:rPr>
        <w:t xml:space="preserve">,  shouldOverrideUrlLoading() </w:t>
      </w:r>
      <w:r w:rsidR="00E7597B" w:rsidRPr="00E7597B">
        <w:rPr>
          <w:rFonts w:hint="eastAsia"/>
          <w:lang w:eastAsia="ko-KR"/>
        </w:rPr>
        <w:t>을</w:t>
      </w:r>
      <w:r w:rsidR="00E7597B" w:rsidRPr="00E7597B">
        <w:rPr>
          <w:rFonts w:hint="eastAsia"/>
          <w:lang w:eastAsia="ko-KR"/>
        </w:rPr>
        <w:t xml:space="preserve">  </w:t>
      </w:r>
      <w:r w:rsidR="00E7597B" w:rsidRPr="00E7597B">
        <w:rPr>
          <w:rFonts w:hint="eastAsia"/>
          <w:lang w:eastAsia="ko-KR"/>
        </w:rPr>
        <w:t>호출</w:t>
      </w:r>
      <w:r w:rsidR="00E7597B" w:rsidRPr="00E7597B">
        <w:rPr>
          <w:rFonts w:hint="eastAsia"/>
          <w:lang w:eastAsia="ko-KR"/>
        </w:rPr>
        <w:t xml:space="preserve">  </w:t>
      </w:r>
    </w:p>
    <w:p w14:paraId="7115FE79" w14:textId="1DCB6970" w:rsidR="00E7597B" w:rsidRDefault="00E7597B" w:rsidP="00E7597B">
      <w:pPr>
        <w:pStyle w:val="af"/>
        <w:ind w:left="1200"/>
        <w:rPr>
          <w:rFonts w:hint="eastAsia"/>
          <w:lang w:eastAsia="ko-KR"/>
        </w:rPr>
      </w:pPr>
      <w:r>
        <w:rPr>
          <w:rFonts w:hint="eastAsi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2CA55F" wp14:editId="316C7977">
                <wp:simplePos x="0" y="0"/>
                <wp:positionH relativeFrom="column">
                  <wp:posOffset>762000</wp:posOffset>
                </wp:positionH>
                <wp:positionV relativeFrom="paragraph">
                  <wp:posOffset>-635</wp:posOffset>
                </wp:positionV>
                <wp:extent cx="4829175" cy="80010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449BA" w14:textId="2DCDDC5C" w:rsidR="005F7164" w:rsidRPr="00E7597B" w:rsidRDefault="005F7164" w:rsidP="00E7597B">
                            <w:pPr>
                              <w:pStyle w:val="af"/>
                              <w:spacing w:before="10" w:line="225" w:lineRule="auto"/>
                              <w:ind w:right="2674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  <w:t>p</w:t>
                            </w:r>
                            <w:r w:rsidRPr="00E7597B">
                              <w:rPr>
                                <w:color w:val="000000" w:themeColor="text1"/>
                              </w:rPr>
                              <w:t>rivate class SampleWebView extends WebViewClient { @Override</w:t>
                            </w:r>
                          </w:p>
                          <w:p w14:paraId="5D2D599C" w14:textId="77777777" w:rsidR="005F7164" w:rsidRPr="00E7597B" w:rsidRDefault="005F7164" w:rsidP="00E7597B">
                            <w:pPr>
                              <w:pStyle w:val="af"/>
                              <w:spacing w:line="340" w:lineRule="exact"/>
                              <w:ind w:left="299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E7597B">
                              <w:rPr>
                                <w:color w:val="000000" w:themeColor="text1"/>
                              </w:rPr>
                              <w:t>public boolean shouldOverrideUrlLoading(WebView view, String url) {</w:t>
                            </w:r>
                          </w:p>
                          <w:p w14:paraId="2FD39BF3" w14:textId="7D3140B6" w:rsidR="005F7164" w:rsidRPr="00E7597B" w:rsidRDefault="005F7164" w:rsidP="00E7597B">
                            <w:pPr>
                              <w:pStyle w:val="af"/>
                              <w:spacing w:line="346" w:lineRule="exact"/>
                              <w:ind w:left="299"/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</w:pPr>
                            <w:r w:rsidRPr="00E7597B">
                              <w:rPr>
                                <w:color w:val="000000" w:themeColor="text1"/>
                                <w:w w:val="95"/>
                              </w:rPr>
                              <w:t>….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w w:val="95"/>
                                <w:lang w:eastAsia="ko-KR"/>
                              </w:rPr>
                              <w:t xml:space="preserve"> ]</w:t>
                            </w:r>
                          </w:p>
                          <w:p w14:paraId="12743568" w14:textId="01DC43DE" w:rsidR="005F7164" w:rsidRDefault="005F7164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CA55F" id="Text Box 11" o:spid="_x0000_s1030" type="#_x0000_t202" style="position:absolute;left:0;text-align:left;margin-left:60pt;margin-top:-.05pt;width:380.25pt;height:63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" fillcolor="white [3201]" strokecolor="black [3213]" strokeweight=".5pt">
                <v:textbox>
                  <w:txbxContent>
                    <w:p w14:paraId="7A2449BA" w14:textId="2DCDDC5C" w:rsidR="005F7164" w:rsidRPr="00E7597B" w:rsidRDefault="005F7164" w:rsidP="00E7597B">
                      <w:pPr>
                        <w:pStyle w:val="af"/>
                        <w:spacing w:before="10" w:line="225" w:lineRule="auto"/>
                        <w:ind w:right="2674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ko-KR"/>
                        </w:rPr>
                        <w:t>p</w:t>
                      </w:r>
                      <w:r w:rsidRPr="00E7597B">
                        <w:rPr>
                          <w:color w:val="000000" w:themeColor="text1"/>
                        </w:rPr>
                        <w:t>rivate class SampleWebView extends WebViewClient { @Override</w:t>
                      </w:r>
                    </w:p>
                    <w:p w14:paraId="5D2D599C" w14:textId="77777777" w:rsidR="005F7164" w:rsidRPr="00E7597B" w:rsidRDefault="005F7164" w:rsidP="00E7597B">
                      <w:pPr>
                        <w:pStyle w:val="af"/>
                        <w:spacing w:line="340" w:lineRule="exact"/>
                        <w:ind w:left="299"/>
                        <w:rPr>
                          <w:rFonts w:hint="eastAsia"/>
                          <w:color w:val="000000" w:themeColor="text1"/>
                        </w:rPr>
                      </w:pPr>
                      <w:r w:rsidRPr="00E7597B">
                        <w:rPr>
                          <w:color w:val="000000" w:themeColor="text1"/>
                        </w:rPr>
                        <w:t>public boolean shouldOverrideUrlLoading(WebView view, String url) {</w:t>
                      </w:r>
                    </w:p>
                    <w:p w14:paraId="2FD39BF3" w14:textId="7D3140B6" w:rsidR="005F7164" w:rsidRPr="00E7597B" w:rsidRDefault="005F7164" w:rsidP="00E7597B">
                      <w:pPr>
                        <w:pStyle w:val="af"/>
                        <w:spacing w:line="346" w:lineRule="exact"/>
                        <w:ind w:left="299"/>
                        <w:rPr>
                          <w:rFonts w:hint="eastAsia"/>
                          <w:color w:val="000000" w:themeColor="text1"/>
                          <w:lang w:eastAsia="ko-KR"/>
                        </w:rPr>
                      </w:pPr>
                      <w:r w:rsidRPr="00E7597B">
                        <w:rPr>
                          <w:color w:val="000000" w:themeColor="text1"/>
                          <w:w w:val="95"/>
                        </w:rPr>
                        <w:t>….</w:t>
                      </w:r>
                      <w:r>
                        <w:rPr>
                          <w:rFonts w:hint="eastAsia"/>
                          <w:color w:val="000000" w:themeColor="text1"/>
                          <w:w w:val="95"/>
                          <w:lang w:eastAsia="ko-KR"/>
                        </w:rPr>
                        <w:t xml:space="preserve"> ]</w:t>
                      </w:r>
                    </w:p>
                    <w:p w14:paraId="12743568" w14:textId="01DC43DE" w:rsidR="005F7164" w:rsidRDefault="005F7164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73D04B29" w14:textId="1317D248" w:rsidR="00E7597B" w:rsidRDefault="00E7597B" w:rsidP="00E7597B">
      <w:pPr>
        <w:pStyle w:val="af"/>
        <w:ind w:left="1200"/>
        <w:rPr>
          <w:rFonts w:hint="eastAsia"/>
          <w:lang w:eastAsia="ko-KR"/>
        </w:rPr>
      </w:pPr>
    </w:p>
    <w:p w14:paraId="67636A1C" w14:textId="77777777" w:rsidR="00E7597B" w:rsidRDefault="00E7597B" w:rsidP="00E7597B">
      <w:pPr>
        <w:pStyle w:val="af"/>
        <w:ind w:left="1200"/>
        <w:rPr>
          <w:rFonts w:hint="eastAsia"/>
          <w:lang w:eastAsia="ko-KR"/>
        </w:rPr>
      </w:pPr>
    </w:p>
    <w:p w14:paraId="18E0509E" w14:textId="77777777" w:rsidR="00E7597B" w:rsidRDefault="00E7597B" w:rsidP="00E7597B">
      <w:pPr>
        <w:pStyle w:val="af"/>
        <w:ind w:left="1200"/>
        <w:rPr>
          <w:rFonts w:hint="eastAsia"/>
          <w:lang w:eastAsia="ko-KR"/>
        </w:rPr>
      </w:pPr>
    </w:p>
    <w:p w14:paraId="70818673" w14:textId="77777777" w:rsidR="00E7597B" w:rsidRDefault="00E7597B" w:rsidP="00E7597B">
      <w:pPr>
        <w:pStyle w:val="af"/>
        <w:ind w:left="1200"/>
        <w:rPr>
          <w:rFonts w:hint="eastAsia"/>
          <w:lang w:eastAsia="ko-KR"/>
        </w:rPr>
      </w:pPr>
    </w:p>
    <w:p w14:paraId="7113E58E" w14:textId="77777777" w:rsidR="00F77677" w:rsidRPr="00625C4B" w:rsidRDefault="00F77677" w:rsidP="00625C4B">
      <w:pPr>
        <w:pStyle w:val="af"/>
        <w:rPr>
          <w:rFonts w:hint="eastAsia"/>
          <w:lang w:eastAsia="ko-KR"/>
        </w:rPr>
      </w:pPr>
    </w:p>
    <w:p w14:paraId="355CA55B" w14:textId="77777777" w:rsidR="00625C4B" w:rsidRDefault="00F77677" w:rsidP="0079786A">
      <w:pPr>
        <w:pStyle w:val="af"/>
        <w:numPr>
          <w:ilvl w:val="1"/>
          <w:numId w:val="18"/>
        </w:numPr>
        <w:rPr>
          <w:rFonts w:asciiTheme="minorEastAsia" w:hAnsiTheme="minorEastAsia"/>
          <w:w w:val="105"/>
          <w:lang w:eastAsia="ko-KR"/>
        </w:rPr>
      </w:pPr>
      <w:r w:rsidRPr="00F77677">
        <w:rPr>
          <w:rFonts w:asciiTheme="minorEastAsia" w:hAnsiTheme="minorEastAsia"/>
          <w:w w:val="99"/>
        </w:rPr>
        <w:t>상기</w:t>
      </w:r>
      <w:r>
        <w:rPr>
          <w:rFonts w:asciiTheme="minorEastAsia" w:hAnsiTheme="minorEastAsia"/>
        </w:rPr>
        <w:t xml:space="preserve"> </w:t>
      </w:r>
      <w:r w:rsidRPr="00F77677">
        <w:rPr>
          <w:rFonts w:asciiTheme="minorEastAsia" w:hAnsiTheme="minorEastAsia"/>
          <w:spacing w:val="-11"/>
        </w:rPr>
        <w:t xml:space="preserve"> </w:t>
      </w:r>
      <w:r w:rsidRPr="00F77677">
        <w:rPr>
          <w:rFonts w:asciiTheme="minorEastAsia" w:hAnsiTheme="minorEastAsia"/>
          <w:spacing w:val="2"/>
          <w:w w:val="95"/>
        </w:rPr>
        <w:t>s</w:t>
      </w:r>
      <w:r w:rsidRPr="00F77677">
        <w:rPr>
          <w:rFonts w:asciiTheme="minorEastAsia" w:hAnsiTheme="minorEastAsia"/>
          <w:w w:val="99"/>
        </w:rPr>
        <w:t>hou</w:t>
      </w:r>
      <w:r w:rsidRPr="00F77677">
        <w:rPr>
          <w:rFonts w:asciiTheme="minorEastAsia" w:hAnsiTheme="minorEastAsia"/>
          <w:spacing w:val="-2"/>
          <w:w w:val="95"/>
        </w:rPr>
        <w:t>l</w:t>
      </w:r>
      <w:r w:rsidRPr="00F77677">
        <w:rPr>
          <w:rFonts w:asciiTheme="minorEastAsia" w:hAnsiTheme="minorEastAsia"/>
          <w:spacing w:val="2"/>
          <w:w w:val="102"/>
        </w:rPr>
        <w:t>d</w:t>
      </w:r>
      <w:r w:rsidRPr="00F77677">
        <w:rPr>
          <w:rFonts w:asciiTheme="minorEastAsia" w:hAnsiTheme="minorEastAsia"/>
          <w:spacing w:val="1"/>
          <w:w w:val="103"/>
        </w:rPr>
        <w:t>O</w:t>
      </w:r>
      <w:r w:rsidRPr="00F77677">
        <w:rPr>
          <w:rFonts w:asciiTheme="minorEastAsia" w:hAnsiTheme="minorEastAsia"/>
          <w:spacing w:val="-4"/>
          <w:w w:val="101"/>
        </w:rPr>
        <w:t>v</w:t>
      </w:r>
      <w:r w:rsidRPr="00F77677">
        <w:rPr>
          <w:rFonts w:asciiTheme="minorEastAsia" w:hAnsiTheme="minorEastAsia"/>
          <w:spacing w:val="1"/>
          <w:w w:val="99"/>
        </w:rPr>
        <w:t>e</w:t>
      </w:r>
      <w:r w:rsidRPr="00F77677">
        <w:rPr>
          <w:rFonts w:asciiTheme="minorEastAsia" w:hAnsiTheme="minorEastAsia"/>
          <w:spacing w:val="-1"/>
          <w:w w:val="88"/>
        </w:rPr>
        <w:t>r</w:t>
      </w:r>
      <w:r w:rsidRPr="00F77677">
        <w:rPr>
          <w:rFonts w:asciiTheme="minorEastAsia" w:hAnsiTheme="minorEastAsia"/>
          <w:spacing w:val="1"/>
          <w:w w:val="88"/>
        </w:rPr>
        <w:t>r</w:t>
      </w:r>
      <w:r w:rsidRPr="00F77677">
        <w:rPr>
          <w:rFonts w:asciiTheme="minorEastAsia" w:hAnsiTheme="minorEastAsia"/>
          <w:spacing w:val="-2"/>
          <w:w w:val="95"/>
        </w:rPr>
        <w:t>i</w:t>
      </w:r>
      <w:r w:rsidRPr="00F77677">
        <w:rPr>
          <w:rFonts w:asciiTheme="minorEastAsia" w:hAnsiTheme="minorEastAsia"/>
          <w:spacing w:val="2"/>
          <w:w w:val="102"/>
        </w:rPr>
        <w:t>d</w:t>
      </w:r>
      <w:r w:rsidRPr="00F77677">
        <w:rPr>
          <w:rFonts w:asciiTheme="minorEastAsia" w:hAnsiTheme="minorEastAsia"/>
          <w:spacing w:val="-2"/>
          <w:w w:val="99"/>
        </w:rPr>
        <w:t>e</w:t>
      </w:r>
      <w:r w:rsidRPr="00F77677">
        <w:rPr>
          <w:rFonts w:asciiTheme="minorEastAsia" w:hAnsiTheme="minorEastAsia"/>
          <w:spacing w:val="1"/>
        </w:rPr>
        <w:t>U</w:t>
      </w:r>
      <w:r w:rsidRPr="00F77677">
        <w:rPr>
          <w:rFonts w:asciiTheme="minorEastAsia" w:hAnsiTheme="minorEastAsia"/>
          <w:spacing w:val="-1"/>
          <w:w w:val="88"/>
        </w:rPr>
        <w:t>r</w:t>
      </w:r>
      <w:r w:rsidRPr="00F77677">
        <w:rPr>
          <w:rFonts w:asciiTheme="minorEastAsia" w:hAnsiTheme="minorEastAsia"/>
          <w:spacing w:val="-2"/>
          <w:w w:val="95"/>
        </w:rPr>
        <w:t>l</w:t>
      </w:r>
      <w:r w:rsidRPr="00F77677">
        <w:rPr>
          <w:rFonts w:asciiTheme="minorEastAsia" w:hAnsiTheme="minorEastAsia"/>
          <w:spacing w:val="2"/>
          <w:w w:val="97"/>
        </w:rPr>
        <w:t>L</w:t>
      </w:r>
      <w:r w:rsidRPr="00F77677">
        <w:rPr>
          <w:rFonts w:asciiTheme="minorEastAsia" w:hAnsiTheme="minorEastAsia"/>
          <w:spacing w:val="-2"/>
          <w:w w:val="103"/>
        </w:rPr>
        <w:t>o</w:t>
      </w:r>
      <w:r w:rsidRPr="00F77677">
        <w:rPr>
          <w:rFonts w:asciiTheme="minorEastAsia" w:hAnsiTheme="minorEastAsia"/>
          <w:w w:val="99"/>
        </w:rPr>
        <w:t>ad</w:t>
      </w:r>
      <w:r w:rsidRPr="00F77677">
        <w:rPr>
          <w:rFonts w:asciiTheme="minorEastAsia" w:hAnsiTheme="minorEastAsia"/>
          <w:spacing w:val="-2"/>
          <w:w w:val="99"/>
        </w:rPr>
        <w:t>i</w:t>
      </w:r>
      <w:r w:rsidRPr="00F77677">
        <w:rPr>
          <w:rFonts w:asciiTheme="minorEastAsia" w:hAnsiTheme="minorEastAsia"/>
          <w:spacing w:val="-1"/>
          <w:w w:val="105"/>
        </w:rPr>
        <w:t>n</w:t>
      </w:r>
      <w:r w:rsidRPr="00F77677">
        <w:rPr>
          <w:rFonts w:asciiTheme="minorEastAsia" w:hAnsiTheme="minorEastAsia"/>
          <w:spacing w:val="2"/>
          <w:w w:val="105"/>
        </w:rPr>
        <w:t>g</w:t>
      </w:r>
      <w:r w:rsidRPr="00F77677">
        <w:rPr>
          <w:rFonts w:asciiTheme="minorEastAsia" w:hAnsiTheme="minorEastAsia"/>
          <w:spacing w:val="-1"/>
        </w:rPr>
        <w:t>(</w:t>
      </w:r>
      <w:r>
        <w:rPr>
          <w:rFonts w:asciiTheme="minorEastAsia" w:hAnsiTheme="minorEastAsia"/>
        </w:rPr>
        <w:t xml:space="preserve">) </w:t>
      </w:r>
      <w:r w:rsidRPr="00F77677">
        <w:rPr>
          <w:rFonts w:asciiTheme="minorEastAsia" w:hAnsiTheme="minorEastAsia"/>
          <w:spacing w:val="-6"/>
        </w:rPr>
        <w:t xml:space="preserve"> </w:t>
      </w:r>
      <w:r w:rsidRPr="00F77677">
        <w:rPr>
          <w:rFonts w:asciiTheme="minorEastAsia" w:hAnsiTheme="minorEastAsia"/>
          <w:w w:val="99"/>
        </w:rPr>
        <w:t>함수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8"/>
        </w:rPr>
        <w:t xml:space="preserve"> </w:t>
      </w:r>
      <w:r w:rsidRPr="00F77677">
        <w:rPr>
          <w:rFonts w:asciiTheme="minorEastAsia" w:hAnsiTheme="minorEastAsia"/>
          <w:w w:val="99"/>
        </w:rPr>
        <w:t>내</w:t>
      </w:r>
      <w:r w:rsidRPr="00F77677">
        <w:rPr>
          <w:rFonts w:asciiTheme="minorEastAsia" w:hAnsiTheme="minorEastAsia"/>
          <w:spacing w:val="2"/>
          <w:w w:val="99"/>
        </w:rPr>
        <w:t>에</w:t>
      </w:r>
      <w:r w:rsidRPr="00F77677">
        <w:rPr>
          <w:rFonts w:asciiTheme="minorEastAsia" w:hAnsiTheme="minorEastAsia"/>
          <w:w w:val="87"/>
        </w:rPr>
        <w:t>,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11"/>
        </w:rPr>
        <w:t xml:space="preserve"> </w:t>
      </w:r>
      <w:r w:rsidRPr="00F77677">
        <w:rPr>
          <w:rFonts w:asciiTheme="minorEastAsia" w:hAnsiTheme="minorEastAsia"/>
          <w:w w:val="101"/>
        </w:rPr>
        <w:t>t</w:t>
      </w:r>
      <w:r w:rsidRPr="00F77677">
        <w:rPr>
          <w:rFonts w:asciiTheme="minorEastAsia" w:hAnsiTheme="minorEastAsia"/>
          <w:spacing w:val="8"/>
          <w:w w:val="88"/>
        </w:rPr>
        <w:t>r</w:t>
      </w:r>
      <w:r w:rsidRPr="00F77677">
        <w:rPr>
          <w:rFonts w:asciiTheme="minorEastAsia" w:hAnsiTheme="minorEastAsia"/>
          <w:spacing w:val="2"/>
        </w:rPr>
        <w:t>y</w:t>
      </w:r>
      <w:r w:rsidRPr="00F77677">
        <w:rPr>
          <w:rFonts w:asciiTheme="minorEastAsia" w:hAnsiTheme="minorEastAsia"/>
          <w:spacing w:val="-1"/>
          <w:w w:val="85"/>
        </w:rPr>
        <w:t>{</w:t>
      </w:r>
      <w:r w:rsidRPr="00F77677">
        <w:rPr>
          <w:rFonts w:asciiTheme="minorEastAsia" w:hAnsiTheme="minorEastAsia"/>
          <w:w w:val="85"/>
        </w:rPr>
        <w:t>}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9"/>
        </w:rPr>
        <w:t xml:space="preserve"> </w:t>
      </w:r>
      <w:r w:rsidRPr="00F77677">
        <w:rPr>
          <w:rFonts w:asciiTheme="minorEastAsia" w:hAnsiTheme="minorEastAsia"/>
          <w:spacing w:val="-1"/>
          <w:w w:val="101"/>
        </w:rPr>
        <w:t>c</w:t>
      </w:r>
      <w:r w:rsidRPr="00F77677">
        <w:rPr>
          <w:rFonts w:asciiTheme="minorEastAsia" w:hAnsiTheme="minorEastAsia"/>
          <w:w w:val="98"/>
        </w:rPr>
        <w:t>a</w:t>
      </w:r>
      <w:r w:rsidRPr="00F77677">
        <w:rPr>
          <w:rFonts w:asciiTheme="minorEastAsia" w:hAnsiTheme="minorEastAsia"/>
          <w:spacing w:val="-2"/>
          <w:w w:val="98"/>
        </w:rPr>
        <w:t>t</w:t>
      </w:r>
      <w:r w:rsidRPr="00F77677">
        <w:rPr>
          <w:rFonts w:asciiTheme="minorEastAsia" w:hAnsiTheme="minorEastAsia"/>
          <w:spacing w:val="-1"/>
          <w:w w:val="101"/>
        </w:rPr>
        <w:t>c</w:t>
      </w:r>
      <w:r w:rsidRPr="00F77677">
        <w:rPr>
          <w:rFonts w:asciiTheme="minorEastAsia" w:hAnsiTheme="minorEastAsia"/>
          <w:spacing w:val="2"/>
          <w:w w:val="97"/>
        </w:rPr>
        <w:t>h</w:t>
      </w:r>
      <w:r w:rsidRPr="00F77677">
        <w:rPr>
          <w:rFonts w:asciiTheme="minorEastAsia" w:hAnsiTheme="minorEastAsia"/>
          <w:spacing w:val="-1"/>
          <w:w w:val="85"/>
        </w:rPr>
        <w:t>{</w:t>
      </w:r>
      <w:r w:rsidRPr="00F77677">
        <w:rPr>
          <w:rFonts w:asciiTheme="minorEastAsia" w:hAnsiTheme="minorEastAsia"/>
          <w:spacing w:val="1"/>
          <w:w w:val="99"/>
        </w:rPr>
        <w:t>e</w:t>
      </w:r>
      <w:r w:rsidRPr="00F77677">
        <w:rPr>
          <w:rFonts w:asciiTheme="minorEastAsia" w:hAnsiTheme="minorEastAsia"/>
          <w:w w:val="85"/>
        </w:rPr>
        <w:t>}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9"/>
        </w:rPr>
        <w:t xml:space="preserve"> </w:t>
      </w:r>
      <w:r w:rsidRPr="00F77677">
        <w:rPr>
          <w:rFonts w:asciiTheme="minorEastAsia" w:hAnsiTheme="minorEastAsia"/>
          <w:w w:val="99"/>
        </w:rPr>
        <w:t>를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8"/>
        </w:rPr>
        <w:t xml:space="preserve"> </w:t>
      </w:r>
      <w:r w:rsidRPr="00F77677">
        <w:rPr>
          <w:rFonts w:asciiTheme="minorEastAsia" w:hAnsiTheme="minorEastAsia"/>
          <w:spacing w:val="2"/>
          <w:w w:val="99"/>
        </w:rPr>
        <w:t>통</w:t>
      </w:r>
      <w:r w:rsidRPr="00F77677">
        <w:rPr>
          <w:rFonts w:asciiTheme="minorEastAsia" w:hAnsiTheme="minorEastAsia"/>
          <w:w w:val="99"/>
        </w:rPr>
        <w:t>해</w:t>
      </w:r>
      <w:r w:rsidRPr="00F77677">
        <w:rPr>
          <w:rFonts w:asciiTheme="minorEastAsia" w:hAnsiTheme="minorEastAsia"/>
          <w:w w:val="87"/>
        </w:rPr>
        <w:t>,</w:t>
      </w:r>
      <w:r w:rsidRPr="00F77677">
        <w:rPr>
          <w:rFonts w:asciiTheme="minorEastAsia" w:hAnsiTheme="minorEastAsia"/>
        </w:rPr>
        <w:t xml:space="preserve">   </w:t>
      </w:r>
      <w:r w:rsidRPr="00F77677">
        <w:rPr>
          <w:rFonts w:asciiTheme="minorEastAsia" w:hAnsiTheme="minorEastAsia"/>
          <w:spacing w:val="-11"/>
        </w:rPr>
        <w:t xml:space="preserve"> </w:t>
      </w:r>
      <w:r w:rsidRPr="00F77677">
        <w:rPr>
          <w:rFonts w:asciiTheme="minorEastAsia" w:hAnsiTheme="minorEastAsia"/>
          <w:w w:val="101"/>
        </w:rPr>
        <w:t>t</w:t>
      </w:r>
      <w:r w:rsidRPr="00F77677">
        <w:rPr>
          <w:rFonts w:asciiTheme="minorEastAsia" w:hAnsiTheme="minorEastAsia"/>
          <w:spacing w:val="11"/>
          <w:w w:val="88"/>
        </w:rPr>
        <w:t>r</w:t>
      </w:r>
      <w:r w:rsidRPr="00F77677">
        <w:rPr>
          <w:rFonts w:asciiTheme="minorEastAsia" w:hAnsiTheme="minorEastAsia"/>
        </w:rPr>
        <w:t xml:space="preserve">y   </w:t>
      </w:r>
      <w:r w:rsidRPr="00F77677">
        <w:rPr>
          <w:rFonts w:asciiTheme="minorEastAsia" w:hAnsiTheme="minorEastAsia"/>
          <w:spacing w:val="-9"/>
        </w:rPr>
        <w:t xml:space="preserve"> </w:t>
      </w:r>
      <w:r w:rsidRPr="00F77677">
        <w:rPr>
          <w:rFonts w:asciiTheme="minorEastAsia" w:hAnsiTheme="minorEastAsia"/>
          <w:w w:val="99"/>
        </w:rPr>
        <w:t>내</w:t>
      </w:r>
      <w:r w:rsidRPr="00F77677">
        <w:rPr>
          <w:rFonts w:asciiTheme="minorEastAsia" w:hAnsiTheme="minorEastAsia"/>
          <w:spacing w:val="2"/>
          <w:w w:val="99"/>
        </w:rPr>
        <w:t>에</w:t>
      </w:r>
      <w:r w:rsidRPr="00F77677">
        <w:rPr>
          <w:rFonts w:asciiTheme="minorEastAsia" w:hAnsiTheme="minorEastAsia"/>
          <w:w w:val="99"/>
        </w:rPr>
        <w:t xml:space="preserve">서는 </w:t>
      </w:r>
      <w:r w:rsidRPr="00F77677">
        <w:rPr>
          <w:rFonts w:asciiTheme="minorEastAsia" w:hAnsiTheme="minorEastAsia"/>
          <w:w w:val="105"/>
        </w:rPr>
        <w:t>startActivity(intent) 를 구현하시고, catch Event 발생 시, 앱 스토어로 이동.</w:t>
      </w:r>
      <w:r w:rsidRPr="00F77677">
        <w:rPr>
          <w:rFonts w:asciiTheme="minorEastAsia" w:hAnsiTheme="minorEastAsia" w:hint="eastAsia"/>
          <w:w w:val="105"/>
          <w:lang w:eastAsia="ko-KR"/>
        </w:rPr>
        <w:t xml:space="preserve"> </w:t>
      </w:r>
    </w:p>
    <w:p w14:paraId="235A714C" w14:textId="0FB291E3" w:rsidR="00F77677" w:rsidRPr="00625C4B" w:rsidRDefault="00625C4B" w:rsidP="00625C4B">
      <w:pPr>
        <w:pStyle w:val="af"/>
        <w:spacing w:before="84"/>
        <w:ind w:left="847"/>
        <w:rPr>
          <w:rFonts w:hint="eastAsia"/>
          <w:lang w:eastAsia="ko-KR"/>
        </w:rPr>
      </w:pPr>
      <w:r>
        <w:rPr>
          <w:lang w:eastAsia="ko-KR"/>
        </w:rPr>
        <w:t xml:space="preserve">[shouldOverrideUrlLoading </w:t>
      </w:r>
      <w:r>
        <w:rPr>
          <w:lang w:eastAsia="ko-KR"/>
        </w:rPr>
        <w:t>부</w:t>
      </w:r>
      <w:r>
        <w:rPr>
          <w:lang w:eastAsia="ko-KR"/>
        </w:rPr>
        <w:t>]</w:t>
      </w:r>
    </w:p>
    <w:p w14:paraId="4049B83D" w14:textId="794DA7B5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  <w:r>
        <w:rPr>
          <w:rFonts w:asciiTheme="minorEastAsia" w:hAnsiTheme="minorEastAsia" w:hint="eastAsi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7B694" wp14:editId="29283934">
                <wp:simplePos x="0" y="0"/>
                <wp:positionH relativeFrom="column">
                  <wp:posOffset>542925</wp:posOffset>
                </wp:positionH>
                <wp:positionV relativeFrom="paragraph">
                  <wp:posOffset>8255</wp:posOffset>
                </wp:positionV>
                <wp:extent cx="5038725" cy="5029200"/>
                <wp:effectExtent l="0" t="0" r="2857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502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5F5441" w14:textId="77777777" w:rsidR="005F7164" w:rsidRPr="00F77677" w:rsidRDefault="005F7164" w:rsidP="00F77677">
                            <w:pPr>
                              <w:pStyle w:val="af"/>
                              <w:spacing w:before="18" w:line="225" w:lineRule="auto"/>
                              <w:ind w:left="309" w:right="3153" w:hanging="20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private class SampleWebView extends WebViewClient { @Override</w:t>
                            </w:r>
                          </w:p>
                          <w:p w14:paraId="75301E72" w14:textId="77777777" w:rsidR="005F7164" w:rsidRPr="00F77677" w:rsidRDefault="005F7164" w:rsidP="00F77677">
                            <w:pPr>
                              <w:pStyle w:val="af"/>
                              <w:spacing w:line="341" w:lineRule="exact"/>
                              <w:ind w:left="309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public boolean shouldOverrideUrlLoading(WebView view, String url) {</w:t>
                            </w:r>
                          </w:p>
                          <w:p w14:paraId="520CFDA3" w14:textId="77777777" w:rsidR="005F7164" w:rsidRPr="00F77677" w:rsidRDefault="005F7164" w:rsidP="00F77677">
                            <w:pPr>
                              <w:pStyle w:val="af"/>
                              <w:spacing w:line="347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...</w:t>
                            </w:r>
                          </w:p>
                          <w:p w14:paraId="576B4ABA" w14:textId="77777777" w:rsidR="005F7164" w:rsidRPr="00F77677" w:rsidRDefault="005F7164" w:rsidP="00F77677">
                            <w:pPr>
                              <w:pStyle w:val="af"/>
                              <w:spacing w:line="347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Uri uri = Uri.parse(url);</w:t>
                            </w:r>
                          </w:p>
                          <w:p w14:paraId="4A1EACB8" w14:textId="77777777" w:rsidR="005F7164" w:rsidRPr="00F77677" w:rsidRDefault="005F7164" w:rsidP="00F77677">
                            <w:pPr>
                              <w:pStyle w:val="af"/>
                              <w:spacing w:before="4" w:line="225" w:lineRule="auto"/>
                              <w:ind w:left="506" w:right="3153" w:firstLine="2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Intent intent = new Intent(Intent.ACTION_VIEW, uri); try{</w:t>
                            </w:r>
                          </w:p>
                          <w:p w14:paraId="15D4DEF2" w14:textId="77777777" w:rsidR="005F7164" w:rsidRPr="00F77677" w:rsidRDefault="005F7164" w:rsidP="00F77677">
                            <w:pPr>
                              <w:pStyle w:val="af"/>
                              <w:spacing w:line="341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startActivity(intent);</w:t>
                            </w:r>
                          </w:p>
                          <w:p w14:paraId="2279A410" w14:textId="77777777" w:rsidR="005F7164" w:rsidRPr="00F77677" w:rsidRDefault="005F7164" w:rsidP="00F7767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//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삼성카드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안심클릭을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위해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추가</w:t>
                            </w:r>
                          </w:p>
                          <w:p w14:paraId="2F97AB7E" w14:textId="77777777" w:rsidR="005F7164" w:rsidRPr="00F77677" w:rsidRDefault="005F7164" w:rsidP="00F7767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if( url.startsWith("ispmobile://")) finish();</w:t>
                            </w:r>
                          </w:p>
                          <w:p w14:paraId="689AC4A8" w14:textId="77777777" w:rsidR="005F7164" w:rsidRPr="00F77677" w:rsidRDefault="005F7164" w:rsidP="00F77677">
                            <w:pPr>
                              <w:pStyle w:val="af"/>
                              <w:spacing w:line="346" w:lineRule="exact"/>
                              <w:ind w:left="506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1477509A" w14:textId="77777777" w:rsidR="005F7164" w:rsidRPr="00F77677" w:rsidRDefault="005F7164" w:rsidP="00F77677">
                            <w:pPr>
                              <w:pStyle w:val="af"/>
                              <w:spacing w:line="347" w:lineRule="exact"/>
                              <w:ind w:left="506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catch(ActivityNotFoundException e)</w:t>
                            </w:r>
                          </w:p>
                          <w:p w14:paraId="405BE92E" w14:textId="77777777" w:rsidR="005F7164" w:rsidRPr="00F77677" w:rsidRDefault="005F7164" w:rsidP="00F77677">
                            <w:pPr>
                              <w:pStyle w:val="af"/>
                              <w:spacing w:line="347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{</w:t>
                            </w:r>
                          </w:p>
                          <w:p w14:paraId="210D5D42" w14:textId="77777777" w:rsidR="005F7164" w:rsidRPr="00F77677" w:rsidRDefault="005F7164" w:rsidP="00F77677">
                            <w:pPr>
                              <w:pStyle w:val="af"/>
                              <w:spacing w:before="5" w:line="225" w:lineRule="auto"/>
                              <w:ind w:left="808" w:right="3600" w:hanging="3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//url prefix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가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ispmobile 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일겨우만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alert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를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>띄움</w:t>
                            </w:r>
                            <w:r w:rsidRPr="00F77677">
                              <w:rPr>
                                <w:color w:val="000000" w:themeColor="text1"/>
                              </w:rPr>
                              <w:t xml:space="preserve"> if( url.startsWith("ispmobile://"))</w:t>
                            </w:r>
                          </w:p>
                          <w:p w14:paraId="18BF74C3" w14:textId="77777777" w:rsidR="005F7164" w:rsidRPr="00F77677" w:rsidRDefault="005F7164" w:rsidP="00F77677">
                            <w:pPr>
                              <w:pStyle w:val="af"/>
                              <w:spacing w:line="340" w:lineRule="exact"/>
                              <w:ind w:left="8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{</w:t>
                            </w:r>
                          </w:p>
                          <w:p w14:paraId="03EF10C5" w14:textId="77777777" w:rsidR="005F7164" w:rsidRPr="005119F0" w:rsidRDefault="005F7164" w:rsidP="00F77677">
                            <w:pPr>
                              <w:pStyle w:val="af"/>
                              <w:spacing w:before="4" w:line="225" w:lineRule="auto"/>
                              <w:ind w:left="1108"/>
                              <w:rPr>
                                <w:rFonts w:hint="eastAsia"/>
                                <w:color w:val="000000" w:themeColor="text1"/>
                                <w:highlight w:val="yellow"/>
                              </w:rPr>
                            </w:pPr>
                            <w:r w:rsidRPr="005119F0">
                              <w:rPr>
                                <w:color w:val="000000" w:themeColor="text1"/>
                                <w:highlight w:val="yellow"/>
                              </w:rPr>
                              <w:t>view.loadData("&lt;html&gt;&lt;body&gt;&lt;/body&gt;&lt;/html&gt;", "text/html", "euc-kr"); alertIsp.show();</w:t>
                            </w:r>
                          </w:p>
                          <w:p w14:paraId="05630453" w14:textId="37F4CC0A" w:rsidR="005F7164" w:rsidRPr="00F77677" w:rsidRDefault="005F7164" w:rsidP="00F77677">
                            <w:pPr>
                              <w:pStyle w:val="af"/>
                              <w:tabs>
                                <w:tab w:val="left" w:pos="7868"/>
                              </w:tabs>
                              <w:spacing w:line="358" w:lineRule="exact"/>
                              <w:ind w:left="11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color w:val="000000" w:themeColor="text1"/>
                                <w:spacing w:val="-4"/>
                                <w:w w:val="88"/>
                                <w:highlight w:val="yellow"/>
                              </w:rPr>
                              <w:t>r</w:t>
                            </w:r>
                            <w:r w:rsidRPr="005119F0">
                              <w:rPr>
                                <w:color w:val="000000" w:themeColor="text1"/>
                                <w:spacing w:val="-2"/>
                                <w:w w:val="99"/>
                                <w:highlight w:val="yellow"/>
                              </w:rPr>
                              <w:t>e</w:t>
                            </w:r>
                            <w:r w:rsidRPr="005119F0">
                              <w:rPr>
                                <w:color w:val="000000" w:themeColor="text1"/>
                                <w:w w:val="101"/>
                                <w:highlight w:val="yellow"/>
                              </w:rPr>
                              <w:t>t</w:t>
                            </w:r>
                            <w:r w:rsidRPr="005119F0">
                              <w:rPr>
                                <w:color w:val="000000" w:themeColor="text1"/>
                                <w:spacing w:val="-1"/>
                                <w:w w:val="93"/>
                                <w:highlight w:val="yellow"/>
                              </w:rPr>
                              <w:t>u</w:t>
                            </w:r>
                            <w:r w:rsidRPr="005119F0">
                              <w:rPr>
                                <w:color w:val="000000" w:themeColor="text1"/>
                                <w:spacing w:val="2"/>
                                <w:w w:val="93"/>
                                <w:highlight w:val="yellow"/>
                              </w:rPr>
                              <w:t>r</w:t>
                            </w:r>
                            <w:r w:rsidRPr="005119F0">
                              <w:rPr>
                                <w:color w:val="000000" w:themeColor="text1"/>
                                <w:w w:val="97"/>
                                <w:highlight w:val="yellow"/>
                              </w:rPr>
                              <w:t>n</w:t>
                            </w:r>
                            <w:r w:rsidRPr="005119F0">
                              <w:rPr>
                                <w:color w:val="000000" w:themeColor="text1"/>
                                <w:spacing w:val="17"/>
                                <w:highlight w:val="yellow"/>
                              </w:rPr>
                              <w:t xml:space="preserve"> </w:t>
                            </w:r>
                            <w:r w:rsidRPr="005119F0">
                              <w:rPr>
                                <w:color w:val="000000" w:themeColor="text1"/>
                                <w:w w:val="101"/>
                                <w:highlight w:val="yellow"/>
                              </w:rPr>
                              <w:t>t</w:t>
                            </w:r>
                            <w:r w:rsidRPr="005119F0">
                              <w:rPr>
                                <w:color w:val="000000" w:themeColor="text1"/>
                                <w:spacing w:val="-1"/>
                                <w:w w:val="88"/>
                                <w:highlight w:val="yellow"/>
                              </w:rPr>
                              <w:t>r</w:t>
                            </w:r>
                            <w:r w:rsidRPr="005119F0">
                              <w:rPr>
                                <w:color w:val="000000" w:themeColor="text1"/>
                                <w:spacing w:val="2"/>
                                <w:w w:val="97"/>
                                <w:highlight w:val="yellow"/>
                              </w:rPr>
                              <w:t>u</w:t>
                            </w:r>
                            <w:r w:rsidRPr="005119F0">
                              <w:rPr>
                                <w:color w:val="000000" w:themeColor="text1"/>
                                <w:w w:val="99"/>
                                <w:highlight w:val="yellow"/>
                              </w:rPr>
                              <w:t>e</w:t>
                            </w:r>
                          </w:p>
                          <w:p w14:paraId="42A9A4D1" w14:textId="77777777" w:rsidR="005F7164" w:rsidRPr="00F77677" w:rsidRDefault="005F7164" w:rsidP="00F77677">
                            <w:pPr>
                              <w:pStyle w:val="af"/>
                              <w:spacing w:line="330" w:lineRule="exact"/>
                              <w:ind w:left="8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0124B667" w14:textId="77777777" w:rsidR="005F7164" w:rsidRPr="00F77677" w:rsidRDefault="005F7164" w:rsidP="00F77677">
                            <w:pPr>
                              <w:pStyle w:val="af"/>
                              <w:spacing w:line="347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7876440A" w14:textId="77777777" w:rsidR="005F7164" w:rsidRPr="00F77677" w:rsidRDefault="005F7164" w:rsidP="00F77677">
                            <w:pPr>
                              <w:pStyle w:val="af"/>
                              <w:spacing w:line="346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...</w:t>
                            </w:r>
                          </w:p>
                          <w:p w14:paraId="6C1D1D6E" w14:textId="77777777" w:rsidR="005F7164" w:rsidRPr="00F77677" w:rsidRDefault="005F7164" w:rsidP="00F77677">
                            <w:pPr>
                              <w:pStyle w:val="af"/>
                              <w:spacing w:line="346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</w:rPr>
                              <w:t>return true;</w:t>
                            </w:r>
                          </w:p>
                          <w:p w14:paraId="33FEFC9F" w14:textId="77777777" w:rsidR="005F7164" w:rsidRPr="00F77677" w:rsidRDefault="005F7164" w:rsidP="00F77677">
                            <w:pPr>
                              <w:pStyle w:val="af"/>
                              <w:spacing w:line="351" w:lineRule="exact"/>
                              <w:ind w:left="309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F7767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6DF24E4F" w14:textId="77777777" w:rsidR="005F7164" w:rsidRPr="00F77677" w:rsidRDefault="005F7164">
                            <w:pPr>
                              <w:ind w:left="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7B694" id="Text Box 12" o:spid="_x0000_s1031" type="#_x0000_t202" style="position:absolute;margin-left:42.75pt;margin-top:.65pt;width:396.75pt;height:39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" fillcolor="white [3201]" strokeweight=".5pt">
                <v:textbox>
                  <w:txbxContent>
                    <w:p w14:paraId="455F5441" w14:textId="77777777" w:rsidR="005F7164" w:rsidRPr="00F77677" w:rsidRDefault="005F7164" w:rsidP="00F77677">
                      <w:pPr>
                        <w:pStyle w:val="af"/>
                        <w:spacing w:before="18" w:line="225" w:lineRule="auto"/>
                        <w:ind w:left="309" w:right="3153" w:hanging="200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private class SampleWebView extends WebViewClient { @Override</w:t>
                      </w:r>
                    </w:p>
                    <w:p w14:paraId="75301E72" w14:textId="77777777" w:rsidR="005F7164" w:rsidRPr="00F77677" w:rsidRDefault="005F7164" w:rsidP="00F77677">
                      <w:pPr>
                        <w:pStyle w:val="af"/>
                        <w:spacing w:line="341" w:lineRule="exact"/>
                        <w:ind w:left="309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public boolean shouldOverrideUrlLoading(WebView view, String url) {</w:t>
                      </w:r>
                    </w:p>
                    <w:p w14:paraId="520CFDA3" w14:textId="77777777" w:rsidR="005F7164" w:rsidRPr="00F77677" w:rsidRDefault="005F7164" w:rsidP="00F77677">
                      <w:pPr>
                        <w:pStyle w:val="af"/>
                        <w:spacing w:line="347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...</w:t>
                      </w:r>
                    </w:p>
                    <w:p w14:paraId="576B4ABA" w14:textId="77777777" w:rsidR="005F7164" w:rsidRPr="00F77677" w:rsidRDefault="005F7164" w:rsidP="00F77677">
                      <w:pPr>
                        <w:pStyle w:val="af"/>
                        <w:spacing w:line="347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Uri uri = Uri.parse(url);</w:t>
                      </w:r>
                    </w:p>
                    <w:p w14:paraId="4A1EACB8" w14:textId="77777777" w:rsidR="005F7164" w:rsidRPr="00F77677" w:rsidRDefault="005F7164" w:rsidP="00F77677">
                      <w:pPr>
                        <w:pStyle w:val="af"/>
                        <w:spacing w:before="4" w:line="225" w:lineRule="auto"/>
                        <w:ind w:left="506" w:right="3153" w:firstLine="2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Intent intent = new Intent(Intent.ACTION_VIEW, uri); try{</w:t>
                      </w:r>
                    </w:p>
                    <w:p w14:paraId="15D4DEF2" w14:textId="77777777" w:rsidR="005F7164" w:rsidRPr="00F77677" w:rsidRDefault="005F7164" w:rsidP="00F77677">
                      <w:pPr>
                        <w:pStyle w:val="af"/>
                        <w:spacing w:line="341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startActivity(intent);</w:t>
                      </w:r>
                    </w:p>
                    <w:p w14:paraId="2279A410" w14:textId="77777777" w:rsidR="005F7164" w:rsidRPr="00F77677" w:rsidRDefault="005F7164" w:rsidP="00F7767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//</w:t>
                      </w:r>
                      <w:r w:rsidRPr="00F77677">
                        <w:rPr>
                          <w:color w:val="000000" w:themeColor="text1"/>
                        </w:rPr>
                        <w:t>삼성카드</w:t>
                      </w:r>
                      <w:r w:rsidRPr="00F77677">
                        <w:rPr>
                          <w:color w:val="000000" w:themeColor="text1"/>
                        </w:rPr>
                        <w:t xml:space="preserve"> </w:t>
                      </w:r>
                      <w:r w:rsidRPr="00F77677">
                        <w:rPr>
                          <w:color w:val="000000" w:themeColor="text1"/>
                        </w:rPr>
                        <w:t>안심클릭을</w:t>
                      </w:r>
                      <w:r w:rsidRPr="00F77677">
                        <w:rPr>
                          <w:color w:val="000000" w:themeColor="text1"/>
                        </w:rPr>
                        <w:t xml:space="preserve"> </w:t>
                      </w:r>
                      <w:r w:rsidRPr="00F77677">
                        <w:rPr>
                          <w:color w:val="000000" w:themeColor="text1"/>
                        </w:rPr>
                        <w:t>위해</w:t>
                      </w:r>
                      <w:r w:rsidRPr="00F77677">
                        <w:rPr>
                          <w:color w:val="000000" w:themeColor="text1"/>
                        </w:rPr>
                        <w:t xml:space="preserve"> </w:t>
                      </w:r>
                      <w:r w:rsidRPr="00F77677">
                        <w:rPr>
                          <w:color w:val="000000" w:themeColor="text1"/>
                        </w:rPr>
                        <w:t>추가</w:t>
                      </w:r>
                    </w:p>
                    <w:p w14:paraId="2F97AB7E" w14:textId="77777777" w:rsidR="005F7164" w:rsidRPr="00F77677" w:rsidRDefault="005F7164" w:rsidP="00F7767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if( url.startsWith("ispmobile://")) finish();</w:t>
                      </w:r>
                    </w:p>
                    <w:p w14:paraId="689AC4A8" w14:textId="77777777" w:rsidR="005F7164" w:rsidRPr="00F77677" w:rsidRDefault="005F7164" w:rsidP="00F77677">
                      <w:pPr>
                        <w:pStyle w:val="af"/>
                        <w:spacing w:line="346" w:lineRule="exact"/>
                        <w:ind w:left="506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1477509A" w14:textId="77777777" w:rsidR="005F7164" w:rsidRPr="00F77677" w:rsidRDefault="005F7164" w:rsidP="00F77677">
                      <w:pPr>
                        <w:pStyle w:val="af"/>
                        <w:spacing w:line="347" w:lineRule="exact"/>
                        <w:ind w:left="506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catch(ActivityNotFoundException e)</w:t>
                      </w:r>
                    </w:p>
                    <w:p w14:paraId="405BE92E" w14:textId="77777777" w:rsidR="005F7164" w:rsidRPr="00F77677" w:rsidRDefault="005F7164" w:rsidP="00F77677">
                      <w:pPr>
                        <w:pStyle w:val="af"/>
                        <w:spacing w:line="347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{</w:t>
                      </w:r>
                    </w:p>
                    <w:p w14:paraId="210D5D42" w14:textId="77777777" w:rsidR="005F7164" w:rsidRPr="00F77677" w:rsidRDefault="005F7164" w:rsidP="00F77677">
                      <w:pPr>
                        <w:pStyle w:val="af"/>
                        <w:spacing w:before="5" w:line="225" w:lineRule="auto"/>
                        <w:ind w:left="808" w:right="3600" w:hanging="3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//url prefix</w:t>
                      </w:r>
                      <w:r w:rsidRPr="00F77677">
                        <w:rPr>
                          <w:color w:val="000000" w:themeColor="text1"/>
                        </w:rPr>
                        <w:t>가</w:t>
                      </w:r>
                      <w:r w:rsidRPr="00F77677">
                        <w:rPr>
                          <w:color w:val="000000" w:themeColor="text1"/>
                        </w:rPr>
                        <w:t xml:space="preserve"> ispmobile </w:t>
                      </w:r>
                      <w:r w:rsidRPr="00F77677">
                        <w:rPr>
                          <w:color w:val="000000" w:themeColor="text1"/>
                        </w:rPr>
                        <w:t>일겨우만</w:t>
                      </w:r>
                      <w:r w:rsidRPr="00F77677">
                        <w:rPr>
                          <w:color w:val="000000" w:themeColor="text1"/>
                        </w:rPr>
                        <w:t xml:space="preserve"> alert</w:t>
                      </w:r>
                      <w:r w:rsidRPr="00F77677">
                        <w:rPr>
                          <w:color w:val="000000" w:themeColor="text1"/>
                        </w:rPr>
                        <w:t>를</w:t>
                      </w:r>
                      <w:r w:rsidRPr="00F77677">
                        <w:rPr>
                          <w:color w:val="000000" w:themeColor="text1"/>
                        </w:rPr>
                        <w:t xml:space="preserve"> </w:t>
                      </w:r>
                      <w:r w:rsidRPr="00F77677">
                        <w:rPr>
                          <w:color w:val="000000" w:themeColor="text1"/>
                        </w:rPr>
                        <w:t>띄움</w:t>
                      </w:r>
                      <w:r w:rsidRPr="00F77677">
                        <w:rPr>
                          <w:color w:val="000000" w:themeColor="text1"/>
                        </w:rPr>
                        <w:t xml:space="preserve"> if( url.startsWith("ispmobile://"))</w:t>
                      </w:r>
                    </w:p>
                    <w:p w14:paraId="18BF74C3" w14:textId="77777777" w:rsidR="005F7164" w:rsidRPr="00F77677" w:rsidRDefault="005F7164" w:rsidP="00F77677">
                      <w:pPr>
                        <w:pStyle w:val="af"/>
                        <w:spacing w:line="340" w:lineRule="exact"/>
                        <w:ind w:left="8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{</w:t>
                      </w:r>
                    </w:p>
                    <w:p w14:paraId="03EF10C5" w14:textId="77777777" w:rsidR="005F7164" w:rsidRPr="005119F0" w:rsidRDefault="005F7164" w:rsidP="00F77677">
                      <w:pPr>
                        <w:pStyle w:val="af"/>
                        <w:spacing w:before="4" w:line="225" w:lineRule="auto"/>
                        <w:ind w:left="1108"/>
                        <w:rPr>
                          <w:rFonts w:hint="eastAsia"/>
                          <w:color w:val="000000" w:themeColor="text1"/>
                          <w:highlight w:val="yellow"/>
                        </w:rPr>
                      </w:pPr>
                      <w:r w:rsidRPr="005119F0">
                        <w:rPr>
                          <w:color w:val="000000" w:themeColor="text1"/>
                          <w:highlight w:val="yellow"/>
                        </w:rPr>
                        <w:t>view.loadData("&lt;html&gt;&lt;body&gt;&lt;/body&gt;&lt;/html&gt;", "text/html", "euc-kr"); alertIsp.show();</w:t>
                      </w:r>
                    </w:p>
                    <w:p w14:paraId="05630453" w14:textId="37F4CC0A" w:rsidR="005F7164" w:rsidRPr="00F77677" w:rsidRDefault="005F7164" w:rsidP="00F77677">
                      <w:pPr>
                        <w:pStyle w:val="af"/>
                        <w:tabs>
                          <w:tab w:val="left" w:pos="7868"/>
                        </w:tabs>
                        <w:spacing w:line="358" w:lineRule="exact"/>
                        <w:ind w:left="1108"/>
                        <w:rPr>
                          <w:rFonts w:hint="eastAsia"/>
                          <w:color w:val="000000" w:themeColor="text1"/>
                        </w:rPr>
                      </w:pPr>
                      <w:r w:rsidRPr="005119F0">
                        <w:rPr>
                          <w:color w:val="000000" w:themeColor="text1"/>
                          <w:spacing w:val="-4"/>
                          <w:w w:val="88"/>
                          <w:highlight w:val="yellow"/>
                        </w:rPr>
                        <w:t>r</w:t>
                      </w:r>
                      <w:r w:rsidRPr="005119F0">
                        <w:rPr>
                          <w:color w:val="000000" w:themeColor="text1"/>
                          <w:spacing w:val="-2"/>
                          <w:w w:val="99"/>
                          <w:highlight w:val="yellow"/>
                        </w:rPr>
                        <w:t>e</w:t>
                      </w:r>
                      <w:r w:rsidRPr="005119F0">
                        <w:rPr>
                          <w:color w:val="000000" w:themeColor="text1"/>
                          <w:w w:val="101"/>
                          <w:highlight w:val="yellow"/>
                        </w:rPr>
                        <w:t>t</w:t>
                      </w:r>
                      <w:r w:rsidRPr="005119F0">
                        <w:rPr>
                          <w:color w:val="000000" w:themeColor="text1"/>
                          <w:spacing w:val="-1"/>
                          <w:w w:val="93"/>
                          <w:highlight w:val="yellow"/>
                        </w:rPr>
                        <w:t>u</w:t>
                      </w:r>
                      <w:r w:rsidRPr="005119F0">
                        <w:rPr>
                          <w:color w:val="000000" w:themeColor="text1"/>
                          <w:spacing w:val="2"/>
                          <w:w w:val="93"/>
                          <w:highlight w:val="yellow"/>
                        </w:rPr>
                        <w:t>r</w:t>
                      </w:r>
                      <w:r w:rsidRPr="005119F0">
                        <w:rPr>
                          <w:color w:val="000000" w:themeColor="text1"/>
                          <w:w w:val="97"/>
                          <w:highlight w:val="yellow"/>
                        </w:rPr>
                        <w:t>n</w:t>
                      </w:r>
                      <w:r w:rsidRPr="005119F0">
                        <w:rPr>
                          <w:color w:val="000000" w:themeColor="text1"/>
                          <w:spacing w:val="17"/>
                          <w:highlight w:val="yellow"/>
                        </w:rPr>
                        <w:t xml:space="preserve"> </w:t>
                      </w:r>
                      <w:r w:rsidRPr="005119F0">
                        <w:rPr>
                          <w:color w:val="000000" w:themeColor="text1"/>
                          <w:w w:val="101"/>
                          <w:highlight w:val="yellow"/>
                        </w:rPr>
                        <w:t>t</w:t>
                      </w:r>
                      <w:r w:rsidRPr="005119F0">
                        <w:rPr>
                          <w:color w:val="000000" w:themeColor="text1"/>
                          <w:spacing w:val="-1"/>
                          <w:w w:val="88"/>
                          <w:highlight w:val="yellow"/>
                        </w:rPr>
                        <w:t>r</w:t>
                      </w:r>
                      <w:r w:rsidRPr="005119F0">
                        <w:rPr>
                          <w:color w:val="000000" w:themeColor="text1"/>
                          <w:spacing w:val="2"/>
                          <w:w w:val="97"/>
                          <w:highlight w:val="yellow"/>
                        </w:rPr>
                        <w:t>u</w:t>
                      </w:r>
                      <w:r w:rsidRPr="005119F0">
                        <w:rPr>
                          <w:color w:val="000000" w:themeColor="text1"/>
                          <w:w w:val="99"/>
                          <w:highlight w:val="yellow"/>
                        </w:rPr>
                        <w:t>e</w:t>
                      </w:r>
                    </w:p>
                    <w:p w14:paraId="42A9A4D1" w14:textId="77777777" w:rsidR="005F7164" w:rsidRPr="00F77677" w:rsidRDefault="005F7164" w:rsidP="00F77677">
                      <w:pPr>
                        <w:pStyle w:val="af"/>
                        <w:spacing w:line="330" w:lineRule="exact"/>
                        <w:ind w:left="8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0124B667" w14:textId="77777777" w:rsidR="005F7164" w:rsidRPr="00F77677" w:rsidRDefault="005F7164" w:rsidP="00F77677">
                      <w:pPr>
                        <w:pStyle w:val="af"/>
                        <w:spacing w:line="347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7876440A" w14:textId="77777777" w:rsidR="005F7164" w:rsidRPr="00F77677" w:rsidRDefault="005F7164" w:rsidP="00F77677">
                      <w:pPr>
                        <w:pStyle w:val="af"/>
                        <w:spacing w:line="346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...</w:t>
                      </w:r>
                    </w:p>
                    <w:p w14:paraId="6C1D1D6E" w14:textId="77777777" w:rsidR="005F7164" w:rsidRPr="00F77677" w:rsidRDefault="005F7164" w:rsidP="00F77677">
                      <w:pPr>
                        <w:pStyle w:val="af"/>
                        <w:spacing w:line="346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</w:rPr>
                        <w:t>return true;</w:t>
                      </w:r>
                    </w:p>
                    <w:p w14:paraId="33FEFC9F" w14:textId="77777777" w:rsidR="005F7164" w:rsidRPr="00F77677" w:rsidRDefault="005F7164" w:rsidP="00F77677">
                      <w:pPr>
                        <w:pStyle w:val="af"/>
                        <w:spacing w:line="351" w:lineRule="exact"/>
                        <w:ind w:left="309"/>
                        <w:rPr>
                          <w:rFonts w:hint="eastAsia"/>
                          <w:color w:val="000000" w:themeColor="text1"/>
                        </w:rPr>
                      </w:pPr>
                      <w:r w:rsidRPr="00F7767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6DF24E4F" w14:textId="77777777" w:rsidR="005F7164" w:rsidRPr="00F77677" w:rsidRDefault="005F7164">
                      <w:pPr>
                        <w:ind w:left="0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2DD4B9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6446B1DE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07228ABD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53311627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1D2BB76D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657FC5F1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71D988E9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41665518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0DDB5CB4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338016D8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53F931D0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19F8CE22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7908B275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5DB336FA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3F50F40E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1FAF91C2" w14:textId="77777777" w:rsid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2D777CB2" w14:textId="77777777" w:rsidR="00F77677" w:rsidRPr="00F77677" w:rsidRDefault="00F77677" w:rsidP="00F77677">
      <w:pPr>
        <w:pStyle w:val="af"/>
        <w:rPr>
          <w:rFonts w:asciiTheme="minorEastAsia" w:hAnsiTheme="minorEastAsia"/>
          <w:w w:val="105"/>
          <w:lang w:eastAsia="ko-KR"/>
        </w:rPr>
      </w:pPr>
    </w:p>
    <w:p w14:paraId="6222AD68" w14:textId="77777777" w:rsidR="00E7597B" w:rsidRPr="00E7597B" w:rsidRDefault="00E7597B" w:rsidP="00E7597B">
      <w:pPr>
        <w:pStyle w:val="af"/>
        <w:ind w:left="1200"/>
        <w:rPr>
          <w:rFonts w:hint="eastAsia"/>
          <w:lang w:eastAsia="ko-KR"/>
        </w:rPr>
      </w:pPr>
    </w:p>
    <w:p w14:paraId="7FB66D23" w14:textId="77777777" w:rsidR="00625C4B" w:rsidRDefault="00625C4B" w:rsidP="00625C4B">
      <w:pPr>
        <w:pStyle w:val="af"/>
        <w:spacing w:before="55"/>
        <w:ind w:firstLineChars="300" w:firstLine="600"/>
        <w:rPr>
          <w:rFonts w:hint="eastAsia"/>
          <w:lang w:eastAsia="ko-KR"/>
        </w:rPr>
      </w:pPr>
      <w:r>
        <w:rPr>
          <w:lang w:eastAsia="ko-KR"/>
        </w:rPr>
        <w:lastRenderedPageBreak/>
        <w:t xml:space="preserve">[ISP </w:t>
      </w:r>
      <w:r>
        <w:rPr>
          <w:lang w:eastAsia="ko-KR"/>
        </w:rPr>
        <w:t>앱스토어</w:t>
      </w:r>
      <w:r>
        <w:rPr>
          <w:lang w:eastAsia="ko-KR"/>
        </w:rPr>
        <w:t xml:space="preserve"> </w:t>
      </w:r>
      <w:r>
        <w:rPr>
          <w:lang w:eastAsia="ko-KR"/>
        </w:rPr>
        <w:t>이동처리</w:t>
      </w:r>
      <w:r>
        <w:rPr>
          <w:lang w:eastAsia="ko-KR"/>
        </w:rPr>
        <w:t xml:space="preserve"> </w:t>
      </w:r>
      <w:r>
        <w:rPr>
          <w:lang w:eastAsia="ko-KR"/>
        </w:rPr>
        <w:t>부</w:t>
      </w:r>
      <w:r>
        <w:rPr>
          <w:lang w:eastAsia="ko-KR"/>
        </w:rPr>
        <w:t>] - alertIsp</w:t>
      </w:r>
    </w:p>
    <w:p w14:paraId="5093622B" w14:textId="3AE5ABD8" w:rsidR="00625C4B" w:rsidRDefault="00625C4B" w:rsidP="005D39D1">
      <w:pPr>
        <w:pStyle w:val="ab"/>
      </w:pPr>
      <w:bookmarkStart w:id="14" w:name="_Toc33213710"/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FE54EA" wp14:editId="66B4D131">
                <wp:simplePos x="0" y="0"/>
                <wp:positionH relativeFrom="column">
                  <wp:posOffset>466725</wp:posOffset>
                </wp:positionH>
                <wp:positionV relativeFrom="paragraph">
                  <wp:posOffset>43180</wp:posOffset>
                </wp:positionV>
                <wp:extent cx="5324475" cy="556260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556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6AD48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protected void onCreate(Bundle savedInstanceState) {</w:t>
                            </w:r>
                          </w:p>
                          <w:p w14:paraId="4C5263AB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alertIsp = new AlertDialo g.Builder(PaymentVie w.this)</w:t>
                            </w:r>
                          </w:p>
                          <w:p w14:paraId="0FC68006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.setIcon(android.R.drawable.ic_dialog_a lert)</w:t>
                            </w:r>
                          </w:p>
                          <w:p w14:paraId="4D2A250B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. 알림</w:t>
                            </w:r>
                          </w:p>
                          <w:p w14:paraId="64DC000B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. 모바일 ISP 어플리케이션이 설치되어 있지 않습니다 . n 설치를</w:t>
                            </w:r>
                          </w:p>
                          <w:p w14:paraId="66FA9929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눌러 진행 해 주십시요 n 취소를 누르면 결제가 취소 됩니다 .")</w:t>
                            </w:r>
                          </w:p>
                          <w:p w14:paraId="36D29AB4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. 설치 ", new DialogInterface.OnClickListener() {</w:t>
                            </w:r>
                          </w:p>
                          <w:p w14:paraId="4885B8F1" w14:textId="77777777" w:rsidR="005F7164" w:rsidRPr="005119F0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@Override</w:t>
                            </w:r>
                          </w:p>
                          <w:p w14:paraId="4E2BADBB" w14:textId="4D14CF50" w:rsidR="005F7164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5119F0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public v oid onClick(DialogInterface dialog, int which) {</w:t>
                            </w:r>
                          </w:p>
                          <w:p w14:paraId="110E3EBA" w14:textId="77777777" w:rsidR="005F7164" w:rsidRDefault="005F7164" w:rsidP="005119F0">
                            <w:pPr>
                              <w:pStyle w:val="Default"/>
                              <w:ind w:leftChars="100" w:left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34 / 48 Pub. Date: 2017. 09 </w:t>
                            </w:r>
                          </w:p>
                          <w:tbl>
                            <w:tblPr>
                              <w:tblW w:w="8128" w:type="dxa"/>
                              <w:tblInd w:w="200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128"/>
                            </w:tblGrid>
                            <w:tr w:rsidR="005F7164" w14:paraId="64E77E66" w14:textId="77777777" w:rsidTr="005119F0">
                              <w:trPr>
                                <w:trHeight w:val="2694"/>
                              </w:trPr>
                              <w:tc>
                                <w:tcPr>
                                  <w:tcW w:w="8128" w:type="dxa"/>
                                </w:tcPr>
                                <w:p w14:paraId="6A8926AE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//ISP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설치페이지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URL     </w:t>
                                  </w:r>
                                </w:p>
                                <w:p w14:paraId="2A9DDB7F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paymentView.loadUrl("http://mobile.vpay.co.kr/jsp/MISP/andown.jsp");</w:t>
                                  </w:r>
                                </w:p>
                                <w:p w14:paraId="04FA5B66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finish();</w:t>
                                  </w:r>
                                </w:p>
                                <w:p w14:paraId="13911DBE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}</w:t>
                                  </w:r>
                                </w:p>
                                <w:p w14:paraId="412EB2A7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})     </w:t>
                                  </w:r>
                                </w:p>
                                <w:p w14:paraId="37888616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.setNegativeButton("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취소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", new DialogInterface.OnClickListener() {</w:t>
                                  </w:r>
                                </w:p>
                                <w:p w14:paraId="0B8CD688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@Override</w:t>
                                  </w:r>
                                </w:p>
                                <w:p w14:paraId="350EDF65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public void onClick(DialogInterface dialog, int which) {     </w:t>
                                  </w:r>
                                </w:p>
                                <w:p w14:paraId="169D042E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Toast.makeText(PaymentView.this, "(-1)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결제를취소하셨습니다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." , Toast.LENGTH_SHORT).show();     </w:t>
                                  </w:r>
                                </w:p>
                                <w:p w14:paraId="20B60E10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finish();     </w:t>
                                  </w:r>
                                </w:p>
                                <w:p w14:paraId="03463BE1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}</w:t>
                                  </w:r>
                                </w:p>
                                <w:p w14:paraId="3873E5D4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}).create();     </w:t>
                                  </w:r>
                                </w:p>
                                <w:p w14:paraId="5144CD9C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...</w:t>
                                  </w:r>
                                </w:p>
                                <w:p w14:paraId="5790B11D" w14:textId="77777777" w:rsidR="005F7164" w:rsidRDefault="005F7164">
                                  <w:pPr>
                                    <w:pStyle w:val="Defaul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}</w:t>
                                  </w:r>
                                </w:p>
                              </w:tc>
                            </w:tr>
                          </w:tbl>
                          <w:p w14:paraId="32622121" w14:textId="77777777" w:rsidR="005F7164" w:rsidRPr="00625C4B" w:rsidRDefault="005F7164" w:rsidP="005119F0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E54EA" id="Text Box 14" o:spid="_x0000_s1032" type="#_x0000_t202" style="position:absolute;left:0;text-align:left;margin-left:36.75pt;margin-top:3.4pt;width:419.25pt;height:43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" fillcolor="white [3201]" strokeweight=".5pt">
                <v:textbox>
                  <w:txbxContent>
                    <w:p w14:paraId="23A6AD48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protected void onCreate(Bundle savedInstanceState) {</w:t>
                      </w:r>
                    </w:p>
                    <w:p w14:paraId="4C5263AB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alertIsp = new AlertDialo g.Builder(PaymentVie w.this)</w:t>
                      </w:r>
                    </w:p>
                    <w:p w14:paraId="0FC68006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.setIcon(android.R.drawable.ic_dialog_a lert)</w:t>
                      </w:r>
                    </w:p>
                    <w:p w14:paraId="4D2A250B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. 알림</w:t>
                      </w:r>
                    </w:p>
                    <w:p w14:paraId="64DC000B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. 모바일 ISP 어플리케이션이 설치되어 있지 않습니다 . n 설치를</w:t>
                      </w:r>
                    </w:p>
                    <w:p w14:paraId="66FA9929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눌러 진행 해 주십시요 n 취소를 누르면 결제가 취소 됩니다 .")</w:t>
                      </w:r>
                    </w:p>
                    <w:p w14:paraId="36D29AB4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. 설치 ", new DialogInterface.OnClickListener() {</w:t>
                      </w:r>
                    </w:p>
                    <w:p w14:paraId="4885B8F1" w14:textId="77777777" w:rsidR="005F7164" w:rsidRPr="005119F0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@Override</w:t>
                      </w:r>
                    </w:p>
                    <w:p w14:paraId="4E2BADBB" w14:textId="4D14CF50" w:rsidR="005F7164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5119F0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public v oid onClick(DialogInterface dialog, int which) {</w:t>
                      </w:r>
                    </w:p>
                    <w:p w14:paraId="110E3EBA" w14:textId="77777777" w:rsidR="005F7164" w:rsidRDefault="005F7164" w:rsidP="005119F0">
                      <w:pPr>
                        <w:pStyle w:val="Default"/>
                        <w:ind w:leftChars="100" w:left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34 / 48 Pub. Date: 2017. 09 </w:t>
                      </w:r>
                    </w:p>
                    <w:tbl>
                      <w:tblPr>
                        <w:tblW w:w="8128" w:type="dxa"/>
                        <w:tblInd w:w="200" w:type="dxa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128"/>
                      </w:tblGrid>
                      <w:tr w:rsidR="005F7164" w14:paraId="64E77E66" w14:textId="77777777" w:rsidTr="005119F0">
                        <w:trPr>
                          <w:trHeight w:val="2694"/>
                        </w:trPr>
                        <w:tc>
                          <w:tcPr>
                            <w:tcW w:w="8128" w:type="dxa"/>
                          </w:tcPr>
                          <w:p w14:paraId="6A8926AE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//ISP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설치페이지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URL     </w:t>
                            </w:r>
                          </w:p>
                          <w:p w14:paraId="2A9DDB7F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paymentView.loadUrl("http://mobile.vpay.co.kr/jsp/MISP/andown.jsp");</w:t>
                            </w:r>
                          </w:p>
                          <w:p w14:paraId="04FA5B66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finish();</w:t>
                            </w:r>
                          </w:p>
                          <w:p w14:paraId="13911DBE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}</w:t>
                            </w:r>
                          </w:p>
                          <w:p w14:paraId="412EB2A7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})     </w:t>
                            </w:r>
                          </w:p>
                          <w:p w14:paraId="37888616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.setNegativeButton("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취소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", new DialogInterface.OnClickListener() {</w:t>
                            </w:r>
                          </w:p>
                          <w:p w14:paraId="0B8CD688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@Override</w:t>
                            </w:r>
                          </w:p>
                          <w:p w14:paraId="350EDF65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public void onClick(DialogInterface dialog, int which) {     </w:t>
                            </w:r>
                          </w:p>
                          <w:p w14:paraId="169D042E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Toast.makeText(PaymentView.this, "(-1)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결제를취소하셨습니다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." , Toast.LENGTH_SHORT).show();     </w:t>
                            </w:r>
                          </w:p>
                          <w:p w14:paraId="20B60E10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finish();     </w:t>
                            </w:r>
                          </w:p>
                          <w:p w14:paraId="03463BE1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}</w:t>
                            </w:r>
                          </w:p>
                          <w:p w14:paraId="3873E5D4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}).create();     </w:t>
                            </w:r>
                          </w:p>
                          <w:p w14:paraId="5144CD9C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...</w:t>
                            </w:r>
                          </w:p>
                          <w:p w14:paraId="5790B11D" w14:textId="77777777" w:rsidR="005F7164" w:rsidRDefault="005F7164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}</w:t>
                            </w:r>
                          </w:p>
                        </w:tc>
                      </w:tr>
                    </w:tbl>
                    <w:p w14:paraId="32622121" w14:textId="77777777" w:rsidR="005F7164" w:rsidRPr="00625C4B" w:rsidRDefault="005F7164" w:rsidP="005119F0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14"/>
    </w:p>
    <w:p w14:paraId="1765FECB" w14:textId="77777777" w:rsidR="00625C4B" w:rsidRDefault="00625C4B" w:rsidP="00625C4B"/>
    <w:p w14:paraId="3EEC6453" w14:textId="77777777" w:rsidR="00625C4B" w:rsidRDefault="00625C4B" w:rsidP="00625C4B"/>
    <w:p w14:paraId="48E092D0" w14:textId="72412D3D" w:rsidR="00625C4B" w:rsidRDefault="00625C4B" w:rsidP="00625C4B"/>
    <w:p w14:paraId="49716B87" w14:textId="1F370950" w:rsidR="00A860C2" w:rsidRDefault="00A860C2" w:rsidP="00625C4B"/>
    <w:p w14:paraId="2B502902" w14:textId="3D41F3E4" w:rsidR="00A860C2" w:rsidRDefault="00A860C2" w:rsidP="00625C4B"/>
    <w:p w14:paraId="6A6D07D5" w14:textId="77777777" w:rsidR="00625C4B" w:rsidRDefault="00625C4B" w:rsidP="00625C4B"/>
    <w:p w14:paraId="73D26126" w14:textId="77777777" w:rsidR="00625C4B" w:rsidRDefault="00625C4B" w:rsidP="00625C4B"/>
    <w:p w14:paraId="68E5E8C9" w14:textId="77777777" w:rsidR="00625C4B" w:rsidRDefault="00625C4B" w:rsidP="00625C4B"/>
    <w:p w14:paraId="57205C22" w14:textId="77777777" w:rsidR="00625C4B" w:rsidRDefault="00625C4B" w:rsidP="00625C4B"/>
    <w:p w14:paraId="0F7B5A86" w14:textId="77777777" w:rsidR="00625C4B" w:rsidRDefault="00625C4B" w:rsidP="00625C4B"/>
    <w:p w14:paraId="0A4C75D0" w14:textId="77777777" w:rsidR="00625C4B" w:rsidRDefault="00625C4B" w:rsidP="00625C4B"/>
    <w:p w14:paraId="325069B5" w14:textId="77777777" w:rsidR="00625C4B" w:rsidRDefault="00625C4B" w:rsidP="00625C4B"/>
    <w:p w14:paraId="51F4009F" w14:textId="77777777" w:rsidR="00625C4B" w:rsidRDefault="00625C4B" w:rsidP="00625C4B"/>
    <w:p w14:paraId="18C8B2A0" w14:textId="77777777" w:rsidR="00625C4B" w:rsidRDefault="00625C4B" w:rsidP="00625C4B"/>
    <w:p w14:paraId="667955F3" w14:textId="77777777" w:rsidR="00625C4B" w:rsidRDefault="00625C4B" w:rsidP="00625C4B"/>
    <w:p w14:paraId="57E34376" w14:textId="77777777" w:rsidR="00625C4B" w:rsidRDefault="00625C4B" w:rsidP="00625C4B"/>
    <w:p w14:paraId="449FED31" w14:textId="77777777" w:rsidR="00625C4B" w:rsidRDefault="00625C4B" w:rsidP="00625C4B"/>
    <w:p w14:paraId="465B5D26" w14:textId="77777777" w:rsidR="00625C4B" w:rsidRDefault="00625C4B" w:rsidP="00625C4B"/>
    <w:p w14:paraId="3A11474F" w14:textId="77777777" w:rsidR="00625C4B" w:rsidRDefault="00625C4B" w:rsidP="00625C4B"/>
    <w:p w14:paraId="43E966A2" w14:textId="77777777" w:rsidR="00625C4B" w:rsidRDefault="00625C4B" w:rsidP="00625C4B"/>
    <w:p w14:paraId="6C1332E2" w14:textId="77777777" w:rsidR="00625C4B" w:rsidRDefault="00625C4B" w:rsidP="00625C4B"/>
    <w:p w14:paraId="379406BB" w14:textId="77777777" w:rsidR="00625C4B" w:rsidRDefault="00625C4B" w:rsidP="00625C4B"/>
    <w:p w14:paraId="4E342817" w14:textId="53893239" w:rsidR="005D39D1" w:rsidRDefault="005D39D1" w:rsidP="005D39D1">
      <w:pPr>
        <w:rPr>
          <w:rFonts w:asciiTheme="minorHAnsi" w:hAnsiTheme="minorHAnsi" w:cstheme="minorBidi"/>
          <w:szCs w:val="24"/>
        </w:rPr>
      </w:pPr>
    </w:p>
    <w:p w14:paraId="51589C08" w14:textId="4F66CB40" w:rsidR="00A860C2" w:rsidRDefault="00A860C2" w:rsidP="005D39D1">
      <w:pPr>
        <w:rPr>
          <w:rFonts w:asciiTheme="minorHAnsi" w:hAnsiTheme="minorHAnsi" w:cstheme="minorBidi"/>
          <w:szCs w:val="24"/>
        </w:rPr>
      </w:pPr>
    </w:p>
    <w:p w14:paraId="3590491E" w14:textId="7B51C8D4" w:rsidR="00A860C2" w:rsidRDefault="00A860C2" w:rsidP="005D39D1">
      <w:pPr>
        <w:rPr>
          <w:rFonts w:asciiTheme="minorHAnsi" w:hAnsiTheme="minorHAnsi" w:cstheme="minorBidi"/>
          <w:szCs w:val="24"/>
        </w:rPr>
      </w:pPr>
    </w:p>
    <w:p w14:paraId="0B92716B" w14:textId="0C15C7DA" w:rsidR="00A860C2" w:rsidRDefault="00A860C2" w:rsidP="005D39D1">
      <w:pPr>
        <w:rPr>
          <w:rFonts w:asciiTheme="minorHAnsi" w:hAnsiTheme="minorHAnsi" w:cstheme="minorBidi"/>
          <w:szCs w:val="24"/>
        </w:rPr>
      </w:pPr>
    </w:p>
    <w:p w14:paraId="3AA0AF97" w14:textId="417D12F1" w:rsidR="00A860C2" w:rsidRDefault="00A860C2" w:rsidP="005D39D1">
      <w:pPr>
        <w:rPr>
          <w:rFonts w:asciiTheme="minorHAnsi" w:hAnsiTheme="minorHAnsi" w:cstheme="minorBidi"/>
          <w:szCs w:val="24"/>
        </w:rPr>
      </w:pPr>
    </w:p>
    <w:p w14:paraId="764C6E48" w14:textId="77777777" w:rsidR="00A860C2" w:rsidRPr="005D39D1" w:rsidRDefault="00A860C2" w:rsidP="005D39D1"/>
    <w:p w14:paraId="0FBCAE25" w14:textId="77777777" w:rsidR="005D39D1" w:rsidRDefault="005D39D1" w:rsidP="005D39D1"/>
    <w:p w14:paraId="466179DB" w14:textId="77777777" w:rsidR="005119F0" w:rsidRDefault="005119F0" w:rsidP="005D39D1"/>
    <w:p w14:paraId="248C9F47" w14:textId="77777777" w:rsidR="005119F0" w:rsidRDefault="005119F0" w:rsidP="005D39D1"/>
    <w:p w14:paraId="41C71CAB" w14:textId="77777777" w:rsidR="005119F0" w:rsidRDefault="005119F0" w:rsidP="005D39D1"/>
    <w:p w14:paraId="6E0C139D" w14:textId="42EFCF93" w:rsidR="005119F0" w:rsidRDefault="005119F0" w:rsidP="0079786A">
      <w:pPr>
        <w:pStyle w:val="af"/>
        <w:numPr>
          <w:ilvl w:val="1"/>
          <w:numId w:val="18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mobileISP  </w:t>
      </w:r>
      <w:r>
        <w:rPr>
          <w:rFonts w:hint="eastAsia"/>
          <w:lang w:eastAsia="ko-KR"/>
        </w:rPr>
        <w:t>가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단말기에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기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설치되어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있는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경우</w:t>
      </w:r>
      <w:r>
        <w:rPr>
          <w:rFonts w:hint="eastAsia"/>
          <w:lang w:eastAsia="ko-KR"/>
        </w:rPr>
        <w:t xml:space="preserve">, mobileISP  </w:t>
      </w:r>
      <w:r>
        <w:rPr>
          <w:rFonts w:hint="eastAsia"/>
          <w:lang w:eastAsia="ko-KR"/>
        </w:rPr>
        <w:t>가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정상구동</w:t>
      </w:r>
      <w:r>
        <w:rPr>
          <w:rFonts w:hint="eastAsia"/>
          <w:lang w:eastAsia="ko-KR"/>
        </w:rPr>
        <w:t xml:space="preserve">  </w:t>
      </w:r>
    </w:p>
    <w:p w14:paraId="34D55A8D" w14:textId="1BA91B8E" w:rsidR="005119F0" w:rsidRDefault="005119F0" w:rsidP="0079786A">
      <w:pPr>
        <w:pStyle w:val="af"/>
        <w:numPr>
          <w:ilvl w:val="1"/>
          <w:numId w:val="18"/>
        </w:numPr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mobileISP  </w:t>
      </w:r>
      <w:r>
        <w:rPr>
          <w:rFonts w:hint="eastAsia"/>
          <w:lang w:eastAsia="ko-KR"/>
        </w:rPr>
        <w:t>가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단말기에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미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설치되어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있는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경우</w:t>
      </w:r>
      <w:r>
        <w:rPr>
          <w:rFonts w:hint="eastAsia"/>
          <w:lang w:eastAsia="ko-KR"/>
        </w:rPr>
        <w:t xml:space="preserve">,  </w:t>
      </w:r>
      <w:r>
        <w:rPr>
          <w:rFonts w:hint="eastAsia"/>
          <w:lang w:eastAsia="ko-KR"/>
        </w:rPr>
        <w:t>설치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후</w:t>
      </w:r>
      <w:r>
        <w:rPr>
          <w:rFonts w:hint="eastAsia"/>
          <w:lang w:eastAsia="ko-KR"/>
        </w:rPr>
        <w:t xml:space="preserve">,  </w:t>
      </w:r>
      <w:r w:rsidR="00847E31">
        <w:rPr>
          <w:lang w:eastAsia="ko-KR"/>
        </w:rPr>
        <w:t>FINTREE</w:t>
      </w:r>
      <w:r w:rsidR="00E75E17"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띄워주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시면</w:t>
      </w:r>
      <w:r>
        <w:rPr>
          <w:rFonts w:hint="eastAsia"/>
          <w:lang w:eastAsia="ko-KR"/>
        </w:rPr>
        <w:t xml:space="preserve">   </w:t>
      </w:r>
      <w:r>
        <w:rPr>
          <w:rFonts w:hint="eastAsia"/>
          <w:lang w:eastAsia="ko-KR"/>
        </w:rPr>
        <w:t>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앞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페이지의</w:t>
      </w:r>
      <w:r>
        <w:rPr>
          <w:rFonts w:hint="eastAsia"/>
          <w:lang w:eastAsia="ko-KR"/>
        </w:rPr>
        <w:t xml:space="preserve">   </w:t>
      </w:r>
      <w:r>
        <w:rPr>
          <w:rFonts w:hint="eastAsia"/>
          <w:lang w:eastAsia="ko-KR"/>
        </w:rPr>
        <w:t>예시</w:t>
      </w:r>
      <w:r>
        <w:rPr>
          <w:rFonts w:hint="eastAsia"/>
          <w:lang w:eastAsia="ko-KR"/>
        </w:rPr>
        <w:t xml:space="preserve">[shouldOverrideUrlLoading   </w:t>
      </w:r>
      <w:r>
        <w:rPr>
          <w:rFonts w:hint="eastAsia"/>
          <w:lang w:eastAsia="ko-KR"/>
        </w:rPr>
        <w:t>부</w:t>
      </w:r>
      <w:r>
        <w:rPr>
          <w:rFonts w:hint="eastAsia"/>
          <w:lang w:eastAsia="ko-KR"/>
        </w:rPr>
        <w:t xml:space="preserve">]  </w:t>
      </w:r>
      <w:r>
        <w:rPr>
          <w:rFonts w:hint="eastAsia"/>
          <w:lang w:eastAsia="ko-KR"/>
        </w:rPr>
        <w:t>의</w:t>
      </w:r>
      <w:r>
        <w:rPr>
          <w:rFonts w:hint="eastAsia"/>
          <w:lang w:eastAsia="ko-KR"/>
        </w:rPr>
        <w:t xml:space="preserve">   </w:t>
      </w:r>
      <w:r w:rsidRPr="005119F0">
        <w:rPr>
          <w:rFonts w:hint="eastAsia"/>
          <w:highlight w:val="yellow"/>
          <w:lang w:eastAsia="ko-KR"/>
        </w:rPr>
        <w:t>음영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  </w:t>
      </w:r>
      <w:r>
        <w:rPr>
          <w:rFonts w:hint="eastAsia"/>
          <w:lang w:eastAsia="ko-KR"/>
        </w:rPr>
        <w:t>대하여</w:t>
      </w:r>
      <w:r>
        <w:rPr>
          <w:rFonts w:hint="eastAsia"/>
          <w:lang w:eastAsia="ko-KR"/>
        </w:rPr>
        <w:t xml:space="preserve">   true   </w:t>
      </w:r>
      <w:r>
        <w:rPr>
          <w:rFonts w:hint="eastAsia"/>
          <w:lang w:eastAsia="ko-KR"/>
        </w:rPr>
        <w:t>혹은</w:t>
      </w:r>
      <w:r>
        <w:rPr>
          <w:rFonts w:hint="eastAsia"/>
          <w:lang w:eastAsia="ko-KR"/>
        </w:rPr>
        <w:t xml:space="preserve"> false 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설정하는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표를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참고하십시요</w:t>
      </w:r>
      <w:r>
        <w:rPr>
          <w:rFonts w:hint="eastAsia"/>
          <w:lang w:eastAsia="ko-KR"/>
        </w:rPr>
        <w:t>.</w:t>
      </w:r>
    </w:p>
    <w:tbl>
      <w:tblPr>
        <w:tblStyle w:val="TableNormal"/>
        <w:tblW w:w="8618" w:type="dxa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2552"/>
        <w:gridCol w:w="2698"/>
        <w:gridCol w:w="1810"/>
      </w:tblGrid>
      <w:tr w:rsidR="005119F0" w14:paraId="6CF6F140" w14:textId="77777777" w:rsidTr="006D3914">
        <w:trPr>
          <w:trHeight w:val="401"/>
        </w:trPr>
        <w:tc>
          <w:tcPr>
            <w:tcW w:w="1558" w:type="dxa"/>
            <w:shd w:val="clear" w:color="auto" w:fill="B6DDE8"/>
          </w:tcPr>
          <w:p w14:paraId="5F9E6122" w14:textId="77777777" w:rsidR="005119F0" w:rsidRPr="005119F0" w:rsidRDefault="005119F0" w:rsidP="005119F0">
            <w:pPr>
              <w:pStyle w:val="TableParagraph"/>
              <w:ind w:right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/>
                <w:sz w:val="18"/>
                <w:szCs w:val="18"/>
              </w:rPr>
              <w:t>apprun_check</w:t>
            </w:r>
          </w:p>
        </w:tc>
        <w:tc>
          <w:tcPr>
            <w:tcW w:w="2552" w:type="dxa"/>
            <w:shd w:val="clear" w:color="auto" w:fill="B6DDE8"/>
          </w:tcPr>
          <w:p w14:paraId="7EAC6C3B" w14:textId="77777777" w:rsidR="005119F0" w:rsidRPr="005119F0" w:rsidRDefault="005119F0" w:rsidP="005119F0">
            <w:pPr>
              <w:pStyle w:val="TableParagraph"/>
              <w:ind w:right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 w:cs="굴림" w:hint="eastAsia"/>
                <w:w w:val="110"/>
                <w:sz w:val="18"/>
                <w:szCs w:val="18"/>
              </w:rPr>
              <w:t>작동방식</w:t>
            </w:r>
          </w:p>
        </w:tc>
        <w:tc>
          <w:tcPr>
            <w:tcW w:w="2698" w:type="dxa"/>
            <w:tcBorders>
              <w:right w:val="double" w:sz="1" w:space="0" w:color="000000"/>
            </w:tcBorders>
            <w:shd w:val="clear" w:color="auto" w:fill="B6DDE8"/>
          </w:tcPr>
          <w:p w14:paraId="04A54B58" w14:textId="2E2AAB08" w:rsidR="005119F0" w:rsidRPr="005119F0" w:rsidRDefault="005119F0" w:rsidP="005119F0">
            <w:pPr>
              <w:pStyle w:val="TableParagraph"/>
              <w:spacing w:before="11" w:line="196" w:lineRule="auto"/>
              <w:ind w:right="200"/>
              <w:rPr>
                <w:rFonts w:asciiTheme="majorEastAsia" w:eastAsiaTheme="majorEastAsia" w:hAnsiTheme="majorEastAsia"/>
                <w:sz w:val="18"/>
                <w:szCs w:val="18"/>
                <w:lang w:eastAsia="ko-KR"/>
              </w:rPr>
            </w:pP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  <w:lang w:eastAsia="ko-KR"/>
              </w:rPr>
              <w:t>앱</w:t>
            </w: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  <w:lang w:eastAsia="ko-KR"/>
              </w:rPr>
              <w:t>미설치</w:t>
            </w: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  <w:lang w:eastAsia="ko-KR"/>
              </w:rPr>
              <w:t>시</w:t>
            </w: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  <w:lang w:eastAsia="ko-KR"/>
              </w:rPr>
              <w:t xml:space="preserve">,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  <w:lang w:eastAsia="ko-KR"/>
              </w:rPr>
              <w:t>앱스토어</w:t>
            </w: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  <w:lang w:eastAsia="ko-KR"/>
              </w:rPr>
              <w:t>이동</w:t>
            </w: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Theme="majorEastAsia" w:eastAsiaTheme="majorEastAsia" w:hAnsiTheme="majorEastAsia" w:cs="굴림" w:hint="eastAsia"/>
                <w:spacing w:val="-8"/>
                <w:w w:val="105"/>
                <w:sz w:val="18"/>
                <w:szCs w:val="18"/>
                <w:lang w:eastAsia="ko-KR"/>
              </w:rPr>
              <w:t>후</w:t>
            </w:r>
            <w:r w:rsidRPr="005119F0">
              <w:rPr>
                <w:rFonts w:asciiTheme="majorEastAsia" w:eastAsiaTheme="majorEastAsia" w:hAnsiTheme="majorEastAsia" w:hint="eastAsia"/>
                <w:spacing w:val="-8"/>
                <w:w w:val="105"/>
                <w:sz w:val="18"/>
                <w:szCs w:val="18"/>
                <w:lang w:eastAsia="ko-KR"/>
              </w:rPr>
              <w:t>,</w:t>
            </w:r>
            <w:r w:rsidRPr="005119F0">
              <w:rPr>
                <w:rFonts w:asciiTheme="majorEastAsia" w:eastAsiaTheme="majorEastAsia" w:hAnsiTheme="majorEastAsia" w:cs="굴림" w:hint="eastAsia"/>
                <w:w w:val="110"/>
                <w:sz w:val="18"/>
                <w:szCs w:val="18"/>
                <w:lang w:eastAsia="ko-KR"/>
              </w:rPr>
              <w:t>결제페이지</w:t>
            </w:r>
          </w:p>
        </w:tc>
        <w:tc>
          <w:tcPr>
            <w:tcW w:w="1810" w:type="dxa"/>
            <w:tcBorders>
              <w:left w:val="double" w:sz="1" w:space="0" w:color="000000"/>
            </w:tcBorders>
            <w:shd w:val="clear" w:color="auto" w:fill="B6DDE8"/>
          </w:tcPr>
          <w:p w14:paraId="54481914" w14:textId="5733DA7B" w:rsidR="005119F0" w:rsidRPr="005119F0" w:rsidRDefault="006D3914" w:rsidP="006D3914">
            <w:pPr>
              <w:pStyle w:val="TableParagraph"/>
              <w:spacing w:before="184" w:line="196" w:lineRule="auto"/>
              <w:rPr>
                <w:rFonts w:asciiTheme="majorEastAsia" w:eastAsiaTheme="majorEastAsia" w:hAnsiTheme="majorEastAsia"/>
                <w:sz w:val="18"/>
                <w:szCs w:val="1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lang w:eastAsia="ko-KR"/>
              </w:rPr>
              <w:t>t/f</w:t>
            </w:r>
          </w:p>
        </w:tc>
      </w:tr>
      <w:tr w:rsidR="005119F0" w14:paraId="37647306" w14:textId="77777777" w:rsidTr="006D3914">
        <w:trPr>
          <w:trHeight w:val="593"/>
        </w:trPr>
        <w:tc>
          <w:tcPr>
            <w:tcW w:w="1558" w:type="dxa"/>
          </w:tcPr>
          <w:p w14:paraId="58920E0C" w14:textId="77777777" w:rsidR="005119F0" w:rsidRPr="005119F0" w:rsidRDefault="005119F0" w:rsidP="005119F0">
            <w:pPr>
              <w:pStyle w:val="TableParagraph"/>
              <w:spacing w:before="13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/>
                <w:w w:val="109"/>
                <w:sz w:val="18"/>
                <w:szCs w:val="18"/>
              </w:rPr>
              <w:t>Y</w:t>
            </w:r>
          </w:p>
        </w:tc>
        <w:tc>
          <w:tcPr>
            <w:tcW w:w="2552" w:type="dxa"/>
          </w:tcPr>
          <w:p w14:paraId="7631CE7A" w14:textId="77777777" w:rsidR="005119F0" w:rsidRPr="005119F0" w:rsidRDefault="005119F0" w:rsidP="005119F0">
            <w:pPr>
              <w:pStyle w:val="TableParagraph"/>
              <w:spacing w:line="345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</w:rPr>
              <w:t xml:space="preserve">ISP,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</w:rPr>
              <w:t>계좌이체앱</w:t>
            </w:r>
          </w:p>
          <w:p w14:paraId="6FCB22A4" w14:textId="77777777" w:rsidR="005119F0" w:rsidRPr="005119F0" w:rsidRDefault="005119F0" w:rsidP="005119F0">
            <w:pPr>
              <w:pStyle w:val="TableParagraph"/>
              <w:spacing w:line="328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 w:hint="eastAsia"/>
                <w:w w:val="105"/>
                <w:sz w:val="18"/>
                <w:szCs w:val="18"/>
              </w:rPr>
              <w:t xml:space="preserve">- intent </w:t>
            </w:r>
            <w:r w:rsidRPr="005119F0">
              <w:rPr>
                <w:rFonts w:asciiTheme="majorEastAsia" w:eastAsiaTheme="majorEastAsia" w:hAnsiTheme="majorEastAsia" w:cs="굴림" w:hint="eastAsia"/>
                <w:w w:val="105"/>
                <w:sz w:val="18"/>
                <w:szCs w:val="18"/>
              </w:rPr>
              <w:t>작동</w:t>
            </w:r>
          </w:p>
        </w:tc>
        <w:tc>
          <w:tcPr>
            <w:tcW w:w="2698" w:type="dxa"/>
            <w:tcBorders>
              <w:right w:val="double" w:sz="1" w:space="0" w:color="000000"/>
            </w:tcBorders>
          </w:tcPr>
          <w:p w14:paraId="5EFCE563" w14:textId="77777777" w:rsidR="005119F0" w:rsidRPr="005119F0" w:rsidRDefault="005119F0" w:rsidP="005119F0">
            <w:pPr>
              <w:pStyle w:val="TableParagraph"/>
              <w:spacing w:before="13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 w:cs="굴림" w:hint="eastAsia"/>
                <w:w w:val="110"/>
                <w:sz w:val="18"/>
                <w:szCs w:val="18"/>
              </w:rPr>
              <w:t>상태</w:t>
            </w:r>
            <w:r w:rsidRPr="005119F0">
              <w:rPr>
                <w:rFonts w:asciiTheme="majorEastAsia" w:eastAsiaTheme="majorEastAsia" w:hAnsiTheme="majorEastAsia" w:hint="eastAsia"/>
                <w:w w:val="110"/>
                <w:sz w:val="18"/>
                <w:szCs w:val="18"/>
              </w:rPr>
              <w:t xml:space="preserve"> </w:t>
            </w:r>
            <w:r w:rsidRPr="005119F0">
              <w:rPr>
                <w:rFonts w:asciiTheme="majorEastAsia" w:eastAsiaTheme="majorEastAsia" w:hAnsiTheme="majorEastAsia" w:cs="굴림" w:hint="eastAsia"/>
                <w:w w:val="110"/>
                <w:sz w:val="18"/>
                <w:szCs w:val="18"/>
              </w:rPr>
              <w:t>유지</w:t>
            </w:r>
          </w:p>
        </w:tc>
        <w:tc>
          <w:tcPr>
            <w:tcW w:w="1810" w:type="dxa"/>
            <w:tcBorders>
              <w:left w:val="double" w:sz="1" w:space="0" w:color="000000"/>
            </w:tcBorders>
          </w:tcPr>
          <w:p w14:paraId="26F8F1E4" w14:textId="77777777" w:rsidR="005119F0" w:rsidRPr="005119F0" w:rsidRDefault="005119F0" w:rsidP="005119F0">
            <w:pPr>
              <w:pStyle w:val="TableParagraph"/>
              <w:spacing w:before="13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119F0">
              <w:rPr>
                <w:rFonts w:asciiTheme="majorEastAsia" w:eastAsiaTheme="majorEastAsia" w:hAnsiTheme="majorEastAsia"/>
                <w:sz w:val="18"/>
                <w:szCs w:val="18"/>
              </w:rPr>
              <w:t>true</w:t>
            </w:r>
          </w:p>
        </w:tc>
      </w:tr>
      <w:tr w:rsidR="005119F0" w14:paraId="3A989FE2" w14:textId="77777777" w:rsidTr="006D3914">
        <w:trPr>
          <w:trHeight w:val="690"/>
        </w:trPr>
        <w:tc>
          <w:tcPr>
            <w:tcW w:w="1558" w:type="dxa"/>
          </w:tcPr>
          <w:p w14:paraId="239D73B0" w14:textId="77777777" w:rsidR="005119F0" w:rsidRPr="005119F0" w:rsidRDefault="005119F0" w:rsidP="005119F0">
            <w:pPr>
              <w:pStyle w:val="TableParagraph"/>
              <w:spacing w:before="131"/>
              <w:ind w:right="200"/>
              <w:rPr>
                <w:rFonts w:ascii="Noto Sans CJK JP Medium" w:eastAsia="Noto Sans CJK JP Medium"/>
                <w:sz w:val="18"/>
                <w:szCs w:val="18"/>
              </w:rPr>
            </w:pPr>
            <w:r w:rsidRPr="005119F0">
              <w:rPr>
                <w:rFonts w:ascii="Noto Sans CJK JP Medium" w:eastAsia="Noto Sans CJK JP Medium" w:hint="eastAsia"/>
                <w:w w:val="105"/>
                <w:sz w:val="18"/>
                <w:szCs w:val="18"/>
              </w:rPr>
              <w:t xml:space="preserve">N or </w:t>
            </w:r>
            <w:r w:rsidRPr="005119F0">
              <w:rPr>
                <w:rFonts w:ascii="굴림" w:eastAsia="굴림" w:hAnsi="굴림" w:cs="굴림" w:hint="eastAsia"/>
                <w:w w:val="105"/>
                <w:sz w:val="18"/>
                <w:szCs w:val="18"/>
              </w:rPr>
              <w:t>미설정</w:t>
            </w:r>
          </w:p>
        </w:tc>
        <w:tc>
          <w:tcPr>
            <w:tcW w:w="2552" w:type="dxa"/>
          </w:tcPr>
          <w:p w14:paraId="6A6BFDDA" w14:textId="77777777" w:rsidR="005119F0" w:rsidRPr="005119F0" w:rsidRDefault="005119F0" w:rsidP="005119F0">
            <w:pPr>
              <w:pStyle w:val="TableParagraph"/>
              <w:spacing w:line="343" w:lineRule="exact"/>
              <w:ind w:right="200"/>
              <w:rPr>
                <w:rFonts w:ascii="Noto Sans CJK JP Medium" w:eastAsia="Noto Sans CJK JP Medium"/>
                <w:sz w:val="18"/>
                <w:szCs w:val="18"/>
              </w:rPr>
            </w:pPr>
            <w:r w:rsidRPr="005119F0">
              <w:rPr>
                <w:rFonts w:ascii="Noto Sans CJK JP Medium" w:eastAsia="Noto Sans CJK JP Medium" w:hint="eastAsia"/>
                <w:w w:val="105"/>
                <w:sz w:val="18"/>
                <w:szCs w:val="18"/>
              </w:rPr>
              <w:t xml:space="preserve">ISP, </w:t>
            </w:r>
            <w:r w:rsidRPr="005119F0">
              <w:rPr>
                <w:rFonts w:ascii="굴림" w:eastAsia="굴림" w:hAnsi="굴림" w:cs="굴림" w:hint="eastAsia"/>
                <w:w w:val="105"/>
                <w:sz w:val="18"/>
                <w:szCs w:val="18"/>
              </w:rPr>
              <w:t>계좌이체앱</w:t>
            </w:r>
          </w:p>
          <w:p w14:paraId="4BF68902" w14:textId="77777777" w:rsidR="005119F0" w:rsidRPr="005119F0" w:rsidRDefault="005119F0" w:rsidP="005119F0">
            <w:pPr>
              <w:pStyle w:val="TableParagraph"/>
              <w:spacing w:line="328" w:lineRule="exact"/>
              <w:ind w:right="200"/>
              <w:rPr>
                <w:rFonts w:ascii="Noto Sans CJK JP Medium" w:eastAsia="Noto Sans CJK JP Medium" w:hAnsi="Noto Sans CJK JP Medium"/>
                <w:sz w:val="18"/>
                <w:szCs w:val="18"/>
              </w:rPr>
            </w:pPr>
            <w:r w:rsidRPr="005119F0">
              <w:rPr>
                <w:rFonts w:ascii="Noto Sans CJK JP Medium" w:eastAsia="Noto Sans CJK JP Medium" w:hAnsi="Noto Sans CJK JP Medium" w:hint="eastAsia"/>
                <w:sz w:val="18"/>
                <w:szCs w:val="18"/>
              </w:rPr>
              <w:t xml:space="preserve">– appScheme </w:t>
            </w:r>
            <w:r w:rsidRPr="005119F0">
              <w:rPr>
                <w:rFonts w:ascii="굴림" w:eastAsia="굴림" w:hAnsi="굴림" w:cs="굴림" w:hint="eastAsia"/>
                <w:sz w:val="18"/>
                <w:szCs w:val="18"/>
              </w:rPr>
              <w:t>작동</w:t>
            </w:r>
          </w:p>
        </w:tc>
        <w:tc>
          <w:tcPr>
            <w:tcW w:w="2698" w:type="dxa"/>
            <w:tcBorders>
              <w:right w:val="double" w:sz="1" w:space="0" w:color="000000"/>
            </w:tcBorders>
          </w:tcPr>
          <w:p w14:paraId="4BF2F262" w14:textId="22C3FC91" w:rsidR="005119F0" w:rsidRPr="005119F0" w:rsidRDefault="005119F0" w:rsidP="005119F0">
            <w:pPr>
              <w:pStyle w:val="TableParagraph"/>
              <w:spacing w:line="343" w:lineRule="exact"/>
              <w:ind w:right="200"/>
              <w:rPr>
                <w:rFonts w:ascii="Noto Sans CJK JP Medium" w:eastAsia="Noto Sans CJK JP Medium"/>
                <w:sz w:val="18"/>
                <w:szCs w:val="18"/>
                <w:lang w:eastAsia="ko-KR"/>
              </w:rPr>
            </w:pPr>
            <w:r w:rsidRPr="005119F0">
              <w:rPr>
                <w:rFonts w:ascii="굴림" w:eastAsia="굴림" w:hAnsi="굴림" w:cs="굴림" w:hint="eastAsia"/>
                <w:w w:val="110"/>
                <w:sz w:val="18"/>
                <w:szCs w:val="18"/>
                <w:lang w:eastAsia="ko-KR"/>
              </w:rPr>
              <w:t>하기</w:t>
            </w:r>
            <w:r w:rsidRPr="005119F0">
              <w:rPr>
                <w:rFonts w:ascii="Noto Sans CJK JP Medium" w:eastAsia="Noto Sans CJK JP Medium" w:hint="eastAsia"/>
                <w:w w:val="110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="굴림" w:eastAsia="굴림" w:hAnsi="굴림" w:cs="굴림" w:hint="eastAsia"/>
                <w:w w:val="110"/>
                <w:sz w:val="18"/>
                <w:szCs w:val="18"/>
                <w:lang w:eastAsia="ko-KR"/>
              </w:rPr>
              <w:t>그림과</w:t>
            </w:r>
            <w:r w:rsidRPr="005119F0">
              <w:rPr>
                <w:rFonts w:ascii="Noto Sans CJK JP Medium" w:eastAsia="Noto Sans CJK JP Medium" w:hint="eastAsia"/>
                <w:w w:val="110"/>
                <w:sz w:val="18"/>
                <w:szCs w:val="18"/>
                <w:lang w:eastAsia="ko-KR"/>
              </w:rPr>
              <w:t xml:space="preserve"> </w:t>
            </w:r>
            <w:r w:rsidRPr="005119F0">
              <w:rPr>
                <w:rFonts w:ascii="굴림" w:eastAsia="굴림" w:hAnsi="굴림" w:cs="굴림" w:hint="eastAsia"/>
                <w:w w:val="110"/>
                <w:sz w:val="18"/>
                <w:szCs w:val="18"/>
                <w:lang w:eastAsia="ko-KR"/>
              </w:rPr>
              <w:t>같이</w:t>
            </w:r>
          </w:p>
          <w:p w14:paraId="42497F94" w14:textId="77777777" w:rsidR="005119F0" w:rsidRPr="005119F0" w:rsidRDefault="005119F0" w:rsidP="005119F0">
            <w:pPr>
              <w:pStyle w:val="TableParagraph"/>
              <w:spacing w:line="328" w:lineRule="exact"/>
              <w:ind w:right="200"/>
              <w:rPr>
                <w:rFonts w:ascii="Noto Sans CJK JP Medium" w:eastAsia="Noto Sans CJK JP Medium"/>
                <w:sz w:val="18"/>
                <w:szCs w:val="18"/>
                <w:lang w:eastAsia="ko-KR"/>
              </w:rPr>
            </w:pPr>
            <w:r w:rsidRPr="005119F0">
              <w:rPr>
                <w:rFonts w:ascii="Noto Sans CJK JP Medium" w:eastAsia="Noto Sans CJK JP Medium" w:hint="eastAsia"/>
                <w:sz w:val="18"/>
                <w:szCs w:val="18"/>
                <w:lang w:eastAsia="ko-KR"/>
              </w:rPr>
              <w:t xml:space="preserve">Display </w:t>
            </w:r>
            <w:r w:rsidRPr="005119F0">
              <w:rPr>
                <w:rFonts w:ascii="굴림" w:eastAsia="굴림" w:hAnsi="굴림" w:cs="굴림" w:hint="eastAsia"/>
                <w:sz w:val="18"/>
                <w:szCs w:val="18"/>
                <w:lang w:eastAsia="ko-KR"/>
              </w:rPr>
              <w:t>됨</w:t>
            </w:r>
          </w:p>
        </w:tc>
        <w:tc>
          <w:tcPr>
            <w:tcW w:w="1810" w:type="dxa"/>
            <w:tcBorders>
              <w:left w:val="double" w:sz="1" w:space="0" w:color="000000"/>
            </w:tcBorders>
          </w:tcPr>
          <w:p w14:paraId="18B032C6" w14:textId="77777777" w:rsidR="005119F0" w:rsidRPr="005119F0" w:rsidRDefault="005119F0" w:rsidP="005119F0">
            <w:pPr>
              <w:pStyle w:val="TableParagraph"/>
              <w:spacing w:before="131"/>
              <w:rPr>
                <w:rFonts w:ascii="Noto Sans CJK JP Medium"/>
                <w:sz w:val="18"/>
                <w:szCs w:val="18"/>
              </w:rPr>
            </w:pPr>
            <w:r w:rsidRPr="005119F0">
              <w:rPr>
                <w:rFonts w:ascii="Noto Sans CJK JP Medium"/>
                <w:sz w:val="18"/>
                <w:szCs w:val="18"/>
              </w:rPr>
              <w:t>false</w:t>
            </w:r>
          </w:p>
        </w:tc>
      </w:tr>
    </w:tbl>
    <w:p w14:paraId="77FFAD6F" w14:textId="39CE5D6C" w:rsidR="005119F0" w:rsidRPr="005119F0" w:rsidRDefault="005119F0" w:rsidP="0079786A">
      <w:pPr>
        <w:pStyle w:val="a5"/>
        <w:numPr>
          <w:ilvl w:val="0"/>
          <w:numId w:val="20"/>
        </w:numPr>
        <w:ind w:leftChars="0"/>
      </w:pPr>
      <w:r w:rsidRPr="005119F0">
        <w:rPr>
          <w:rStyle w:val="Char3"/>
          <w:rFonts w:hint="eastAsia"/>
          <w:lang w:eastAsia="ko-KR"/>
        </w:rPr>
        <w:lastRenderedPageBreak/>
        <w:t xml:space="preserve">shouldOverrideUrlLoading  </w:t>
      </w:r>
      <w:r w:rsidRPr="005119F0">
        <w:rPr>
          <w:rStyle w:val="Char3"/>
          <w:rFonts w:hint="eastAsia"/>
          <w:lang w:eastAsia="ko-KR"/>
        </w:rPr>
        <w:t>부</w:t>
      </w:r>
      <w:r w:rsidRPr="005119F0">
        <w:rPr>
          <w:rStyle w:val="Char3"/>
          <w:rFonts w:hint="eastAsia"/>
          <w:lang w:eastAsia="ko-KR"/>
        </w:rPr>
        <w:t xml:space="preserve">]  </w:t>
      </w:r>
      <w:r w:rsidRPr="005119F0">
        <w:rPr>
          <w:rStyle w:val="Char3"/>
          <w:rFonts w:hint="eastAsia"/>
          <w:lang w:eastAsia="ko-KR"/>
        </w:rPr>
        <w:t>의</w:t>
      </w:r>
      <w:r w:rsidRPr="005119F0">
        <w:rPr>
          <w:rStyle w:val="Char3"/>
          <w:rFonts w:hint="eastAsia"/>
          <w:lang w:eastAsia="ko-KR"/>
        </w:rPr>
        <w:t xml:space="preserve">  </w:t>
      </w:r>
      <w:r w:rsidR="00E75E17" w:rsidRPr="00E75E17">
        <w:rPr>
          <w:rStyle w:val="Char3"/>
          <w:rFonts w:hint="eastAsia"/>
          <w:highlight w:val="yellow"/>
          <w:lang w:eastAsia="ko-KR"/>
        </w:rPr>
        <w:t>음영</w:t>
      </w:r>
      <w:r w:rsidRPr="005119F0">
        <w:rPr>
          <w:rStyle w:val="Char3"/>
          <w:rFonts w:hint="eastAsia"/>
          <w:lang w:eastAsia="ko-KR"/>
        </w:rPr>
        <w:t xml:space="preserve">  </w:t>
      </w:r>
      <w:r w:rsidRPr="005119F0">
        <w:rPr>
          <w:rStyle w:val="Char3"/>
          <w:rFonts w:hint="eastAsia"/>
          <w:lang w:eastAsia="ko-KR"/>
        </w:rPr>
        <w:t>을</w:t>
      </w:r>
      <w:r w:rsidRPr="005119F0">
        <w:rPr>
          <w:rStyle w:val="Char3"/>
          <w:rFonts w:hint="eastAsia"/>
          <w:lang w:eastAsia="ko-KR"/>
        </w:rPr>
        <w:t xml:space="preserve">  true  </w:t>
      </w:r>
      <w:r w:rsidRPr="005119F0">
        <w:rPr>
          <w:rStyle w:val="Char3"/>
          <w:rFonts w:hint="eastAsia"/>
          <w:lang w:eastAsia="ko-KR"/>
        </w:rPr>
        <w:t>로</w:t>
      </w:r>
      <w:r w:rsidRPr="005119F0">
        <w:rPr>
          <w:rStyle w:val="Char3"/>
          <w:rFonts w:hint="eastAsia"/>
          <w:lang w:eastAsia="ko-KR"/>
        </w:rPr>
        <w:t xml:space="preserve">  </w:t>
      </w:r>
      <w:r w:rsidRPr="005119F0">
        <w:rPr>
          <w:rStyle w:val="Char3"/>
          <w:rFonts w:hint="eastAsia"/>
          <w:lang w:eastAsia="ko-KR"/>
        </w:rPr>
        <w:t>할</w:t>
      </w:r>
      <w:r w:rsidRPr="005119F0">
        <w:rPr>
          <w:rStyle w:val="Char3"/>
          <w:rFonts w:hint="eastAsia"/>
          <w:lang w:eastAsia="ko-KR"/>
        </w:rPr>
        <w:t xml:space="preserve">  </w:t>
      </w:r>
      <w:r w:rsidRPr="005119F0">
        <w:rPr>
          <w:rStyle w:val="Char3"/>
          <w:rFonts w:hint="eastAsia"/>
          <w:lang w:eastAsia="ko-KR"/>
        </w:rPr>
        <w:t>경우</w:t>
      </w:r>
      <w:r w:rsidRPr="005119F0">
        <w:rPr>
          <w:rStyle w:val="Char3"/>
          <w:rFonts w:hint="eastAsia"/>
          <w:lang w:eastAsia="ko-KR"/>
        </w:rPr>
        <w:t xml:space="preserve">,  </w:t>
      </w:r>
      <w:r w:rsidR="00847E31">
        <w:rPr>
          <w:rStyle w:val="Char3"/>
          <w:lang w:eastAsia="ko-KR"/>
        </w:rPr>
        <w:t>FINTREE</w:t>
      </w:r>
      <w:r w:rsidR="00E75E17">
        <w:rPr>
          <w:rStyle w:val="Char3"/>
          <w:rFonts w:hint="eastAsia"/>
          <w:lang w:eastAsia="ko-KR"/>
        </w:rPr>
        <w:t>를</w:t>
      </w:r>
      <w:r w:rsidRPr="005119F0">
        <w:rPr>
          <w:rStyle w:val="Char3"/>
          <w:rFonts w:hint="eastAsia"/>
          <w:lang w:eastAsia="ko-KR"/>
        </w:rPr>
        <w:t xml:space="preserve">  </w:t>
      </w:r>
      <w:r w:rsidRPr="005119F0">
        <w:rPr>
          <w:rStyle w:val="Char3"/>
          <w:rFonts w:hint="eastAsia"/>
          <w:lang w:eastAsia="ko-KR"/>
        </w:rPr>
        <w:t>띄운</w:t>
      </w:r>
      <w:r w:rsidRPr="005119F0">
        <w:rPr>
          <w:rStyle w:val="Char3"/>
          <w:rFonts w:hint="eastAsia"/>
          <w:lang w:eastAsia="ko-KR"/>
        </w:rPr>
        <w:t xml:space="preserve"> WebView </w:t>
      </w:r>
      <w:r w:rsidRPr="005119F0">
        <w:rPr>
          <w:rStyle w:val="Char3"/>
          <w:rFonts w:hint="eastAsia"/>
          <w:lang w:eastAsia="ko-KR"/>
        </w:rPr>
        <w:t>는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사라집니다</w:t>
      </w:r>
      <w:r w:rsidRPr="005119F0">
        <w:rPr>
          <w:rStyle w:val="Char3"/>
          <w:rFonts w:hint="eastAsia"/>
          <w:lang w:eastAsia="ko-KR"/>
        </w:rPr>
        <w:t xml:space="preserve">. </w:t>
      </w:r>
      <w:r w:rsidRPr="005119F0">
        <w:rPr>
          <w:rStyle w:val="Char3"/>
          <w:rFonts w:hint="eastAsia"/>
          <w:lang w:eastAsia="ko-KR"/>
        </w:rPr>
        <w:t>따라서</w:t>
      </w:r>
      <w:r w:rsidRPr="005119F0">
        <w:rPr>
          <w:rStyle w:val="Char3"/>
          <w:rFonts w:hint="eastAsia"/>
          <w:lang w:eastAsia="ko-KR"/>
        </w:rPr>
        <w:t xml:space="preserve">, app Scheme </w:t>
      </w:r>
      <w:r w:rsidRPr="005119F0">
        <w:rPr>
          <w:rStyle w:val="Char3"/>
          <w:rFonts w:hint="eastAsia"/>
          <w:lang w:eastAsia="ko-KR"/>
        </w:rPr>
        <w:t>형태로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결제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앱을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호출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할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경우에는</w:t>
      </w:r>
      <w:r w:rsidRPr="005119F0">
        <w:rPr>
          <w:rStyle w:val="Char3"/>
          <w:rFonts w:hint="eastAsia"/>
          <w:lang w:eastAsia="ko-KR"/>
        </w:rPr>
        <w:t xml:space="preserve"> </w:t>
      </w:r>
      <w:r>
        <w:rPr>
          <w:rStyle w:val="Char3"/>
          <w:rFonts w:hint="eastAsia"/>
          <w:lang w:eastAsia="ko-KR"/>
        </w:rPr>
        <w:t>아래와</w:t>
      </w:r>
      <w:r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같이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오류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페이지가</w:t>
      </w:r>
      <w:r w:rsidRPr="005119F0">
        <w:rPr>
          <w:rStyle w:val="Char3"/>
          <w:rFonts w:hint="eastAsia"/>
          <w:lang w:eastAsia="ko-KR"/>
        </w:rPr>
        <w:t xml:space="preserve"> Display </w:t>
      </w:r>
      <w:r w:rsidRPr="005119F0">
        <w:rPr>
          <w:rStyle w:val="Char3"/>
          <w:rFonts w:hint="eastAsia"/>
          <w:lang w:eastAsia="ko-KR"/>
        </w:rPr>
        <w:t>되기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때문에</w:t>
      </w:r>
      <w:r w:rsidRPr="005119F0">
        <w:rPr>
          <w:rStyle w:val="Char3"/>
          <w:rFonts w:hint="eastAsia"/>
          <w:lang w:eastAsia="ko-KR"/>
        </w:rPr>
        <w:t xml:space="preserve">, WebView </w:t>
      </w:r>
      <w:r w:rsidRPr="005119F0">
        <w:rPr>
          <w:rStyle w:val="Char3"/>
          <w:rFonts w:hint="eastAsia"/>
          <w:lang w:eastAsia="ko-KR"/>
        </w:rPr>
        <w:t>를</w:t>
      </w:r>
      <w:r w:rsidRPr="005119F0">
        <w:rPr>
          <w:rStyle w:val="Char3"/>
          <w:rFonts w:hint="eastAsia"/>
          <w:lang w:eastAsia="ko-KR"/>
        </w:rPr>
        <w:t xml:space="preserve"> remove </w:t>
      </w:r>
      <w:r w:rsidRPr="005119F0">
        <w:rPr>
          <w:rStyle w:val="Char3"/>
          <w:rFonts w:hint="eastAsia"/>
          <w:lang w:eastAsia="ko-KR"/>
        </w:rPr>
        <w:t>하는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것이</w:t>
      </w:r>
      <w:r w:rsidRPr="005119F0">
        <w:rPr>
          <w:rStyle w:val="Char3"/>
          <w:rFonts w:hint="eastAsia"/>
          <w:lang w:eastAsia="ko-KR"/>
        </w:rPr>
        <w:t xml:space="preserve"> </w:t>
      </w:r>
      <w:r w:rsidRPr="005119F0">
        <w:rPr>
          <w:rStyle w:val="Char3"/>
          <w:rFonts w:hint="eastAsia"/>
          <w:lang w:eastAsia="ko-KR"/>
        </w:rPr>
        <w:t>좋습니</w:t>
      </w:r>
      <w:r>
        <w:rPr>
          <w:rStyle w:val="Char3"/>
          <w:rFonts w:hint="eastAsia"/>
          <w:lang w:eastAsia="ko-KR"/>
        </w:rPr>
        <w:t xml:space="preserve">  </w:t>
      </w:r>
      <w:r w:rsidRPr="005119F0">
        <w:rPr>
          <w:rStyle w:val="Char3"/>
          <w:rFonts w:hint="eastAsia"/>
          <w:lang w:eastAsia="ko-KR"/>
        </w:rPr>
        <w:t>다</w:t>
      </w:r>
      <w:r w:rsidRPr="005119F0">
        <w:rPr>
          <w:rFonts w:hint="eastAsia"/>
        </w:rPr>
        <w:t>.</w:t>
      </w:r>
    </w:p>
    <w:p w14:paraId="5A19EF0E" w14:textId="77777777" w:rsidR="005119F0" w:rsidRDefault="005119F0" w:rsidP="005D39D1"/>
    <w:p w14:paraId="26AD6FD7" w14:textId="0F48C1ED" w:rsidR="005119F0" w:rsidRDefault="007F7D0A" w:rsidP="007F7D0A">
      <w:pPr>
        <w:jc w:val="center"/>
      </w:pPr>
      <w:r>
        <w:rPr>
          <w:noProof/>
        </w:rPr>
        <w:drawing>
          <wp:inline distT="0" distB="0" distL="0" distR="0" wp14:anchorId="13030FB6" wp14:editId="72E87203">
            <wp:extent cx="2133600" cy="2133600"/>
            <wp:effectExtent l="0" t="0" r="0" b="0"/>
            <wp:docPr id="15" name="그림 15" descr="Image result for ispmobile://TID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ispmobile://TID=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84FF6" w14:textId="77777777" w:rsidR="005119F0" w:rsidRDefault="005119F0" w:rsidP="005D39D1"/>
    <w:p w14:paraId="62108DCC" w14:textId="0DF6279B" w:rsidR="005119F0" w:rsidRPr="0049104D" w:rsidRDefault="0049104D" w:rsidP="0079786A">
      <w:pPr>
        <w:pStyle w:val="a5"/>
        <w:numPr>
          <w:ilvl w:val="0"/>
          <w:numId w:val="20"/>
        </w:numPr>
        <w:ind w:leftChars="0"/>
      </w:pPr>
      <w:r>
        <w:rPr>
          <w:rFonts w:hint="eastAsia"/>
        </w:rPr>
        <w:t xml:space="preserve">[shouldOverrideUrlLoading  </w:t>
      </w:r>
      <w:r>
        <w:rPr>
          <w:rFonts w:hint="eastAsia"/>
        </w:rPr>
        <w:t>부</w:t>
      </w:r>
      <w:r>
        <w:rPr>
          <w:rFonts w:hint="eastAsia"/>
        </w:rPr>
        <w:t xml:space="preserve">]  </w:t>
      </w:r>
      <w:r>
        <w:rPr>
          <w:rFonts w:hint="eastAsia"/>
        </w:rPr>
        <w:t>의</w:t>
      </w:r>
      <w:r>
        <w:rPr>
          <w:rFonts w:hint="eastAsia"/>
        </w:rPr>
        <w:t xml:space="preserve">  </w:t>
      </w:r>
      <w:r w:rsidRPr="0049104D">
        <w:rPr>
          <w:rFonts w:hint="eastAsia"/>
          <w:highlight w:val="yellow"/>
        </w:rPr>
        <w:t>음영</w:t>
      </w:r>
      <w:r>
        <w:rPr>
          <w:rFonts w:hint="eastAsia"/>
        </w:rPr>
        <w:t>을</w:t>
      </w:r>
      <w:r>
        <w:rPr>
          <w:rFonts w:hint="eastAsia"/>
        </w:rPr>
        <w:t xml:space="preserve">  false  </w:t>
      </w:r>
      <w:r>
        <w:rPr>
          <w:rFonts w:hint="eastAsia"/>
        </w:rPr>
        <w:t>로</w:t>
      </w:r>
      <w:r>
        <w:rPr>
          <w:rFonts w:hint="eastAsia"/>
        </w:rPr>
        <w:t xml:space="preserve">  </w:t>
      </w:r>
      <w:r>
        <w:rPr>
          <w:rFonts w:hint="eastAsia"/>
        </w:rPr>
        <w:t>할</w:t>
      </w:r>
      <w:r>
        <w:rPr>
          <w:rFonts w:hint="eastAsia"/>
        </w:rPr>
        <w:t xml:space="preserve">  </w:t>
      </w:r>
      <w:r>
        <w:rPr>
          <w:rFonts w:hint="eastAsia"/>
        </w:rPr>
        <w:t>경우</w:t>
      </w:r>
      <w:r>
        <w:rPr>
          <w:rFonts w:hint="eastAsia"/>
        </w:rPr>
        <w:t xml:space="preserve">,  </w:t>
      </w:r>
      <w:r>
        <w:rPr>
          <w:rFonts w:hint="eastAsia"/>
        </w:rPr>
        <w:t>결제창</w:t>
      </w:r>
      <w:r>
        <w:rPr>
          <w:rFonts w:hint="eastAsia"/>
        </w:rPr>
        <w:t xml:space="preserve"> </w:t>
      </w:r>
      <w:r>
        <w:rPr>
          <w:rFonts w:hint="eastAsia"/>
        </w:rPr>
        <w:t>을</w:t>
      </w:r>
      <w:r>
        <w:rPr>
          <w:rFonts w:hint="eastAsia"/>
        </w:rPr>
        <w:t xml:space="preserve">  </w:t>
      </w:r>
      <w:r>
        <w:rPr>
          <w:rFonts w:hint="eastAsia"/>
        </w:rPr>
        <w:t>띄운</w:t>
      </w:r>
      <w:r>
        <w:rPr>
          <w:rFonts w:hint="eastAsia"/>
        </w:rPr>
        <w:t xml:space="preserve"> WebView 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>사라지지</w:t>
      </w:r>
      <w:r>
        <w:rPr>
          <w:rFonts w:hint="eastAsia"/>
        </w:rPr>
        <w:t xml:space="preserve"> </w:t>
      </w:r>
      <w:r>
        <w:rPr>
          <w:rFonts w:hint="eastAsia"/>
        </w:rPr>
        <w:t>않기</w:t>
      </w:r>
      <w:r>
        <w:rPr>
          <w:rFonts w:hint="eastAsia"/>
        </w:rPr>
        <w:t xml:space="preserve"> </w:t>
      </w:r>
      <w:r>
        <w:rPr>
          <w:rFonts w:hint="eastAsia"/>
        </w:rPr>
        <w:t>때문에</w:t>
      </w:r>
      <w:r>
        <w:rPr>
          <w:rFonts w:hint="eastAsia"/>
        </w:rPr>
        <w:t xml:space="preserve">, apprun_check=Y 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통해</w:t>
      </w:r>
      <w:r>
        <w:rPr>
          <w:rFonts w:hint="eastAsia"/>
        </w:rPr>
        <w:t xml:space="preserve"> </w:t>
      </w:r>
      <w:r>
        <w:rPr>
          <w:rFonts w:hint="eastAsia"/>
        </w:rPr>
        <w:t>현</w:t>
      </w:r>
      <w:r>
        <w:rPr>
          <w:rFonts w:hint="eastAsia"/>
        </w:rPr>
        <w:t xml:space="preserve"> </w:t>
      </w:r>
      <w:r>
        <w:rPr>
          <w:rFonts w:hint="eastAsia"/>
        </w:rPr>
        <w:t>결제</w:t>
      </w:r>
      <w:r>
        <w:rPr>
          <w:rFonts w:hint="eastAsia"/>
        </w:rPr>
        <w:t xml:space="preserve"> </w:t>
      </w:r>
      <w:r>
        <w:rPr>
          <w:rFonts w:hint="eastAsia"/>
        </w:rPr>
        <w:t>페이지가</w:t>
      </w:r>
      <w:r>
        <w:rPr>
          <w:rFonts w:hint="eastAsia"/>
        </w:rPr>
        <w:t xml:space="preserve"> </w:t>
      </w:r>
      <w:r>
        <w:rPr>
          <w:rFonts w:hint="eastAsia"/>
        </w:rPr>
        <w:t>유지되</w:t>
      </w:r>
      <w:r>
        <w:rPr>
          <w:rFonts w:hint="eastAsia"/>
        </w:rPr>
        <w:t xml:space="preserve">   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>방식을</w:t>
      </w:r>
      <w:r>
        <w:rPr>
          <w:rFonts w:hint="eastAsia"/>
        </w:rPr>
        <w:t xml:space="preserve"> </w:t>
      </w:r>
      <w:r>
        <w:rPr>
          <w:rFonts w:hint="eastAsia"/>
        </w:rPr>
        <w:t>사용</w:t>
      </w:r>
      <w:r>
        <w:rPr>
          <w:rFonts w:hint="eastAsia"/>
        </w:rPr>
        <w:t xml:space="preserve"> </w:t>
      </w:r>
      <w:r>
        <w:rPr>
          <w:rFonts w:hint="eastAsia"/>
        </w:rPr>
        <w:t>하는</w:t>
      </w:r>
      <w:r>
        <w:rPr>
          <w:rFonts w:hint="eastAsia"/>
        </w:rPr>
        <w:t xml:space="preserve"> </w:t>
      </w:r>
      <w:r>
        <w:rPr>
          <w:rFonts w:hint="eastAsia"/>
        </w:rPr>
        <w:t>것이</w:t>
      </w:r>
      <w:r>
        <w:rPr>
          <w:rFonts w:hint="eastAsia"/>
        </w:rPr>
        <w:t xml:space="preserve"> </w:t>
      </w:r>
      <w:r>
        <w:rPr>
          <w:rFonts w:hint="eastAsia"/>
        </w:rPr>
        <w:t>좋습니다</w:t>
      </w:r>
      <w:r>
        <w:rPr>
          <w:rFonts w:hint="eastAsia"/>
        </w:rPr>
        <w:t xml:space="preserve">. 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방법을</w:t>
      </w:r>
      <w:r>
        <w:rPr>
          <w:rFonts w:hint="eastAsia"/>
        </w:rPr>
        <w:t xml:space="preserve"> </w:t>
      </w:r>
      <w:r>
        <w:rPr>
          <w:rFonts w:hint="eastAsia"/>
        </w:rPr>
        <w:t>자동체크방식이라</w:t>
      </w:r>
      <w:r>
        <w:rPr>
          <w:rFonts w:hint="eastAsia"/>
        </w:rPr>
        <w:t xml:space="preserve"> </w:t>
      </w:r>
      <w:r>
        <w:rPr>
          <w:rFonts w:hint="eastAsia"/>
        </w:rPr>
        <w:t>합니다</w:t>
      </w:r>
      <w:r>
        <w:rPr>
          <w:rFonts w:hint="eastAsia"/>
        </w:rPr>
        <w:t xml:space="preserve">. </w:t>
      </w:r>
      <w:r>
        <w:rPr>
          <w:rFonts w:hint="eastAsia"/>
        </w:rPr>
        <w:t>단</w:t>
      </w:r>
      <w:r>
        <w:rPr>
          <w:rFonts w:hint="eastAsia"/>
        </w:rPr>
        <w:t xml:space="preserve">, apprun_check </w:t>
      </w:r>
      <w:r>
        <w:rPr>
          <w:rFonts w:hint="eastAsia"/>
        </w:rPr>
        <w:t>옵션을</w:t>
      </w:r>
      <w:r>
        <w:rPr>
          <w:rFonts w:hint="eastAsia"/>
        </w:rPr>
        <w:t xml:space="preserve"> </w:t>
      </w:r>
      <w:r>
        <w:rPr>
          <w:rFonts w:hint="eastAsia"/>
        </w:rPr>
        <w:t>통해</w:t>
      </w:r>
      <w:r>
        <w:rPr>
          <w:rFonts w:hint="eastAsia"/>
        </w:rPr>
        <w:t xml:space="preserve"> </w:t>
      </w:r>
      <w:r>
        <w:rPr>
          <w:rFonts w:hint="eastAsia"/>
        </w:rPr>
        <w:t>설치체크로직이</w:t>
      </w:r>
      <w:r>
        <w:rPr>
          <w:rFonts w:hint="eastAsia"/>
        </w:rPr>
        <w:t xml:space="preserve"> </w:t>
      </w:r>
      <w:r>
        <w:rPr>
          <w:rFonts w:hint="eastAsia"/>
        </w:rPr>
        <w:t>작동되므로</w:t>
      </w:r>
      <w:r>
        <w:rPr>
          <w:rFonts w:hint="eastAsia"/>
        </w:rPr>
        <w:t xml:space="preserve">, alertIsp </w:t>
      </w:r>
      <w:r>
        <w:rPr>
          <w:rFonts w:hint="eastAsia"/>
        </w:rPr>
        <w:t>함수는</w:t>
      </w:r>
      <w:r>
        <w:rPr>
          <w:rFonts w:hint="eastAsia"/>
        </w:rPr>
        <w:t xml:space="preserve"> </w:t>
      </w:r>
      <w:r>
        <w:rPr>
          <w:rFonts w:hint="eastAsia"/>
        </w:rPr>
        <w:t>구현될</w:t>
      </w:r>
      <w:r>
        <w:rPr>
          <w:rFonts w:hint="eastAsia"/>
        </w:rPr>
        <w:t xml:space="preserve"> </w:t>
      </w:r>
      <w:r>
        <w:rPr>
          <w:rFonts w:hint="eastAsia"/>
        </w:rPr>
        <w:t>필요가</w:t>
      </w:r>
      <w:r>
        <w:rPr>
          <w:rFonts w:hint="eastAsia"/>
        </w:rPr>
        <w:t xml:space="preserve"> </w:t>
      </w:r>
      <w:r>
        <w:rPr>
          <w:rFonts w:hint="eastAsia"/>
        </w:rPr>
        <w:t>없</w:t>
      </w:r>
      <w:r>
        <w:rPr>
          <w:rFonts w:hint="eastAsia"/>
        </w:rPr>
        <w:t xml:space="preserve"> </w:t>
      </w:r>
      <w:r>
        <w:rPr>
          <w:rFonts w:hint="eastAsia"/>
        </w:rPr>
        <w:t>습니다</w:t>
      </w:r>
      <w:r>
        <w:rPr>
          <w:rFonts w:hint="eastAsia"/>
        </w:rPr>
        <w:t xml:space="preserve">. apprun_check </w:t>
      </w:r>
      <w:r>
        <w:rPr>
          <w:rFonts w:hint="eastAsia"/>
        </w:rPr>
        <w:t>로직에</w:t>
      </w:r>
      <w:r>
        <w:rPr>
          <w:rFonts w:hint="eastAsia"/>
        </w:rPr>
        <w:t xml:space="preserve"> </w:t>
      </w:r>
      <w:r>
        <w:rPr>
          <w:rFonts w:hint="eastAsia"/>
        </w:rPr>
        <w:t>대하여</w:t>
      </w:r>
      <w:r>
        <w:rPr>
          <w:rFonts w:hint="eastAsia"/>
        </w:rPr>
        <w:t xml:space="preserve"> </w:t>
      </w:r>
      <w:r>
        <w:rPr>
          <w:rFonts w:hint="eastAsia"/>
        </w:rPr>
        <w:t>상세히</w:t>
      </w:r>
      <w:r>
        <w:rPr>
          <w:rFonts w:hint="eastAsia"/>
        </w:rPr>
        <w:t xml:space="preserve"> </w:t>
      </w:r>
      <w:r>
        <w:rPr>
          <w:rFonts w:hint="eastAsia"/>
        </w:rPr>
        <w:t>확인하시려면</w:t>
      </w:r>
      <w:r>
        <w:rPr>
          <w:rFonts w:hint="eastAsia"/>
        </w:rPr>
        <w:t xml:space="preserve"> ( </w:t>
      </w:r>
      <w:r>
        <w:rPr>
          <w:rFonts w:hint="eastAsia"/>
        </w:rPr>
        <w:t>결제창</w:t>
      </w:r>
      <w:r>
        <w:rPr>
          <w:rFonts w:hint="eastAsia"/>
        </w:rPr>
        <w:t xml:space="preserve"> Open (</w:t>
      </w:r>
      <w:r>
        <w:rPr>
          <w:rFonts w:hint="eastAsia"/>
        </w:rPr>
        <w:t>주문정보</w:t>
      </w:r>
      <w:r>
        <w:rPr>
          <w:rFonts w:hint="eastAsia"/>
        </w:rPr>
        <w:t xml:space="preserve"> </w:t>
      </w:r>
      <w:r>
        <w:rPr>
          <w:rFonts w:hint="eastAsia"/>
        </w:rPr>
        <w:t>전달</w:t>
      </w:r>
      <w:r>
        <w:rPr>
          <w:rFonts w:hint="eastAsia"/>
        </w:rPr>
        <w:t xml:space="preserve">) </w:t>
      </w:r>
      <w:r>
        <w:rPr>
          <w:rFonts w:hint="eastAsia"/>
        </w:rPr>
        <w:t>–</w:t>
      </w:r>
      <w:r>
        <w:rPr>
          <w:rFonts w:hint="eastAsia"/>
        </w:rPr>
        <w:t xml:space="preserve"> </w:t>
      </w:r>
      <w:r>
        <w:rPr>
          <w:rFonts w:hint="eastAsia"/>
        </w:rPr>
        <w:t>복합필드</w:t>
      </w:r>
      <w:r>
        <w:rPr>
          <w:rFonts w:hint="eastAsia"/>
        </w:rPr>
        <w:t xml:space="preserve"> ) 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확인하여</w:t>
      </w:r>
      <w:r>
        <w:rPr>
          <w:rFonts w:hint="eastAsia"/>
        </w:rPr>
        <w:t xml:space="preserve"> </w:t>
      </w:r>
      <w:r>
        <w:rPr>
          <w:rFonts w:hint="eastAsia"/>
        </w:rPr>
        <w:t>주십시오</w:t>
      </w:r>
      <w:r>
        <w:rPr>
          <w:rFonts w:hint="eastAsia"/>
        </w:rPr>
        <w:t xml:space="preserve">. </w:t>
      </w:r>
      <w:r>
        <w:rPr>
          <w:rFonts w:hint="eastAsia"/>
        </w:rPr>
        <w:t>또한</w:t>
      </w:r>
      <w:r>
        <w:rPr>
          <w:rFonts w:hint="eastAsia"/>
        </w:rPr>
        <w:t xml:space="preserve">, Intent </w:t>
      </w:r>
      <w:r>
        <w:rPr>
          <w:rFonts w:hint="eastAsia"/>
        </w:rPr>
        <w:t>호출에</w:t>
      </w:r>
      <w:r>
        <w:rPr>
          <w:rFonts w:hint="eastAsia"/>
        </w:rPr>
        <w:t xml:space="preserve"> </w:t>
      </w:r>
      <w:r>
        <w:rPr>
          <w:rFonts w:hint="eastAsia"/>
        </w:rPr>
        <w:t>대</w:t>
      </w:r>
      <w:r>
        <w:rPr>
          <w:rFonts w:hint="eastAsia"/>
        </w:rPr>
        <w:t xml:space="preserve">   </w:t>
      </w:r>
      <w:r>
        <w:rPr>
          <w:rFonts w:hint="eastAsia"/>
        </w:rPr>
        <w:t>하여</w:t>
      </w:r>
      <w:r>
        <w:rPr>
          <w:rFonts w:hint="eastAsia"/>
        </w:rPr>
        <w:t xml:space="preserve"> </w:t>
      </w:r>
      <w:r>
        <w:rPr>
          <w:rFonts w:hint="eastAsia"/>
        </w:rPr>
        <w:t>예외처리를</w:t>
      </w:r>
      <w:r>
        <w:rPr>
          <w:rFonts w:hint="eastAsia"/>
        </w:rPr>
        <w:t xml:space="preserve"> </w:t>
      </w:r>
      <w:r>
        <w:rPr>
          <w:rFonts w:hint="eastAsia"/>
        </w:rPr>
        <w:t>반드시</w:t>
      </w:r>
      <w:r>
        <w:rPr>
          <w:rFonts w:hint="eastAsia"/>
        </w:rPr>
        <w:t xml:space="preserve"> </w:t>
      </w:r>
      <w:r>
        <w:rPr>
          <w:rFonts w:hint="eastAsia"/>
        </w:rPr>
        <w:t>체크하셔야</w:t>
      </w:r>
      <w:r>
        <w:rPr>
          <w:rFonts w:hint="eastAsia"/>
        </w:rPr>
        <w:t xml:space="preserve"> </w:t>
      </w:r>
      <w:r>
        <w:rPr>
          <w:rFonts w:hint="eastAsia"/>
        </w:rPr>
        <w:t>합니다</w:t>
      </w:r>
      <w:r>
        <w:rPr>
          <w:rFonts w:hint="eastAsia"/>
        </w:rPr>
        <w:t>.</w:t>
      </w:r>
    </w:p>
    <w:p w14:paraId="301CA77F" w14:textId="101C8237" w:rsidR="005119F0" w:rsidRDefault="0049104D" w:rsidP="0049104D">
      <w:pPr>
        <w:pStyle w:val="ab"/>
      </w:pPr>
      <w:bookmarkStart w:id="15" w:name="_Toc33213713"/>
      <w:r>
        <w:rPr>
          <w:rFonts w:hint="eastAsia"/>
        </w:rPr>
        <w:t>4.3</w:t>
      </w:r>
      <w:r w:rsidRPr="005D39D1">
        <w:rPr>
          <w:rFonts w:hint="eastAsia"/>
        </w:rPr>
        <w:t xml:space="preserve"> 모바일  ISP 연동</w:t>
      </w:r>
      <w:r>
        <w:rPr>
          <w:rFonts w:hint="eastAsia"/>
        </w:rPr>
        <w:t xml:space="preserve"> (</w:t>
      </w:r>
      <w:r>
        <w:rPr>
          <w:w w:val="105"/>
        </w:rPr>
        <w:t>인증결과</w:t>
      </w:r>
      <w:r>
        <w:rPr>
          <w:spacing w:val="20"/>
          <w:w w:val="105"/>
        </w:rPr>
        <w:t xml:space="preserve"> </w:t>
      </w:r>
      <w:r>
        <w:rPr>
          <w:w w:val="105"/>
        </w:rPr>
        <w:t>전송</w:t>
      </w:r>
      <w:r>
        <w:rPr>
          <w:rFonts w:hint="eastAsia"/>
          <w:w w:val="105"/>
        </w:rPr>
        <w:t>)</w:t>
      </w:r>
      <w:bookmarkEnd w:id="15"/>
    </w:p>
    <w:p w14:paraId="41402517" w14:textId="62C7A9E9" w:rsidR="0049104D" w:rsidRDefault="0049104D" w:rsidP="0079786A">
      <w:pPr>
        <w:pStyle w:val="af"/>
        <w:numPr>
          <w:ilvl w:val="0"/>
          <w:numId w:val="20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 xml:space="preserve">ISP </w:t>
      </w:r>
      <w:r>
        <w:rPr>
          <w:lang w:eastAsia="ko-KR"/>
        </w:rPr>
        <w:t>앱에서</w:t>
      </w:r>
      <w:r>
        <w:rPr>
          <w:lang w:eastAsia="ko-KR"/>
        </w:rPr>
        <w:t xml:space="preserve"> </w:t>
      </w:r>
      <w:r>
        <w:rPr>
          <w:lang w:eastAsia="ko-KR"/>
        </w:rPr>
        <w:t>인증과정이</w:t>
      </w:r>
      <w:r>
        <w:rPr>
          <w:lang w:eastAsia="ko-KR"/>
        </w:rPr>
        <w:t xml:space="preserve"> </w:t>
      </w:r>
      <w:r>
        <w:rPr>
          <w:lang w:eastAsia="ko-KR"/>
        </w:rPr>
        <w:t>완료되면</w:t>
      </w:r>
      <w:r>
        <w:rPr>
          <w:lang w:eastAsia="ko-KR"/>
        </w:rPr>
        <w:t xml:space="preserve">, </w:t>
      </w:r>
      <w:r>
        <w:rPr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 w:rsidR="00847E31">
        <w:rPr>
          <w:lang w:eastAsia="ko-KR"/>
        </w:rPr>
        <w:t>FINTREE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결제창으로</w:t>
      </w:r>
      <w:r>
        <w:rPr>
          <w:lang w:eastAsia="ko-KR"/>
        </w:rPr>
        <w:t xml:space="preserve">  </w:t>
      </w:r>
      <w:r>
        <w:rPr>
          <w:lang w:eastAsia="ko-KR"/>
        </w:rPr>
        <w:t>돌아와서</w:t>
      </w:r>
      <w:r>
        <w:rPr>
          <w:lang w:eastAsia="ko-KR"/>
        </w:rPr>
        <w:t xml:space="preserve"> ‘</w:t>
      </w:r>
      <w:r>
        <w:rPr>
          <w:lang w:eastAsia="ko-KR"/>
        </w:rPr>
        <w:t>확인</w:t>
      </w:r>
      <w:r>
        <w:rPr>
          <w:lang w:eastAsia="ko-KR"/>
        </w:rPr>
        <w:t xml:space="preserve">’ </w:t>
      </w:r>
      <w:r>
        <w:rPr>
          <w:lang w:eastAsia="ko-KR"/>
        </w:rPr>
        <w:t>버튼을</w:t>
      </w:r>
      <w:r>
        <w:rPr>
          <w:lang w:eastAsia="ko-KR"/>
        </w:rPr>
        <w:t xml:space="preserve"> </w:t>
      </w:r>
      <w:r>
        <w:rPr>
          <w:lang w:eastAsia="ko-KR"/>
        </w:rPr>
        <w:t>클릭해야</w:t>
      </w:r>
      <w:r>
        <w:rPr>
          <w:lang w:eastAsia="ko-KR"/>
        </w:rPr>
        <w:t xml:space="preserve">, </w:t>
      </w:r>
      <w:r>
        <w:rPr>
          <w:lang w:eastAsia="ko-KR"/>
        </w:rPr>
        <w:t>승인과정을</w:t>
      </w:r>
      <w:r>
        <w:rPr>
          <w:lang w:eastAsia="ko-KR"/>
        </w:rPr>
        <w:t xml:space="preserve"> </w:t>
      </w:r>
      <w:r>
        <w:rPr>
          <w:lang w:eastAsia="ko-KR"/>
        </w:rPr>
        <w:t>시작하게</w:t>
      </w:r>
      <w:r>
        <w:rPr>
          <w:spacing w:val="28"/>
          <w:lang w:eastAsia="ko-KR"/>
        </w:rPr>
        <w:t xml:space="preserve"> </w:t>
      </w:r>
      <w:r>
        <w:rPr>
          <w:lang w:eastAsia="ko-KR"/>
        </w:rPr>
        <w:t>됩니다</w:t>
      </w:r>
      <w:r>
        <w:rPr>
          <w:lang w:eastAsia="ko-KR"/>
        </w:rPr>
        <w:t>.</w:t>
      </w:r>
    </w:p>
    <w:p w14:paraId="20CC75F5" w14:textId="77777777" w:rsidR="0049104D" w:rsidRDefault="0049104D" w:rsidP="0079786A">
      <w:pPr>
        <w:pStyle w:val="af"/>
        <w:numPr>
          <w:ilvl w:val="0"/>
          <w:numId w:val="20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>안드로이드는</w:t>
      </w:r>
      <w:r>
        <w:rPr>
          <w:lang w:eastAsia="ko-KR"/>
        </w:rPr>
        <w:t xml:space="preserve"> </w:t>
      </w:r>
      <w:r>
        <w:rPr>
          <w:lang w:eastAsia="ko-KR"/>
        </w:rPr>
        <w:t>운영체제</w:t>
      </w:r>
      <w:r>
        <w:rPr>
          <w:lang w:eastAsia="ko-KR"/>
        </w:rPr>
        <w:t xml:space="preserve"> </w:t>
      </w:r>
      <w:r>
        <w:rPr>
          <w:lang w:eastAsia="ko-KR"/>
        </w:rPr>
        <w:t>특성</w:t>
      </w:r>
      <w:r>
        <w:rPr>
          <w:lang w:eastAsia="ko-KR"/>
        </w:rPr>
        <w:t xml:space="preserve"> </w:t>
      </w:r>
      <w:r>
        <w:rPr>
          <w:lang w:eastAsia="ko-KR"/>
        </w:rPr>
        <w:t>상</w:t>
      </w:r>
      <w:r>
        <w:rPr>
          <w:lang w:eastAsia="ko-KR"/>
        </w:rPr>
        <w:t xml:space="preserve">, </w:t>
      </w:r>
      <w:r>
        <w:rPr>
          <w:lang w:eastAsia="ko-KR"/>
        </w:rPr>
        <w:t>현재</w:t>
      </w:r>
      <w:r>
        <w:rPr>
          <w:lang w:eastAsia="ko-KR"/>
        </w:rPr>
        <w:t xml:space="preserve">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종료될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이</w:t>
      </w:r>
      <w:r>
        <w:rPr>
          <w:lang w:eastAsia="ko-KR"/>
        </w:rPr>
        <w:t xml:space="preserve"> </w:t>
      </w:r>
      <w:r>
        <w:rPr>
          <w:lang w:eastAsia="ko-KR"/>
        </w:rPr>
        <w:t>앱을</w:t>
      </w:r>
      <w:r>
        <w:rPr>
          <w:lang w:eastAsia="ko-KR"/>
        </w:rPr>
        <w:t xml:space="preserve"> </w:t>
      </w:r>
      <w:r>
        <w:rPr>
          <w:lang w:eastAsia="ko-KR"/>
        </w:rPr>
        <w:t>실행시킨</w:t>
      </w:r>
      <w:r>
        <w:rPr>
          <w:lang w:eastAsia="ko-KR"/>
        </w:rPr>
        <w:t xml:space="preserve"> </w:t>
      </w:r>
      <w:r>
        <w:rPr>
          <w:lang w:eastAsia="ko-KR"/>
        </w:rPr>
        <w:t>이전</w:t>
      </w:r>
      <w:r>
        <w:rPr>
          <w:lang w:eastAsia="ko-KR"/>
        </w:rPr>
        <w:t xml:space="preserve">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다시</w:t>
      </w:r>
      <w:r>
        <w:rPr>
          <w:lang w:eastAsia="ko-KR"/>
        </w:rPr>
        <w:t xml:space="preserve"> </w:t>
      </w:r>
      <w:r>
        <w:rPr>
          <w:lang w:eastAsia="ko-KR"/>
        </w:rPr>
        <w:t>자동으로</w:t>
      </w:r>
      <w:r>
        <w:rPr>
          <w:lang w:eastAsia="ko-KR"/>
        </w:rPr>
        <w:t xml:space="preserve"> </w:t>
      </w:r>
      <w:r>
        <w:rPr>
          <w:lang w:eastAsia="ko-KR"/>
        </w:rPr>
        <w:t>수행됩니다</w:t>
      </w:r>
      <w:r>
        <w:rPr>
          <w:lang w:eastAsia="ko-KR"/>
        </w:rPr>
        <w:t xml:space="preserve">. (LIFO </w:t>
      </w:r>
      <w:r>
        <w:rPr>
          <w:lang w:eastAsia="ko-KR"/>
        </w:rPr>
        <w:t>방식</w:t>
      </w:r>
      <w:r>
        <w:rPr>
          <w:lang w:eastAsia="ko-KR"/>
        </w:rPr>
        <w:t xml:space="preserve">) </w:t>
      </w:r>
      <w:r>
        <w:rPr>
          <w:lang w:eastAsia="ko-KR"/>
        </w:rPr>
        <w:t>따라서</w:t>
      </w:r>
      <w:r>
        <w:rPr>
          <w:lang w:eastAsia="ko-KR"/>
        </w:rPr>
        <w:t xml:space="preserve">, ISP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종료되면</w:t>
      </w:r>
      <w:r>
        <w:rPr>
          <w:lang w:eastAsia="ko-KR"/>
        </w:rPr>
        <w:t xml:space="preserve">, </w:t>
      </w:r>
      <w:r>
        <w:rPr>
          <w:lang w:eastAsia="ko-KR"/>
        </w:rPr>
        <w:t>가맹점의</w:t>
      </w:r>
      <w:r>
        <w:rPr>
          <w:lang w:eastAsia="ko-KR"/>
        </w:rPr>
        <w:t xml:space="preserve"> </w:t>
      </w:r>
      <w:r>
        <w:rPr>
          <w:lang w:eastAsia="ko-KR"/>
        </w:rPr>
        <w:t>앱은</w:t>
      </w:r>
      <w:r>
        <w:rPr>
          <w:lang w:eastAsia="ko-KR"/>
        </w:rPr>
        <w:t xml:space="preserve"> </w:t>
      </w:r>
      <w:r>
        <w:rPr>
          <w:lang w:eastAsia="ko-KR"/>
        </w:rPr>
        <w:t>자동으로</w:t>
      </w:r>
      <w:r>
        <w:rPr>
          <w:lang w:eastAsia="ko-KR"/>
        </w:rPr>
        <w:t xml:space="preserve"> </w:t>
      </w:r>
      <w:r>
        <w:rPr>
          <w:lang w:eastAsia="ko-KR"/>
        </w:rPr>
        <w:t>다시</w:t>
      </w:r>
      <w:r>
        <w:rPr>
          <w:lang w:eastAsia="ko-KR"/>
        </w:rPr>
        <w:t xml:space="preserve">  </w:t>
      </w:r>
      <w:r>
        <w:rPr>
          <w:lang w:eastAsia="ko-KR"/>
        </w:rPr>
        <w:t>활성화</w:t>
      </w:r>
      <w:r>
        <w:rPr>
          <w:lang w:eastAsia="ko-KR"/>
        </w:rPr>
        <w:t xml:space="preserve"> </w:t>
      </w:r>
      <w:r>
        <w:rPr>
          <w:lang w:eastAsia="ko-KR"/>
        </w:rPr>
        <w:t>될</w:t>
      </w:r>
      <w:r>
        <w:rPr>
          <w:spacing w:val="43"/>
          <w:lang w:eastAsia="ko-KR"/>
        </w:rPr>
        <w:t xml:space="preserve"> </w:t>
      </w:r>
      <w:r>
        <w:rPr>
          <w:lang w:eastAsia="ko-KR"/>
        </w:rPr>
        <w:t>것입니다</w:t>
      </w:r>
      <w:r>
        <w:rPr>
          <w:lang w:eastAsia="ko-KR"/>
        </w:rPr>
        <w:t>.</w:t>
      </w:r>
    </w:p>
    <w:p w14:paraId="56528B8D" w14:textId="6DC30B53" w:rsidR="005119F0" w:rsidRDefault="0049104D" w:rsidP="0049104D">
      <w:pPr>
        <w:pStyle w:val="ab"/>
      </w:pPr>
      <w:bookmarkStart w:id="16" w:name="_Toc33213714"/>
      <w:r w:rsidRPr="0049104D">
        <w:rPr>
          <w:rFonts w:hint="eastAsia"/>
        </w:rPr>
        <w:t>4.</w:t>
      </w:r>
      <w:r w:rsidR="006C0867">
        <w:rPr>
          <w:rFonts w:hint="eastAsia"/>
        </w:rPr>
        <w:t>4</w:t>
      </w:r>
      <w:r w:rsidRPr="0049104D">
        <w:rPr>
          <w:rFonts w:hint="eastAsia"/>
        </w:rPr>
        <w:t xml:space="preserve"> </w:t>
      </w:r>
      <w:bookmarkEnd w:id="16"/>
      <w:r w:rsidR="00731A53">
        <w:t>안심클릭 결제 시, 카드사 백신 앱 연동</w:t>
      </w:r>
    </w:p>
    <w:p w14:paraId="5840C315" w14:textId="77777777" w:rsidR="0049104D" w:rsidRDefault="0049104D" w:rsidP="0079786A">
      <w:pPr>
        <w:pStyle w:val="af"/>
        <w:numPr>
          <w:ilvl w:val="0"/>
          <w:numId w:val="21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 xml:space="preserve">BC </w:t>
      </w:r>
      <w:r>
        <w:rPr>
          <w:lang w:eastAsia="ko-KR"/>
        </w:rPr>
        <w:t>계열을</w:t>
      </w:r>
      <w:r>
        <w:rPr>
          <w:lang w:eastAsia="ko-KR"/>
        </w:rPr>
        <w:t xml:space="preserve"> </w:t>
      </w:r>
      <w:r>
        <w:rPr>
          <w:lang w:eastAsia="ko-KR"/>
        </w:rPr>
        <w:t>제외한</w:t>
      </w:r>
      <w:r>
        <w:rPr>
          <w:lang w:eastAsia="ko-KR"/>
        </w:rPr>
        <w:t xml:space="preserve">, </w:t>
      </w:r>
      <w:r>
        <w:rPr>
          <w:lang w:eastAsia="ko-KR"/>
        </w:rPr>
        <w:t>나머지</w:t>
      </w:r>
      <w:r>
        <w:rPr>
          <w:lang w:eastAsia="ko-KR"/>
        </w:rPr>
        <w:t xml:space="preserve"> </w:t>
      </w:r>
      <w:r>
        <w:rPr>
          <w:lang w:eastAsia="ko-KR"/>
        </w:rPr>
        <w:t>카드사의</w:t>
      </w:r>
      <w:r>
        <w:rPr>
          <w:lang w:eastAsia="ko-KR"/>
        </w:rPr>
        <w:t xml:space="preserve"> </w:t>
      </w:r>
      <w:r>
        <w:rPr>
          <w:lang w:eastAsia="ko-KR"/>
        </w:rPr>
        <w:t>결제창을</w:t>
      </w:r>
      <w:r>
        <w:rPr>
          <w:lang w:eastAsia="ko-KR"/>
        </w:rPr>
        <w:t xml:space="preserve"> iframe </w:t>
      </w:r>
      <w:r>
        <w:rPr>
          <w:lang w:eastAsia="ko-KR"/>
        </w:rPr>
        <w:t>내에서</w:t>
      </w:r>
      <w:r>
        <w:rPr>
          <w:lang w:eastAsia="ko-KR"/>
        </w:rPr>
        <w:t xml:space="preserve"> </w:t>
      </w:r>
      <w:r>
        <w:rPr>
          <w:lang w:eastAsia="ko-KR"/>
        </w:rPr>
        <w:t>운용하고</w:t>
      </w:r>
      <w:r>
        <w:rPr>
          <w:lang w:eastAsia="ko-KR"/>
        </w:rPr>
        <w:t xml:space="preserve"> </w:t>
      </w:r>
      <w:r>
        <w:rPr>
          <w:lang w:eastAsia="ko-KR"/>
        </w:rPr>
        <w:t>있</w:t>
      </w:r>
      <w:r>
        <w:rPr>
          <w:lang w:eastAsia="ko-KR"/>
        </w:rPr>
        <w:t xml:space="preserve"> </w:t>
      </w:r>
      <w:r>
        <w:rPr>
          <w:lang w:eastAsia="ko-KR"/>
        </w:rPr>
        <w:t>습니다</w:t>
      </w:r>
      <w:r>
        <w:rPr>
          <w:lang w:eastAsia="ko-KR"/>
        </w:rPr>
        <w:t xml:space="preserve">. </w:t>
      </w:r>
      <w:r>
        <w:rPr>
          <w:lang w:eastAsia="ko-KR"/>
        </w:rPr>
        <w:t>이에</w:t>
      </w:r>
      <w:r>
        <w:rPr>
          <w:lang w:eastAsia="ko-KR"/>
        </w:rPr>
        <w:t xml:space="preserve">, </w:t>
      </w:r>
      <w:r>
        <w:rPr>
          <w:lang w:eastAsia="ko-KR"/>
        </w:rPr>
        <w:t>카드사에서</w:t>
      </w:r>
      <w:r>
        <w:rPr>
          <w:lang w:eastAsia="ko-KR"/>
        </w:rPr>
        <w:t xml:space="preserve"> </w:t>
      </w:r>
      <w:r>
        <w:rPr>
          <w:lang w:eastAsia="ko-KR"/>
        </w:rPr>
        <w:t>개별적으로</w:t>
      </w:r>
      <w:r>
        <w:rPr>
          <w:lang w:eastAsia="ko-KR"/>
        </w:rPr>
        <w:t xml:space="preserve"> </w:t>
      </w:r>
      <w:r>
        <w:rPr>
          <w:lang w:eastAsia="ko-KR"/>
        </w:rPr>
        <w:t>사용하는</w:t>
      </w:r>
      <w:r>
        <w:rPr>
          <w:lang w:eastAsia="ko-KR"/>
        </w:rPr>
        <w:t xml:space="preserve"> </w:t>
      </w:r>
      <w:r>
        <w:rPr>
          <w:lang w:eastAsia="ko-KR"/>
        </w:rPr>
        <w:t>백신</w:t>
      </w:r>
      <w:r>
        <w:rPr>
          <w:lang w:eastAsia="ko-KR"/>
        </w:rPr>
        <w:t xml:space="preserve"> </w:t>
      </w:r>
      <w:r>
        <w:rPr>
          <w:lang w:eastAsia="ko-KR"/>
        </w:rPr>
        <w:t>앱의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앱에서도</w:t>
      </w:r>
      <w:r>
        <w:rPr>
          <w:lang w:eastAsia="ko-KR"/>
        </w:rPr>
        <w:t xml:space="preserve"> </w:t>
      </w:r>
      <w:r>
        <w:rPr>
          <w:lang w:eastAsia="ko-KR"/>
        </w:rPr>
        <w:t>하기의</w:t>
      </w:r>
      <w:r>
        <w:rPr>
          <w:lang w:eastAsia="ko-KR"/>
        </w:rPr>
        <w:t xml:space="preserve"> </w:t>
      </w:r>
      <w:r>
        <w:rPr>
          <w:lang w:eastAsia="ko-KR"/>
        </w:rPr>
        <w:t>유</w:t>
      </w:r>
      <w:r>
        <w:rPr>
          <w:lang w:eastAsia="ko-KR"/>
        </w:rPr>
        <w:t xml:space="preserve"> </w:t>
      </w:r>
      <w:r>
        <w:rPr>
          <w:lang w:eastAsia="ko-KR"/>
        </w:rPr>
        <w:t>의사항을</w:t>
      </w:r>
      <w:r>
        <w:rPr>
          <w:lang w:eastAsia="ko-KR"/>
        </w:rPr>
        <w:t xml:space="preserve"> </w:t>
      </w:r>
      <w:r>
        <w:rPr>
          <w:lang w:eastAsia="ko-KR"/>
        </w:rPr>
        <w:t>반드시</w:t>
      </w:r>
      <w:r>
        <w:rPr>
          <w:lang w:eastAsia="ko-KR"/>
        </w:rPr>
        <w:t xml:space="preserve"> </w:t>
      </w:r>
      <w:r>
        <w:rPr>
          <w:lang w:eastAsia="ko-KR"/>
        </w:rPr>
        <w:t>체크하셔야</w:t>
      </w:r>
      <w:r>
        <w:rPr>
          <w:lang w:eastAsia="ko-KR"/>
        </w:rPr>
        <w:t xml:space="preserve"> </w:t>
      </w:r>
      <w:r>
        <w:rPr>
          <w:lang w:eastAsia="ko-KR"/>
        </w:rPr>
        <w:t>합니다</w:t>
      </w:r>
      <w:r>
        <w:rPr>
          <w:lang w:eastAsia="ko-KR"/>
        </w:rPr>
        <w:t>.</w:t>
      </w:r>
    </w:p>
    <w:p w14:paraId="12C7D4A8" w14:textId="31F33CD6" w:rsidR="0049104D" w:rsidRPr="0049104D" w:rsidRDefault="0049104D" w:rsidP="0079786A">
      <w:pPr>
        <w:pStyle w:val="af"/>
        <w:numPr>
          <w:ilvl w:val="0"/>
          <w:numId w:val="21"/>
        </w:numPr>
        <w:spacing w:line="225" w:lineRule="auto"/>
        <w:ind w:right="416"/>
        <w:jc w:val="both"/>
        <w:rPr>
          <w:rFonts w:hint="eastAsia"/>
          <w:lang w:eastAsia="ko-KR"/>
        </w:rPr>
      </w:pPr>
      <w:r w:rsidRPr="0049104D">
        <w:rPr>
          <w:rFonts w:hint="eastAsia"/>
          <w:lang w:eastAsia="ko-KR"/>
        </w:rPr>
        <w:t xml:space="preserve">WebView  </w:t>
      </w:r>
      <w:r w:rsidRPr="0049104D">
        <w:rPr>
          <w:rFonts w:hint="eastAsia"/>
          <w:lang w:eastAsia="ko-KR"/>
        </w:rPr>
        <w:t>내에서</w:t>
      </w:r>
      <w:r w:rsidRPr="0049104D">
        <w:rPr>
          <w:rFonts w:hint="eastAsia"/>
          <w:lang w:eastAsia="ko-KR"/>
        </w:rPr>
        <w:t xml:space="preserve">  http</w:t>
      </w:r>
      <w:r w:rsidRPr="0049104D">
        <w:rPr>
          <w:rFonts w:hint="eastAsia"/>
          <w:lang w:eastAsia="ko-KR"/>
        </w:rPr>
        <w:t>와</w:t>
      </w:r>
      <w:r w:rsidRPr="0049104D">
        <w:rPr>
          <w:rFonts w:hint="eastAsia"/>
          <w:lang w:eastAsia="ko-KR"/>
        </w:rPr>
        <w:t xml:space="preserve">  https URL,  </w:t>
      </w:r>
      <w:r w:rsidRPr="0049104D">
        <w:rPr>
          <w:rFonts w:hint="eastAsia"/>
          <w:lang w:eastAsia="ko-KR"/>
        </w:rPr>
        <w:t>그리고</w:t>
      </w:r>
      <w:r w:rsidRPr="0049104D">
        <w:rPr>
          <w:rFonts w:hint="eastAsia"/>
          <w:lang w:eastAsia="ko-KR"/>
        </w:rPr>
        <w:t xml:space="preserve">  App Url  </w:t>
      </w:r>
      <w:r w:rsidRPr="0049104D">
        <w:rPr>
          <w:rFonts w:hint="eastAsia"/>
          <w:lang w:eastAsia="ko-KR"/>
        </w:rPr>
        <w:t>을</w:t>
      </w:r>
      <w:r w:rsidRPr="0049104D">
        <w:rPr>
          <w:rFonts w:hint="eastAsia"/>
          <w:lang w:eastAsia="ko-KR"/>
        </w:rPr>
        <w:t xml:space="preserve">  </w:t>
      </w:r>
      <w:r w:rsidRPr="0049104D">
        <w:rPr>
          <w:rFonts w:hint="eastAsia"/>
          <w:lang w:eastAsia="ko-KR"/>
        </w:rPr>
        <w:t>분기하여</w:t>
      </w:r>
      <w:r w:rsidRPr="0049104D"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처리합니다</w:t>
      </w:r>
      <w:r>
        <w:rPr>
          <w:rFonts w:hint="eastAsia"/>
          <w:lang w:eastAsia="ko-KR"/>
        </w:rPr>
        <w:t xml:space="preserve">. (  </w:t>
      </w:r>
      <w:r w:rsidRPr="0049104D">
        <w:rPr>
          <w:rFonts w:hint="eastAsia"/>
          <w:lang w:eastAsia="ko-KR"/>
        </w:rPr>
        <w:t xml:space="preserve">shouldOverrideUrlLoading()  </w:t>
      </w:r>
      <w:r w:rsidRPr="0049104D">
        <w:rPr>
          <w:rFonts w:hint="eastAsia"/>
          <w:lang w:eastAsia="ko-KR"/>
        </w:rPr>
        <w:t>처리로직을</w:t>
      </w:r>
      <w:r w:rsidRPr="0049104D">
        <w:rPr>
          <w:rFonts w:hint="eastAsia"/>
          <w:lang w:eastAsia="ko-KR"/>
        </w:rPr>
        <w:t xml:space="preserve">  </w:t>
      </w:r>
      <w:r w:rsidRPr="0049104D">
        <w:rPr>
          <w:rFonts w:hint="eastAsia"/>
          <w:lang w:eastAsia="ko-KR"/>
        </w:rPr>
        <w:t>하기와</w:t>
      </w:r>
      <w:r w:rsidRPr="0049104D">
        <w:rPr>
          <w:rFonts w:hint="eastAsia"/>
          <w:lang w:eastAsia="ko-KR"/>
        </w:rPr>
        <w:t xml:space="preserve">  </w:t>
      </w:r>
      <w:r w:rsidRPr="0049104D">
        <w:rPr>
          <w:rFonts w:hint="eastAsia"/>
          <w:lang w:eastAsia="ko-KR"/>
        </w:rPr>
        <w:t>같이</w:t>
      </w:r>
      <w:r w:rsidRPr="0049104D">
        <w:rPr>
          <w:rFonts w:hint="eastAsia"/>
          <w:lang w:eastAsia="ko-KR"/>
        </w:rPr>
        <w:t xml:space="preserve">  </w:t>
      </w:r>
      <w:r w:rsidRPr="0049104D">
        <w:rPr>
          <w:rFonts w:hint="eastAsia"/>
          <w:lang w:eastAsia="ko-KR"/>
        </w:rPr>
        <w:t>구현</w:t>
      </w:r>
      <w:r>
        <w:rPr>
          <w:rFonts w:hint="eastAsia"/>
          <w:lang w:eastAsia="ko-KR"/>
        </w:rPr>
        <w:t xml:space="preserve">  )</w:t>
      </w:r>
    </w:p>
    <w:p w14:paraId="39FDCA25" w14:textId="77777777" w:rsidR="0049104D" w:rsidRDefault="0049104D" w:rsidP="0049104D"/>
    <w:tbl>
      <w:tblPr>
        <w:tblStyle w:val="TableNormal"/>
        <w:tblW w:w="0" w:type="auto"/>
        <w:tblInd w:w="1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956"/>
      </w:tblGrid>
      <w:tr w:rsidR="006C0867" w14:paraId="1390C475" w14:textId="77777777" w:rsidTr="00E75E17">
        <w:trPr>
          <w:trHeight w:val="347"/>
        </w:trPr>
        <w:tc>
          <w:tcPr>
            <w:tcW w:w="2269" w:type="dxa"/>
            <w:tcBorders>
              <w:right w:val="double" w:sz="1" w:space="0" w:color="000000"/>
            </w:tcBorders>
            <w:shd w:val="clear" w:color="auto" w:fill="B6DDE8"/>
          </w:tcPr>
          <w:p w14:paraId="25D6F0BF" w14:textId="77777777" w:rsidR="006C0867" w:rsidRPr="006C0867" w:rsidRDefault="006C0867" w:rsidP="006C0867">
            <w:pPr>
              <w:pStyle w:val="TableParagraph"/>
              <w:spacing w:line="328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C0867">
              <w:rPr>
                <w:rFonts w:asciiTheme="minorHAnsi" w:eastAsiaTheme="minorHAnsi" w:hAnsiTheme="minorHAnsi" w:hint="eastAsia"/>
                <w:w w:val="105"/>
                <w:sz w:val="20"/>
              </w:rPr>
              <w:t xml:space="preserve">App Url </w:t>
            </w:r>
            <w:r w:rsidRPr="006C0867">
              <w:rPr>
                <w:rFonts w:asciiTheme="minorHAnsi" w:eastAsiaTheme="minorHAnsi" w:hAnsiTheme="minorHAnsi" w:cs="굴림" w:hint="eastAsia"/>
                <w:w w:val="105"/>
                <w:sz w:val="20"/>
              </w:rPr>
              <w:t>일</w:t>
            </w:r>
            <w:r w:rsidRPr="006C0867">
              <w:rPr>
                <w:rFonts w:asciiTheme="minorHAnsi" w:eastAsiaTheme="minorHAnsi" w:hAnsiTheme="minorHAnsi" w:hint="eastAsia"/>
                <w:w w:val="105"/>
                <w:sz w:val="20"/>
              </w:rPr>
              <w:t xml:space="preserve"> </w:t>
            </w:r>
            <w:r w:rsidRPr="006C0867">
              <w:rPr>
                <w:rFonts w:asciiTheme="minorHAnsi" w:eastAsiaTheme="minorHAnsi" w:hAnsiTheme="minorHAnsi" w:cs="굴림" w:hint="eastAsia"/>
                <w:w w:val="105"/>
                <w:sz w:val="20"/>
              </w:rPr>
              <w:t>경우</w:t>
            </w:r>
          </w:p>
        </w:tc>
        <w:tc>
          <w:tcPr>
            <w:tcW w:w="5956" w:type="dxa"/>
            <w:tcBorders>
              <w:left w:val="double" w:sz="1" w:space="0" w:color="000000"/>
            </w:tcBorders>
          </w:tcPr>
          <w:p w14:paraId="41DE9898" w14:textId="77777777" w:rsidR="006C0867" w:rsidRPr="006C0867" w:rsidRDefault="006C0867" w:rsidP="006C0867">
            <w:pPr>
              <w:pStyle w:val="TableParagraph"/>
              <w:spacing w:line="328" w:lineRule="exact"/>
              <w:ind w:left="967" w:right="200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6C0867">
              <w:rPr>
                <w:rFonts w:asciiTheme="minorHAnsi" w:eastAsiaTheme="minorHAnsi" w:hAnsiTheme="minorHAnsi"/>
                <w:sz w:val="20"/>
              </w:rPr>
              <w:t xml:space="preserve">activity </w:t>
            </w:r>
            <w:r w:rsidRPr="006C0867">
              <w:rPr>
                <w:rFonts w:asciiTheme="minorHAnsi" w:eastAsiaTheme="minorHAnsi" w:hAnsiTheme="minorHAnsi" w:cs="굴림" w:hint="eastAsia"/>
                <w:sz w:val="20"/>
              </w:rPr>
              <w:t>호출</w:t>
            </w:r>
          </w:p>
        </w:tc>
      </w:tr>
      <w:tr w:rsidR="006C0867" w14:paraId="71F80921" w14:textId="77777777" w:rsidTr="00E75E17">
        <w:trPr>
          <w:trHeight w:val="345"/>
        </w:trPr>
        <w:tc>
          <w:tcPr>
            <w:tcW w:w="2269" w:type="dxa"/>
            <w:tcBorders>
              <w:right w:val="double" w:sz="1" w:space="0" w:color="000000"/>
            </w:tcBorders>
            <w:shd w:val="clear" w:color="auto" w:fill="B6DDE8"/>
          </w:tcPr>
          <w:p w14:paraId="33CD69B0" w14:textId="77777777" w:rsidR="006C0867" w:rsidRPr="006C0867" w:rsidRDefault="006C0867" w:rsidP="006C0867">
            <w:pPr>
              <w:pStyle w:val="TableParagraph"/>
              <w:spacing w:line="325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C0867">
              <w:rPr>
                <w:rFonts w:asciiTheme="minorHAnsi" w:eastAsiaTheme="minorHAnsi" w:hAnsiTheme="minorHAnsi" w:hint="eastAsia"/>
                <w:w w:val="105"/>
                <w:sz w:val="20"/>
              </w:rPr>
              <w:t xml:space="preserve">Web Url </w:t>
            </w:r>
            <w:r w:rsidRPr="006C0867">
              <w:rPr>
                <w:rFonts w:asciiTheme="minorHAnsi" w:eastAsiaTheme="minorHAnsi" w:hAnsiTheme="minorHAnsi" w:cs="굴림" w:hint="eastAsia"/>
                <w:w w:val="105"/>
                <w:sz w:val="20"/>
              </w:rPr>
              <w:t>일</w:t>
            </w:r>
            <w:r w:rsidRPr="006C0867">
              <w:rPr>
                <w:rFonts w:asciiTheme="minorHAnsi" w:eastAsiaTheme="minorHAnsi" w:hAnsiTheme="minorHAnsi" w:hint="eastAsia"/>
                <w:w w:val="105"/>
                <w:sz w:val="20"/>
              </w:rPr>
              <w:t xml:space="preserve"> </w:t>
            </w:r>
            <w:r w:rsidRPr="006C0867">
              <w:rPr>
                <w:rFonts w:asciiTheme="minorHAnsi" w:eastAsiaTheme="minorHAnsi" w:hAnsiTheme="minorHAnsi" w:cs="굴림" w:hint="eastAsia"/>
                <w:w w:val="105"/>
                <w:sz w:val="20"/>
              </w:rPr>
              <w:t>경우</w:t>
            </w:r>
          </w:p>
        </w:tc>
        <w:tc>
          <w:tcPr>
            <w:tcW w:w="5956" w:type="dxa"/>
            <w:tcBorders>
              <w:left w:val="double" w:sz="1" w:space="0" w:color="000000"/>
            </w:tcBorders>
          </w:tcPr>
          <w:p w14:paraId="6A5C4CB7" w14:textId="77777777" w:rsidR="006C0867" w:rsidRPr="006C0867" w:rsidRDefault="006C0867" w:rsidP="006C0867">
            <w:pPr>
              <w:pStyle w:val="TableParagraph"/>
              <w:spacing w:line="325" w:lineRule="exact"/>
              <w:ind w:left="967" w:right="200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6C0867">
              <w:rPr>
                <w:rFonts w:asciiTheme="minorHAnsi" w:eastAsiaTheme="minorHAnsi" w:hAnsiTheme="minorHAnsi"/>
                <w:sz w:val="20"/>
              </w:rPr>
              <w:t xml:space="preserve">WebView </w:t>
            </w:r>
            <w:r w:rsidRPr="006C0867">
              <w:rPr>
                <w:rFonts w:asciiTheme="minorHAnsi" w:eastAsiaTheme="minorHAnsi" w:hAnsiTheme="minorHAnsi" w:cs="굴림" w:hint="eastAsia"/>
                <w:sz w:val="20"/>
              </w:rPr>
              <w:t>에서</w:t>
            </w:r>
            <w:r w:rsidRPr="006C0867">
              <w:rPr>
                <w:rFonts w:asciiTheme="minorHAnsi" w:eastAsiaTheme="minorHAnsi" w:hAnsiTheme="minorHAnsi"/>
                <w:sz w:val="20"/>
              </w:rPr>
              <w:t xml:space="preserve"> Loading</w:t>
            </w:r>
          </w:p>
        </w:tc>
      </w:tr>
    </w:tbl>
    <w:p w14:paraId="7A68E99C" w14:textId="77777777" w:rsidR="006C0867" w:rsidRDefault="006C0867" w:rsidP="0049104D"/>
    <w:p w14:paraId="0A0E6632" w14:textId="65735272" w:rsidR="006C0867" w:rsidRDefault="006C0867" w:rsidP="0079786A">
      <w:pPr>
        <w:pStyle w:val="a5"/>
        <w:numPr>
          <w:ilvl w:val="0"/>
          <w:numId w:val="22"/>
        </w:numPr>
        <w:ind w:leftChars="0"/>
      </w:pPr>
      <w:r>
        <w:t>상기의</w:t>
      </w:r>
      <w:r>
        <w:t xml:space="preserve"> </w:t>
      </w:r>
      <w:r>
        <w:t>유의사항을</w:t>
      </w:r>
      <w:r>
        <w:t xml:space="preserve"> </w:t>
      </w:r>
      <w:r>
        <w:t>고려한</w:t>
      </w:r>
      <w:r>
        <w:t xml:space="preserve"> </w:t>
      </w:r>
      <w:r>
        <w:t>샘플</w:t>
      </w:r>
      <w:r>
        <w:t xml:space="preserve"> </w:t>
      </w:r>
      <w:r>
        <w:t>코드는</w:t>
      </w:r>
      <w:r>
        <w:t xml:space="preserve"> </w:t>
      </w:r>
      <w:r>
        <w:t>하기와</w:t>
      </w:r>
      <w:r>
        <w:t xml:space="preserve"> </w:t>
      </w:r>
      <w:r>
        <w:t>같습니다</w:t>
      </w:r>
    </w:p>
    <w:p w14:paraId="59AD0CE2" w14:textId="7D30F025" w:rsidR="006C0867" w:rsidRDefault="00A860C2" w:rsidP="006C0867">
      <w:pPr>
        <w:pStyle w:val="a5"/>
        <w:ind w:leftChars="0" w:left="1120" w:firstLine="0"/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95B1AC7" wp14:editId="7C31F8F2">
                <wp:simplePos x="0" y="0"/>
                <wp:positionH relativeFrom="column">
                  <wp:posOffset>676275</wp:posOffset>
                </wp:positionH>
                <wp:positionV relativeFrom="paragraph">
                  <wp:posOffset>157480</wp:posOffset>
                </wp:positionV>
                <wp:extent cx="5324475" cy="729615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729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EAA9A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private class SampleWebViewClient extends WebViewClient { @Override</w:t>
                            </w:r>
                          </w:p>
                          <w:p w14:paraId="54039136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public boolean shouldOverrideUrlLoading(WebView view, String url) { Log.d("&lt;TEST&gt;","URL : "+url);</w:t>
                            </w:r>
                          </w:p>
                          <w:p w14:paraId="27E6B875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/*</w:t>
                            </w:r>
                          </w:p>
                          <w:p w14:paraId="593F334C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*</w:t>
                            </w: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ab/>
                              <w:t>URL별로 분기가 필요합니다. 어플리케이션을 로딩하는것과</w:t>
                            </w:r>
                          </w:p>
                          <w:p w14:paraId="689FDFCC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*</w:t>
                            </w: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ab/>
                              <w:t>WEB PAGE를 로딩하는것을 분리 하여 처리해야 합니다.</w:t>
                            </w:r>
                          </w:p>
                          <w:p w14:paraId="5859723E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*</w:t>
                            </w: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ab/>
                              <w:t>만일 가맹점 특정 어플 URL이 들어온다면</w:t>
                            </w:r>
                          </w:p>
                          <w:p w14:paraId="7A80AC41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*</w:t>
                            </w: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ab/>
                              <w:t>조건을 더 추가하여 처리해 주십시요.</w:t>
                            </w:r>
                          </w:p>
                          <w:p w14:paraId="355D43DB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*/</w:t>
                            </w:r>
                          </w:p>
                          <w:p w14:paraId="56010758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if( !url.startsWith("http://") &amp;&amp; !url.startsWith("https://") &amp;&amp; !url.startsWith("javascript:") )</w:t>
                            </w:r>
                          </w:p>
                          <w:p w14:paraId="00838C32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{</w:t>
                            </w:r>
                          </w:p>
                          <w:p w14:paraId="51A609BE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Intent intent; try{</w:t>
                            </w:r>
                          </w:p>
                          <w:p w14:paraId="69D0A4F9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intent = Intent.parseUri(url, Intent.URI_INTENT_SCHEME); Log.d("&lt;TEST&gt;", "intent getDataString : " + intent.getDataString());</w:t>
                            </w:r>
                          </w:p>
                          <w:p w14:paraId="0455DFCB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} catch (URISyntaxException ex) {</w:t>
                            </w:r>
                          </w:p>
                          <w:p w14:paraId="6D772178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Log.e("&lt;TEST&gt;", "URI syntax error : " + url + ":" + ex.getMessage()); return false;</w:t>
                            </w:r>
                          </w:p>
                          <w:p w14:paraId="0E4BF7AD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}</w:t>
                            </w:r>
                          </w:p>
                          <w:p w14:paraId="13695DB9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try{</w:t>
                            </w:r>
                          </w:p>
                          <w:p w14:paraId="4C3D4CAF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startActivity(intent);</w:t>
                            </w:r>
                          </w:p>
                          <w:p w14:paraId="66B3C48A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}catch(ActivityNotFoundException e){</w:t>
                            </w:r>
                          </w:p>
                          <w:p w14:paraId="1987E2B6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/* ISP어플이 현재 폰에 없다면 아래 처리에서</w:t>
                            </w:r>
                          </w:p>
                          <w:p w14:paraId="158B22E8" w14:textId="0D112E45" w:rsidR="005F7164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* 알림을 통해 처리하도록 하였습니다</w:t>
                            </w:r>
                          </w:p>
                          <w:p w14:paraId="382AF2FA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</w:p>
                          <w:p w14:paraId="183CF545" w14:textId="77777777" w:rsidR="005F7164" w:rsidRPr="006C0867" w:rsidRDefault="005F7164" w:rsidP="0079786A">
                            <w:pPr>
                              <w:pStyle w:val="af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1894"/>
                              </w:tabs>
                              <w:spacing w:before="2" w:line="357" w:lineRule="exact"/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삼성카드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및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기타</w:t>
                            </w:r>
                            <w:r w:rsidRPr="006C0867">
                              <w:rPr>
                                <w:color w:val="000000" w:themeColor="text1"/>
                                <w:spacing w:val="40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안심클릭에서는</w:t>
                            </w:r>
                          </w:p>
                          <w:p w14:paraId="759A15BB" w14:textId="77777777" w:rsidR="005F7164" w:rsidRPr="006C0867" w:rsidRDefault="005F7164" w:rsidP="0079786A">
                            <w:pPr>
                              <w:pStyle w:val="af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1894"/>
                              </w:tabs>
                              <w:spacing w:line="346" w:lineRule="exact"/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카드사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웹페이지에서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알아서</w:t>
                            </w:r>
                            <w:r w:rsidRPr="006C0867">
                              <w:rPr>
                                <w:color w:val="000000" w:themeColor="text1"/>
                                <w:spacing w:val="40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처리하기때문에</w:t>
                            </w:r>
                          </w:p>
                          <w:p w14:paraId="33409395" w14:textId="77777777" w:rsidR="005F7164" w:rsidRPr="006C0867" w:rsidRDefault="005F7164" w:rsidP="0079786A">
                            <w:pPr>
                              <w:pStyle w:val="af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1866"/>
                              </w:tabs>
                              <w:spacing w:line="346" w:lineRule="exact"/>
                              <w:ind w:left="1865" w:hanging="155"/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WEBVIEW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에서는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별다른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처리를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하지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않아도</w:t>
                            </w:r>
                            <w:r w:rsidRPr="006C0867">
                              <w:rPr>
                                <w:color w:val="000000" w:themeColor="text1"/>
                                <w:spacing w:val="3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처리됩니다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.</w:t>
                            </w:r>
                          </w:p>
                          <w:p w14:paraId="4F6A7D4A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1711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*/</w:t>
                            </w:r>
                          </w:p>
                          <w:p w14:paraId="435568A2" w14:textId="77777777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ind w:left="1711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if( url.startsWith("ispmobile://"))</w:t>
                            </w:r>
                          </w:p>
                          <w:p w14:paraId="3E9BE625" w14:textId="77777777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ind w:left="1711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{</w:t>
                            </w:r>
                          </w:p>
                          <w:p w14:paraId="109C737D" w14:textId="362EF595" w:rsidR="005F7164" w:rsidRDefault="005F7164" w:rsidP="006C0867">
                            <w:pPr>
                              <w:pStyle w:val="af"/>
                              <w:spacing w:line="346" w:lineRule="exact"/>
                              <w:ind w:left="1307"/>
                              <w:rPr>
                                <w:rFonts w:hint="eastAsia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//onCreateDialog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에서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정의한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ISP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어플리케이션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알럿을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lang w:eastAsia="ko-KR"/>
                              </w:rPr>
                              <w:t>띄워줍니다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  <w:t>.</w:t>
                            </w:r>
                            <w:r>
                              <w:rPr>
                                <w:color w:val="FFFFFF"/>
                                <w:lang w:eastAsia="ko-KR"/>
                              </w:rPr>
                              <w:t>.</w:t>
                            </w:r>
                            <w:r>
                              <w:rPr>
                                <w:color w:val="FFFFFF"/>
                              </w:rPr>
                              <w:t>URI_INTENT_SCHEME); String packageNm = excepIntent.getPackage();</w:t>
                            </w:r>
                          </w:p>
                          <w:p w14:paraId="5D073B34" w14:textId="77777777" w:rsidR="005F7164" w:rsidRDefault="005F7164" w:rsidP="006C0867">
                            <w:pPr>
                              <w:pStyle w:val="af"/>
                              <w:spacing w:before="14"/>
                              <w:rPr>
                                <w:rFonts w:hint="eastAsia"/>
                                <w:sz w:val="17"/>
                              </w:rPr>
                            </w:pPr>
                          </w:p>
                          <w:p w14:paraId="79772DF4" w14:textId="77777777" w:rsidR="005F7164" w:rsidRDefault="005F7164" w:rsidP="006C0867">
                            <w:pPr>
                              <w:pStyle w:val="af"/>
                              <w:ind w:left="15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Log.d("&lt;MOBILE&gt;", "excepIntent getPackage : " + packageNm );</w:t>
                            </w:r>
                          </w:p>
                          <w:p w14:paraId="6C2AD157" w14:textId="77777777" w:rsidR="005F7164" w:rsidRDefault="005F7164" w:rsidP="006C0867">
                            <w:pPr>
                              <w:pStyle w:val="af"/>
                              <w:spacing w:before="8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  <w:p w14:paraId="41ADDF6E" w14:textId="77777777" w:rsidR="005F7164" w:rsidRDefault="005F7164" w:rsidP="006C0867">
                            <w:pPr>
                              <w:pStyle w:val="af"/>
                              <w:spacing w:line="225" w:lineRule="auto"/>
                              <w:ind w:left="150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excepIntent = new Intent(Intent.ACTION_VIEW); </w:t>
                            </w:r>
                            <w:r>
                              <w:rPr>
                                <w:color w:val="FFFFFF"/>
                                <w:w w:val="95"/>
                              </w:rPr>
                              <w:t>excepIntent.setData(Uri.parse("market://search?q="+packageNm));</w:t>
                            </w:r>
                          </w:p>
                          <w:p w14:paraId="46615D4C" w14:textId="77777777" w:rsidR="005F7164" w:rsidRDefault="005F7164" w:rsidP="006C0867">
                            <w:pPr>
                              <w:pStyle w:val="af"/>
                              <w:spacing w:before="16"/>
                              <w:rPr>
                                <w:rFonts w:hint="eastAsia"/>
                                <w:sz w:val="17"/>
                              </w:rPr>
                            </w:pPr>
                          </w:p>
                          <w:p w14:paraId="2044FA63" w14:textId="77777777" w:rsidR="005F7164" w:rsidRDefault="005F7164" w:rsidP="006C0867">
                            <w:pPr>
                              <w:pStyle w:val="af"/>
                              <w:spacing w:line="358" w:lineRule="exact"/>
                              <w:ind w:left="15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startActivity(excepIntent);</w:t>
                            </w:r>
                          </w:p>
                          <w:p w14:paraId="11467046" w14:textId="77777777" w:rsidR="005F7164" w:rsidRDefault="005F7164" w:rsidP="006C0867">
                            <w:pPr>
                              <w:pStyle w:val="af"/>
                              <w:spacing w:line="347" w:lineRule="exact"/>
                              <w:ind w:left="19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} catch (URISyntaxException e1) {</w:t>
                            </w:r>
                          </w:p>
                          <w:p w14:paraId="564DEBC5" w14:textId="77777777" w:rsidR="005F7164" w:rsidRDefault="005F7164" w:rsidP="006C0867">
                            <w:pPr>
                              <w:pStyle w:val="af"/>
                              <w:tabs>
                                <w:tab w:val="left" w:pos="7575"/>
                              </w:tabs>
                              <w:spacing w:line="346" w:lineRule="exact"/>
                              <w:ind w:left="27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Log.e("&lt;MOBILE&gt;",  "INTENT://  </w:t>
                            </w:r>
                            <w:r>
                              <w:rPr>
                                <w:color w:val="FFFFFF"/>
                              </w:rPr>
                              <w:t>인입될시</w:t>
                            </w:r>
                            <w:r>
                              <w:rPr>
                                <w:color w:val="FFFFF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예외</w:t>
                            </w:r>
                            <w:r>
                              <w:rPr>
                                <w:color w:val="FFFFFF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처리</w:t>
                            </w:r>
                            <w:r>
                              <w:rPr>
                                <w:color w:val="FFFFFF"/>
                              </w:rPr>
                              <w:tab/>
                            </w:r>
                            <w:r>
                              <w:rPr>
                                <w:color w:val="FFFFFF"/>
                              </w:rPr>
                              <w:t>오류</w:t>
                            </w:r>
                            <w:r>
                              <w:rPr>
                                <w:color w:val="FFFFFF"/>
                                <w:spacing w:val="47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</w:rPr>
                              <w:t>:</w:t>
                            </w:r>
                          </w:p>
                          <w:p w14:paraId="065AC334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1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105"/>
                              </w:rPr>
                              <w:t>" + e1 );</w:t>
                            </w:r>
                          </w:p>
                          <w:p w14:paraId="62FF652D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4911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7AD94D87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110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7D80409B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90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3C3B7138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4F73555F" w14:textId="77777777" w:rsidR="005F7164" w:rsidRDefault="005F7164" w:rsidP="006C0867">
                            <w:pPr>
                              <w:pStyle w:val="af"/>
                              <w:spacing w:line="347" w:lineRule="exact"/>
                              <w:ind w:left="7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else</w:t>
                            </w:r>
                          </w:p>
                          <w:p w14:paraId="169F0A29" w14:textId="77777777" w:rsidR="005F7164" w:rsidRDefault="005F7164" w:rsidP="006C0867">
                            <w:pPr>
                              <w:pStyle w:val="af"/>
                              <w:spacing w:line="347" w:lineRule="exact"/>
                              <w:ind w:left="7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{</w:t>
                            </w:r>
                          </w:p>
                          <w:p w14:paraId="6E5588E7" w14:textId="77777777" w:rsidR="005F7164" w:rsidRDefault="005F7164" w:rsidP="006C0867">
                            <w:pPr>
                              <w:pStyle w:val="af"/>
                              <w:spacing w:before="5" w:line="225" w:lineRule="auto"/>
                              <w:ind w:left="909" w:right="573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95"/>
                              </w:rPr>
                              <w:t xml:space="preserve">view.loadUrl(url); </w:t>
                            </w:r>
                            <w:r>
                              <w:rPr>
                                <w:color w:val="FFFFFF"/>
                              </w:rPr>
                              <w:t>return false;</w:t>
                            </w:r>
                          </w:p>
                          <w:p w14:paraId="62720718" w14:textId="77777777" w:rsidR="005F7164" w:rsidRDefault="005F7164" w:rsidP="006C0867">
                            <w:pPr>
                              <w:pStyle w:val="af"/>
                              <w:spacing w:line="341" w:lineRule="exact"/>
                              <w:ind w:left="7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4B870340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return true;</w:t>
                            </w:r>
                          </w:p>
                          <w:p w14:paraId="15949ECC" w14:textId="77777777" w:rsidR="005F7164" w:rsidRDefault="005F7164" w:rsidP="006C0867">
                            <w:pPr>
                              <w:pStyle w:val="af"/>
                              <w:spacing w:line="346" w:lineRule="exact"/>
                              <w:ind w:left="50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019CA4D9" w14:textId="77777777" w:rsidR="005F7164" w:rsidRDefault="005F7164" w:rsidP="006C0867">
                            <w:pPr>
                              <w:pStyle w:val="af"/>
                              <w:spacing w:line="354" w:lineRule="exact"/>
                              <w:ind w:left="1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color w:val="FFFFFF"/>
                                <w:w w:val="85"/>
                              </w:rPr>
                              <w:t>}</w:t>
                            </w:r>
                          </w:p>
                          <w:p w14:paraId="62B836D6" w14:textId="77777777" w:rsidR="005F7164" w:rsidRPr="006C0867" w:rsidRDefault="005F7164" w:rsidP="006C0867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B1AC7" id="Text Box 17" o:spid="_x0000_s1033" type="#_x0000_t202" style="position:absolute;left:0;text-align:left;margin-left:53.25pt;margin-top:12.4pt;width:419.25pt;height:574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" fillcolor="white [3201]" strokeweight=".5pt">
                <v:textbox>
                  <w:txbxContent>
                    <w:p w14:paraId="1A9EAA9A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private class SampleWebViewClient extends WebViewClient { @Override</w:t>
                      </w:r>
                    </w:p>
                    <w:p w14:paraId="54039136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public boolean shouldOverrideUrlLoading(WebView view, String url) { Log.d("&lt;TEST&gt;","URL : "+url);</w:t>
                      </w:r>
                    </w:p>
                    <w:p w14:paraId="27E6B875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/*</w:t>
                      </w:r>
                    </w:p>
                    <w:p w14:paraId="593F334C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*</w:t>
                      </w: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ab/>
                        <w:t>URL별로 분기가 필요합니다. 어플리케이션을 로딩하는것과</w:t>
                      </w:r>
                    </w:p>
                    <w:p w14:paraId="689FDFCC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*</w:t>
                      </w: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ab/>
                        <w:t>WEB PAGE를 로딩하는것을 분리 하여 처리해야 합니다.</w:t>
                      </w:r>
                    </w:p>
                    <w:p w14:paraId="5859723E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*</w:t>
                      </w: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ab/>
                        <w:t>만일 가맹점 특정 어플 URL이 들어온다면</w:t>
                      </w:r>
                    </w:p>
                    <w:p w14:paraId="7A80AC41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*</w:t>
                      </w: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ab/>
                        <w:t>조건을 더 추가하여 처리해 주십시요.</w:t>
                      </w:r>
                    </w:p>
                    <w:p w14:paraId="355D43DB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*/</w:t>
                      </w:r>
                    </w:p>
                    <w:p w14:paraId="56010758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if( !url.startsWith("http://") &amp;&amp; !url.startsWith("https://") &amp;&amp; !url.startsWith("javascript:") )</w:t>
                      </w:r>
                    </w:p>
                    <w:p w14:paraId="00838C32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{</w:t>
                      </w:r>
                    </w:p>
                    <w:p w14:paraId="51A609BE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Intent intent; try{</w:t>
                      </w:r>
                    </w:p>
                    <w:p w14:paraId="69D0A4F9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intent = Intent.parseUri(url, Intent.URI_INTENT_SCHEME); Log.d("&lt;TEST&gt;", "intent getDataString : " + intent.getDataString());</w:t>
                      </w:r>
                    </w:p>
                    <w:p w14:paraId="0455DFCB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} catch (URISyntaxException ex) {</w:t>
                      </w:r>
                    </w:p>
                    <w:p w14:paraId="6D772178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Log.e("&lt;TEST&gt;", "URI syntax error : " + url + ":" + ex.getMessage()); return false;</w:t>
                      </w:r>
                    </w:p>
                    <w:p w14:paraId="0E4BF7AD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}</w:t>
                      </w:r>
                    </w:p>
                    <w:p w14:paraId="13695DB9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try{</w:t>
                      </w:r>
                    </w:p>
                    <w:p w14:paraId="4C3D4CAF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startActivity(intent);</w:t>
                      </w:r>
                    </w:p>
                    <w:p w14:paraId="66B3C48A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}catch(ActivityNotFoundException e){</w:t>
                      </w:r>
                    </w:p>
                    <w:p w14:paraId="1987E2B6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/* ISP어플이 현재 폰에 없다면 아래 처리에서</w:t>
                      </w:r>
                    </w:p>
                    <w:p w14:paraId="158B22E8" w14:textId="0D112E45" w:rsidR="005F7164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C086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* 알림을 통해 처리하도록 하였습니다</w:t>
                      </w:r>
                    </w:p>
                    <w:p w14:paraId="382AF2FA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</w:p>
                    <w:p w14:paraId="183CF545" w14:textId="77777777" w:rsidR="005F7164" w:rsidRPr="006C0867" w:rsidRDefault="005F7164" w:rsidP="0079786A">
                      <w:pPr>
                        <w:pStyle w:val="af"/>
                        <w:numPr>
                          <w:ilvl w:val="0"/>
                          <w:numId w:val="19"/>
                        </w:numPr>
                        <w:tabs>
                          <w:tab w:val="left" w:pos="1894"/>
                        </w:tabs>
                        <w:spacing w:before="2" w:line="357" w:lineRule="exact"/>
                        <w:rPr>
                          <w:rFonts w:hint="eastAsia"/>
                          <w:color w:val="000000" w:themeColor="text1"/>
                          <w:lang w:eastAsia="ko-KR"/>
                        </w:rPr>
                      </w:pPr>
                      <w:r w:rsidRPr="006C0867">
                        <w:rPr>
                          <w:color w:val="000000" w:themeColor="text1"/>
                          <w:lang w:eastAsia="ko-KR"/>
                        </w:rPr>
                        <w:t>삼성카드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및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기타</w:t>
                      </w:r>
                      <w:r w:rsidRPr="006C0867">
                        <w:rPr>
                          <w:color w:val="000000" w:themeColor="text1"/>
                          <w:spacing w:val="40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안심클릭에서는</w:t>
                      </w:r>
                    </w:p>
                    <w:p w14:paraId="759A15BB" w14:textId="77777777" w:rsidR="005F7164" w:rsidRPr="006C0867" w:rsidRDefault="005F7164" w:rsidP="0079786A">
                      <w:pPr>
                        <w:pStyle w:val="af"/>
                        <w:numPr>
                          <w:ilvl w:val="0"/>
                          <w:numId w:val="19"/>
                        </w:numPr>
                        <w:tabs>
                          <w:tab w:val="left" w:pos="1894"/>
                        </w:tabs>
                        <w:spacing w:line="346" w:lineRule="exact"/>
                        <w:rPr>
                          <w:rFonts w:hint="eastAsia"/>
                          <w:color w:val="000000" w:themeColor="text1"/>
                          <w:lang w:eastAsia="ko-KR"/>
                        </w:rPr>
                      </w:pPr>
                      <w:r w:rsidRPr="006C0867">
                        <w:rPr>
                          <w:color w:val="000000" w:themeColor="text1"/>
                          <w:lang w:eastAsia="ko-KR"/>
                        </w:rPr>
                        <w:t>카드사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웹페이지에서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알아서</w:t>
                      </w:r>
                      <w:r w:rsidRPr="006C0867">
                        <w:rPr>
                          <w:color w:val="000000" w:themeColor="text1"/>
                          <w:spacing w:val="40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처리하기때문에</w:t>
                      </w:r>
                    </w:p>
                    <w:p w14:paraId="33409395" w14:textId="77777777" w:rsidR="005F7164" w:rsidRPr="006C0867" w:rsidRDefault="005F7164" w:rsidP="0079786A">
                      <w:pPr>
                        <w:pStyle w:val="af"/>
                        <w:numPr>
                          <w:ilvl w:val="0"/>
                          <w:numId w:val="19"/>
                        </w:numPr>
                        <w:tabs>
                          <w:tab w:val="left" w:pos="1866"/>
                        </w:tabs>
                        <w:spacing w:line="346" w:lineRule="exact"/>
                        <w:ind w:left="1865" w:hanging="155"/>
                        <w:rPr>
                          <w:rFonts w:hint="eastAsia"/>
                          <w:color w:val="000000" w:themeColor="text1"/>
                          <w:lang w:eastAsia="ko-KR"/>
                        </w:rPr>
                      </w:pPr>
                      <w:r w:rsidRPr="006C0867">
                        <w:rPr>
                          <w:color w:val="000000" w:themeColor="text1"/>
                          <w:lang w:eastAsia="ko-KR"/>
                        </w:rPr>
                        <w:t>WEBVIEW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에서는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별다른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처리를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하지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않아도</w:t>
                      </w:r>
                      <w:r w:rsidRPr="006C0867">
                        <w:rPr>
                          <w:color w:val="000000" w:themeColor="text1"/>
                          <w:spacing w:val="3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처리됩니다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.</w:t>
                      </w:r>
                    </w:p>
                    <w:p w14:paraId="4F6A7D4A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1711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*/</w:t>
                      </w:r>
                    </w:p>
                    <w:p w14:paraId="435568A2" w14:textId="77777777" w:rsidR="005F7164" w:rsidRPr="006C0867" w:rsidRDefault="005F7164" w:rsidP="006C0867">
                      <w:pPr>
                        <w:pStyle w:val="af"/>
                        <w:spacing w:line="347" w:lineRule="exact"/>
                        <w:ind w:left="1711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if( url.startsWith("ispmobile://"))</w:t>
                      </w:r>
                    </w:p>
                    <w:p w14:paraId="3E9BE625" w14:textId="77777777" w:rsidR="005F7164" w:rsidRPr="006C0867" w:rsidRDefault="005F7164" w:rsidP="006C0867">
                      <w:pPr>
                        <w:pStyle w:val="af"/>
                        <w:spacing w:line="347" w:lineRule="exact"/>
                        <w:ind w:left="1711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{</w:t>
                      </w:r>
                    </w:p>
                    <w:p w14:paraId="109C737D" w14:textId="362EF595" w:rsidR="005F7164" w:rsidRDefault="005F7164" w:rsidP="006C0867">
                      <w:pPr>
                        <w:pStyle w:val="af"/>
                        <w:spacing w:line="346" w:lineRule="exact"/>
                        <w:ind w:left="1307"/>
                        <w:rPr>
                          <w:rFonts w:hint="eastAsia"/>
                        </w:rPr>
                      </w:pPr>
                      <w:r w:rsidRPr="006C0867">
                        <w:rPr>
                          <w:color w:val="000000" w:themeColor="text1"/>
                          <w:lang w:eastAsia="ko-KR"/>
                        </w:rPr>
                        <w:t>//onCreateDialog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에서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정의한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ISP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어플리케이션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알럿을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lang w:eastAsia="ko-KR"/>
                        </w:rPr>
                        <w:t>띄워줍니다</w:t>
                      </w:r>
                      <w:r>
                        <w:rPr>
                          <w:rFonts w:hint="eastAsia"/>
                          <w:color w:val="000000" w:themeColor="text1"/>
                          <w:lang w:eastAsia="ko-KR"/>
                        </w:rPr>
                        <w:t>.</w:t>
                      </w:r>
                      <w:r>
                        <w:rPr>
                          <w:color w:val="FFFFFF"/>
                          <w:lang w:eastAsia="ko-KR"/>
                        </w:rPr>
                        <w:t>.</w:t>
                      </w:r>
                      <w:r>
                        <w:rPr>
                          <w:color w:val="FFFFFF"/>
                        </w:rPr>
                        <w:t>URI_INTENT_SCHEME); String packageNm = excepIntent.getPackage();</w:t>
                      </w:r>
                    </w:p>
                    <w:p w14:paraId="5D073B34" w14:textId="77777777" w:rsidR="005F7164" w:rsidRDefault="005F7164" w:rsidP="006C0867">
                      <w:pPr>
                        <w:pStyle w:val="af"/>
                        <w:spacing w:before="14"/>
                        <w:rPr>
                          <w:rFonts w:hint="eastAsia"/>
                          <w:sz w:val="17"/>
                        </w:rPr>
                      </w:pPr>
                    </w:p>
                    <w:p w14:paraId="79772DF4" w14:textId="77777777" w:rsidR="005F7164" w:rsidRDefault="005F7164" w:rsidP="006C0867">
                      <w:pPr>
                        <w:pStyle w:val="af"/>
                        <w:ind w:left="15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>Log.d("&lt;MOBILE&gt;", "excepIntent getPackage : " + packageNm );</w:t>
                      </w:r>
                    </w:p>
                    <w:p w14:paraId="6C2AD157" w14:textId="77777777" w:rsidR="005F7164" w:rsidRDefault="005F7164" w:rsidP="006C0867">
                      <w:pPr>
                        <w:pStyle w:val="af"/>
                        <w:spacing w:before="8"/>
                        <w:rPr>
                          <w:rFonts w:hint="eastAsia"/>
                          <w:sz w:val="18"/>
                        </w:rPr>
                      </w:pPr>
                    </w:p>
                    <w:p w14:paraId="41ADDF6E" w14:textId="77777777" w:rsidR="005F7164" w:rsidRDefault="005F7164" w:rsidP="006C0867">
                      <w:pPr>
                        <w:pStyle w:val="af"/>
                        <w:spacing w:line="225" w:lineRule="auto"/>
                        <w:ind w:left="1509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 xml:space="preserve">excepIntent = new Intent(Intent.ACTION_VIEW); </w:t>
                      </w:r>
                      <w:r>
                        <w:rPr>
                          <w:color w:val="FFFFFF"/>
                          <w:w w:val="95"/>
                        </w:rPr>
                        <w:t>excepIntent.setData(Uri.parse("market://search?q="+packageNm));</w:t>
                      </w:r>
                    </w:p>
                    <w:p w14:paraId="46615D4C" w14:textId="77777777" w:rsidR="005F7164" w:rsidRDefault="005F7164" w:rsidP="006C0867">
                      <w:pPr>
                        <w:pStyle w:val="af"/>
                        <w:spacing w:before="16"/>
                        <w:rPr>
                          <w:rFonts w:hint="eastAsia"/>
                          <w:sz w:val="17"/>
                        </w:rPr>
                      </w:pPr>
                    </w:p>
                    <w:p w14:paraId="2044FA63" w14:textId="77777777" w:rsidR="005F7164" w:rsidRDefault="005F7164" w:rsidP="006C0867">
                      <w:pPr>
                        <w:pStyle w:val="af"/>
                        <w:spacing w:line="358" w:lineRule="exact"/>
                        <w:ind w:left="15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>startActivity(excepIntent);</w:t>
                      </w:r>
                    </w:p>
                    <w:p w14:paraId="11467046" w14:textId="77777777" w:rsidR="005F7164" w:rsidRDefault="005F7164" w:rsidP="006C0867">
                      <w:pPr>
                        <w:pStyle w:val="af"/>
                        <w:spacing w:line="347" w:lineRule="exact"/>
                        <w:ind w:left="19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>} catch (URISyntaxException e1) {</w:t>
                      </w:r>
                    </w:p>
                    <w:p w14:paraId="564DEBC5" w14:textId="77777777" w:rsidR="005F7164" w:rsidRDefault="005F7164" w:rsidP="006C0867">
                      <w:pPr>
                        <w:pStyle w:val="af"/>
                        <w:tabs>
                          <w:tab w:val="left" w:pos="7575"/>
                        </w:tabs>
                        <w:spacing w:line="346" w:lineRule="exact"/>
                        <w:ind w:left="2710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 xml:space="preserve">Log.e("&lt;MOBILE&gt;",  "INTENT://  </w:t>
                      </w:r>
                      <w:r>
                        <w:rPr>
                          <w:color w:val="FFFFFF"/>
                        </w:rPr>
                        <w:t>인입될시</w:t>
                      </w:r>
                      <w:r>
                        <w:rPr>
                          <w:color w:val="FFFFFF"/>
                          <w:spacing w:val="25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예외</w:t>
                      </w:r>
                      <w:r>
                        <w:rPr>
                          <w:color w:val="FFFFFF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1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처리</w:t>
                      </w:r>
                      <w:r>
                        <w:rPr>
                          <w:color w:val="FFFFFF"/>
                        </w:rPr>
                        <w:tab/>
                      </w:r>
                      <w:r>
                        <w:rPr>
                          <w:color w:val="FFFFFF"/>
                        </w:rPr>
                        <w:t>오류</w:t>
                      </w:r>
                      <w:r>
                        <w:rPr>
                          <w:color w:val="FFFFFF"/>
                          <w:spacing w:val="47"/>
                        </w:rPr>
                        <w:t xml:space="preserve"> </w:t>
                      </w:r>
                      <w:r>
                        <w:rPr>
                          <w:color w:val="FFFFFF"/>
                        </w:rPr>
                        <w:t>:</w:t>
                      </w:r>
                    </w:p>
                    <w:p w14:paraId="065AC334" w14:textId="77777777" w:rsidR="005F7164" w:rsidRDefault="005F7164" w:rsidP="006C0867">
                      <w:pPr>
                        <w:pStyle w:val="af"/>
                        <w:spacing w:line="346" w:lineRule="exact"/>
                        <w:ind w:left="110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105"/>
                        </w:rPr>
                        <w:t>" + e1 );</w:t>
                      </w:r>
                    </w:p>
                    <w:p w14:paraId="62FF652D" w14:textId="77777777" w:rsidR="005F7164" w:rsidRDefault="005F7164" w:rsidP="006C0867">
                      <w:pPr>
                        <w:pStyle w:val="af"/>
                        <w:spacing w:line="346" w:lineRule="exact"/>
                        <w:ind w:left="4911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7AD94D87" w14:textId="77777777" w:rsidR="005F7164" w:rsidRDefault="005F7164" w:rsidP="006C0867">
                      <w:pPr>
                        <w:pStyle w:val="af"/>
                        <w:spacing w:line="346" w:lineRule="exact"/>
                        <w:ind w:left="1108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7D80409B" w14:textId="77777777" w:rsidR="005F7164" w:rsidRDefault="005F7164" w:rsidP="006C0867">
                      <w:pPr>
                        <w:pStyle w:val="af"/>
                        <w:spacing w:line="346" w:lineRule="exact"/>
                        <w:ind w:left="909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3C3B7138" w14:textId="77777777" w:rsidR="005F7164" w:rsidRDefault="005F7164" w:rsidP="006C086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4F73555F" w14:textId="77777777" w:rsidR="005F7164" w:rsidRDefault="005F7164" w:rsidP="006C0867">
                      <w:pPr>
                        <w:pStyle w:val="af"/>
                        <w:spacing w:line="347" w:lineRule="exact"/>
                        <w:ind w:left="710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>else</w:t>
                      </w:r>
                    </w:p>
                    <w:p w14:paraId="169F0A29" w14:textId="77777777" w:rsidR="005F7164" w:rsidRDefault="005F7164" w:rsidP="006C0867">
                      <w:pPr>
                        <w:pStyle w:val="af"/>
                        <w:spacing w:line="347" w:lineRule="exact"/>
                        <w:ind w:left="7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{</w:t>
                      </w:r>
                    </w:p>
                    <w:p w14:paraId="6E5588E7" w14:textId="77777777" w:rsidR="005F7164" w:rsidRDefault="005F7164" w:rsidP="006C0867">
                      <w:pPr>
                        <w:pStyle w:val="af"/>
                        <w:spacing w:before="5" w:line="225" w:lineRule="auto"/>
                        <w:ind w:left="909" w:right="5730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95"/>
                        </w:rPr>
                        <w:t xml:space="preserve">view.loadUrl(url); </w:t>
                      </w:r>
                      <w:r>
                        <w:rPr>
                          <w:color w:val="FFFFFF"/>
                        </w:rPr>
                        <w:t>return false;</w:t>
                      </w:r>
                    </w:p>
                    <w:p w14:paraId="62720718" w14:textId="77777777" w:rsidR="005F7164" w:rsidRDefault="005F7164" w:rsidP="006C0867">
                      <w:pPr>
                        <w:pStyle w:val="af"/>
                        <w:spacing w:line="341" w:lineRule="exact"/>
                        <w:ind w:left="7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4B870340" w14:textId="77777777" w:rsidR="005F7164" w:rsidRDefault="005F7164" w:rsidP="006C086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</w:rPr>
                        <w:t>return true;</w:t>
                      </w:r>
                    </w:p>
                    <w:p w14:paraId="15949ECC" w14:textId="77777777" w:rsidR="005F7164" w:rsidRDefault="005F7164" w:rsidP="006C0867">
                      <w:pPr>
                        <w:pStyle w:val="af"/>
                        <w:spacing w:line="346" w:lineRule="exact"/>
                        <w:ind w:left="508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019CA4D9" w14:textId="77777777" w:rsidR="005F7164" w:rsidRDefault="005F7164" w:rsidP="006C0867">
                      <w:pPr>
                        <w:pStyle w:val="af"/>
                        <w:spacing w:line="354" w:lineRule="exact"/>
                        <w:ind w:left="110"/>
                        <w:rPr>
                          <w:rFonts w:hint="eastAsia"/>
                        </w:rPr>
                      </w:pPr>
                      <w:r>
                        <w:rPr>
                          <w:color w:val="FFFFFF"/>
                          <w:w w:val="85"/>
                        </w:rPr>
                        <w:t>}</w:t>
                      </w:r>
                    </w:p>
                    <w:p w14:paraId="62B836D6" w14:textId="77777777" w:rsidR="005F7164" w:rsidRPr="006C0867" w:rsidRDefault="005F7164" w:rsidP="006C0867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D4197C" w14:textId="42316D0A" w:rsidR="006C0867" w:rsidRDefault="006C0867" w:rsidP="006C0867"/>
    <w:p w14:paraId="241C4DD2" w14:textId="77777777" w:rsidR="006C0867" w:rsidRDefault="006C0867" w:rsidP="006C0867"/>
    <w:p w14:paraId="6CE22789" w14:textId="77777777" w:rsidR="006C0867" w:rsidRDefault="006C0867" w:rsidP="006C0867"/>
    <w:p w14:paraId="3B13A017" w14:textId="77777777" w:rsidR="006C0867" w:rsidRDefault="006C0867" w:rsidP="006C0867"/>
    <w:p w14:paraId="7AF16CCA" w14:textId="77777777" w:rsidR="006C0867" w:rsidRDefault="006C0867" w:rsidP="006C0867"/>
    <w:p w14:paraId="1AE78ACE" w14:textId="77777777" w:rsidR="006C0867" w:rsidRDefault="006C0867" w:rsidP="006C0867"/>
    <w:p w14:paraId="3FC4B968" w14:textId="77777777" w:rsidR="006C0867" w:rsidRDefault="006C0867" w:rsidP="006C0867"/>
    <w:p w14:paraId="7909A9F0" w14:textId="77777777" w:rsidR="006C0867" w:rsidRDefault="006C0867" w:rsidP="006C0867"/>
    <w:p w14:paraId="02C95041" w14:textId="77777777" w:rsidR="006C0867" w:rsidRDefault="006C0867" w:rsidP="006C0867"/>
    <w:p w14:paraId="00188F08" w14:textId="77777777" w:rsidR="006C0867" w:rsidRDefault="006C0867" w:rsidP="006C0867"/>
    <w:p w14:paraId="4933C8FA" w14:textId="77777777" w:rsidR="006C0867" w:rsidRDefault="006C0867" w:rsidP="006C0867"/>
    <w:p w14:paraId="62B1E997" w14:textId="77777777" w:rsidR="006C0867" w:rsidRDefault="006C0867" w:rsidP="006C0867"/>
    <w:p w14:paraId="5E5B3FC3" w14:textId="77777777" w:rsidR="006C0867" w:rsidRDefault="006C0867" w:rsidP="006C0867"/>
    <w:p w14:paraId="6DAA09FB" w14:textId="77777777" w:rsidR="006C0867" w:rsidRDefault="006C0867" w:rsidP="006C0867"/>
    <w:p w14:paraId="2F4DE2D6" w14:textId="77777777" w:rsidR="006C0867" w:rsidRDefault="006C0867" w:rsidP="006C0867"/>
    <w:p w14:paraId="5A0400EF" w14:textId="77777777" w:rsidR="006C0867" w:rsidRDefault="006C0867" w:rsidP="006C0867"/>
    <w:p w14:paraId="66A4BED1" w14:textId="77777777" w:rsidR="006C0867" w:rsidRDefault="006C0867" w:rsidP="006C0867"/>
    <w:p w14:paraId="59394AA4" w14:textId="77777777" w:rsidR="006C0867" w:rsidRDefault="006C0867" w:rsidP="006C0867"/>
    <w:p w14:paraId="05F152F1" w14:textId="77777777" w:rsidR="006C0867" w:rsidRDefault="006C0867" w:rsidP="006C0867"/>
    <w:p w14:paraId="1607A778" w14:textId="77777777" w:rsidR="006C0867" w:rsidRDefault="006C0867" w:rsidP="006C0867"/>
    <w:p w14:paraId="3EB057BF" w14:textId="77777777" w:rsidR="006C0867" w:rsidRDefault="006C0867" w:rsidP="006C0867"/>
    <w:p w14:paraId="0E231A39" w14:textId="5979C1A3" w:rsidR="006C0867" w:rsidRDefault="006C0867" w:rsidP="006C0867"/>
    <w:p w14:paraId="2F067058" w14:textId="2510A98D" w:rsidR="00A860C2" w:rsidRDefault="00A860C2" w:rsidP="006C0867"/>
    <w:p w14:paraId="0B4547F0" w14:textId="7BE58120" w:rsidR="00A860C2" w:rsidRDefault="00A860C2" w:rsidP="006C0867"/>
    <w:p w14:paraId="2E9798A5" w14:textId="08C7BAB3" w:rsidR="00A860C2" w:rsidRDefault="00A860C2" w:rsidP="006C0867"/>
    <w:p w14:paraId="715226D0" w14:textId="77A7E5D5" w:rsidR="00A860C2" w:rsidRDefault="00A860C2" w:rsidP="006C0867"/>
    <w:p w14:paraId="7F290859" w14:textId="643234CB" w:rsidR="00A860C2" w:rsidRDefault="00A860C2" w:rsidP="006C0867"/>
    <w:p w14:paraId="75203053" w14:textId="6EEAE586" w:rsidR="00A860C2" w:rsidRDefault="00A860C2" w:rsidP="006C0867"/>
    <w:p w14:paraId="44742BCF" w14:textId="37C16DDB" w:rsidR="00A860C2" w:rsidRDefault="00A860C2" w:rsidP="006C0867"/>
    <w:p w14:paraId="12A0333E" w14:textId="26DA8C58" w:rsidR="00A860C2" w:rsidRDefault="00A860C2" w:rsidP="006C0867"/>
    <w:p w14:paraId="2946D600" w14:textId="1D8C8329" w:rsidR="00A860C2" w:rsidRDefault="00A860C2" w:rsidP="006C0867"/>
    <w:p w14:paraId="32908879" w14:textId="6DD055DB" w:rsidR="00A860C2" w:rsidRDefault="00A860C2" w:rsidP="006C0867"/>
    <w:p w14:paraId="6C7AB2D5" w14:textId="3A2B9462" w:rsidR="00A860C2" w:rsidRDefault="00A860C2" w:rsidP="006C0867"/>
    <w:p w14:paraId="34E848F2" w14:textId="4E43417B" w:rsidR="00A860C2" w:rsidRDefault="00A860C2" w:rsidP="006C0867"/>
    <w:p w14:paraId="0533F629" w14:textId="35773AA4" w:rsidR="00A860C2" w:rsidRDefault="00A860C2" w:rsidP="006C0867"/>
    <w:p w14:paraId="3A1184D0" w14:textId="4D20F43B" w:rsidR="00A860C2" w:rsidRDefault="00A860C2" w:rsidP="006C0867"/>
    <w:p w14:paraId="04465F04" w14:textId="1AB7DF4B" w:rsidR="00A860C2" w:rsidRDefault="00A860C2" w:rsidP="006C0867"/>
    <w:p w14:paraId="1AFDF4A0" w14:textId="1B9E5054" w:rsidR="00A860C2" w:rsidRDefault="00A860C2" w:rsidP="006C0867"/>
    <w:p w14:paraId="237C74D1" w14:textId="789A48A5" w:rsidR="00A860C2" w:rsidRDefault="00A860C2" w:rsidP="006C0867"/>
    <w:p w14:paraId="51E1D029" w14:textId="5EFB963A" w:rsidR="00A860C2" w:rsidRDefault="00A860C2" w:rsidP="006C0867"/>
    <w:p w14:paraId="74BF0709" w14:textId="5F7DC78C" w:rsidR="00A860C2" w:rsidRDefault="00A860C2" w:rsidP="006C0867"/>
    <w:p w14:paraId="775D399F" w14:textId="4E787AF4" w:rsidR="00A860C2" w:rsidRDefault="00A860C2" w:rsidP="006C0867"/>
    <w:p w14:paraId="7F11B595" w14:textId="65701840" w:rsidR="00A860C2" w:rsidRDefault="00A860C2" w:rsidP="006C0867"/>
    <w:p w14:paraId="185F4AA9" w14:textId="1ABFEF18" w:rsidR="00A860C2" w:rsidRDefault="00A860C2" w:rsidP="006C0867"/>
    <w:p w14:paraId="504419F3" w14:textId="5FA45BE3" w:rsidR="00A860C2" w:rsidRDefault="00A860C2" w:rsidP="006C0867"/>
    <w:p w14:paraId="6FC400B0" w14:textId="4D5B42D8" w:rsidR="00A860C2" w:rsidRDefault="00A860C2" w:rsidP="006C0867"/>
    <w:p w14:paraId="73B1BC65" w14:textId="77777777" w:rsidR="006C0867" w:rsidRDefault="006C0867" w:rsidP="006C0867"/>
    <w:p w14:paraId="57A18639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54F647AD" w14:textId="09CD02C2" w:rsidR="006C0867" w:rsidRDefault="006D3914" w:rsidP="006C0867">
      <w:pPr>
        <w:pStyle w:val="af"/>
        <w:rPr>
          <w:rFonts w:hint="eastAsia"/>
          <w:lang w:eastAsia="ko-KR"/>
        </w:rPr>
      </w:pPr>
      <w:r>
        <w:rPr>
          <w:rFonts w:asciiTheme="minorEastAsia" w:hAnsiTheme="minorEastAsia" w:hint="eastAsi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9D964E" wp14:editId="124C1B33">
                <wp:simplePos x="0" y="0"/>
                <wp:positionH relativeFrom="column">
                  <wp:posOffset>438150</wp:posOffset>
                </wp:positionH>
                <wp:positionV relativeFrom="paragraph">
                  <wp:posOffset>12065</wp:posOffset>
                </wp:positionV>
                <wp:extent cx="5038725" cy="660082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660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0E821" w14:textId="77777777" w:rsidR="005F7164" w:rsidRPr="006C0867" w:rsidRDefault="005F7164" w:rsidP="006C0867">
                            <w:pPr>
                              <w:pStyle w:val="af"/>
                              <w:spacing w:before="5" w:line="225" w:lineRule="auto"/>
                              <w:ind w:left="1307" w:right="3153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 xml:space="preserve">//(ISP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어플리케이션이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없을경우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) showDialog(DIALOG_ISP);</w:t>
                            </w:r>
                          </w:p>
                          <w:p w14:paraId="57E61B18" w14:textId="77777777" w:rsidR="005F7164" w:rsidRPr="006C0867" w:rsidRDefault="005F7164" w:rsidP="006C0867">
                            <w:pPr>
                              <w:pStyle w:val="af"/>
                              <w:spacing w:line="340" w:lineRule="exact"/>
                              <w:ind w:left="13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return false;</w:t>
                            </w:r>
                          </w:p>
                          <w:p w14:paraId="31AA5125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17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 xml:space="preserve">}else if( url.startWith("intent://")){ //intent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형태의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스키마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처리</w:t>
                            </w:r>
                          </w:p>
                          <w:p w14:paraId="6DF7C1B8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13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try {</w:t>
                            </w:r>
                          </w:p>
                          <w:p w14:paraId="54CFA268" w14:textId="77777777" w:rsidR="005F7164" w:rsidRPr="006C0867" w:rsidRDefault="005F7164" w:rsidP="006C0867">
                            <w:pPr>
                              <w:pStyle w:val="af"/>
                              <w:spacing w:before="2" w:line="228" w:lineRule="auto"/>
                              <w:ind w:left="1509" w:right="344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Intent excepIntent = Intent.parseUri(url, Intent.URI_INTENT_SCHEME); String packageNm = excepIntent.getPackage();</w:t>
                            </w:r>
                          </w:p>
                          <w:p w14:paraId="3C9665A5" w14:textId="77777777" w:rsidR="005F7164" w:rsidRPr="006C0867" w:rsidRDefault="005F7164" w:rsidP="006C0867">
                            <w:pPr>
                              <w:pStyle w:val="af"/>
                              <w:spacing w:before="14"/>
                              <w:rPr>
                                <w:rFonts w:hint="eastAsia"/>
                                <w:color w:val="000000" w:themeColor="text1"/>
                                <w:sz w:val="17"/>
                              </w:rPr>
                            </w:pPr>
                          </w:p>
                          <w:p w14:paraId="70C63A10" w14:textId="77777777" w:rsidR="005F7164" w:rsidRPr="006C0867" w:rsidRDefault="005F7164" w:rsidP="006C0867">
                            <w:pPr>
                              <w:pStyle w:val="af"/>
                              <w:ind w:left="15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Log.d("&lt;MOBILE&gt;", "excepIntent getPackage : " + packageNm );</w:t>
                            </w:r>
                          </w:p>
                          <w:p w14:paraId="7FAE70D1" w14:textId="77777777" w:rsidR="005F7164" w:rsidRPr="006C0867" w:rsidRDefault="005F7164" w:rsidP="006C0867">
                            <w:pPr>
                              <w:pStyle w:val="af"/>
                              <w:spacing w:before="8"/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</w:pPr>
                          </w:p>
                          <w:p w14:paraId="622B0F9D" w14:textId="77777777" w:rsidR="005F7164" w:rsidRPr="006C0867" w:rsidRDefault="005F7164" w:rsidP="006C0867">
                            <w:pPr>
                              <w:pStyle w:val="af"/>
                              <w:spacing w:line="225" w:lineRule="auto"/>
                              <w:ind w:left="1509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 xml:space="preserve">excepIntent = new Intent(Intent.ACTION_VIEW); </w:t>
                            </w:r>
                            <w:r w:rsidRPr="006C0867">
                              <w:rPr>
                                <w:color w:val="000000" w:themeColor="text1"/>
                                <w:w w:val="95"/>
                              </w:rPr>
                              <w:t>excepIntent.setData(Uri.parse("market://search?q="+packageNm));</w:t>
                            </w:r>
                          </w:p>
                          <w:p w14:paraId="2902E675" w14:textId="77777777" w:rsidR="005F7164" w:rsidRPr="006C0867" w:rsidRDefault="005F7164" w:rsidP="006C0867">
                            <w:pPr>
                              <w:pStyle w:val="af"/>
                              <w:spacing w:before="16"/>
                              <w:rPr>
                                <w:rFonts w:hint="eastAsia"/>
                                <w:color w:val="000000" w:themeColor="text1"/>
                                <w:sz w:val="17"/>
                              </w:rPr>
                            </w:pPr>
                          </w:p>
                          <w:p w14:paraId="6F4FE9F9" w14:textId="77777777" w:rsidR="005F7164" w:rsidRPr="006C0867" w:rsidRDefault="005F7164" w:rsidP="006C0867">
                            <w:pPr>
                              <w:pStyle w:val="af"/>
                              <w:spacing w:line="358" w:lineRule="exact"/>
                              <w:ind w:left="15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startActivity(excepIntent);</w:t>
                            </w:r>
                          </w:p>
                          <w:p w14:paraId="67CFDCA2" w14:textId="77777777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ind w:left="19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} catch (URISyntaxException e1) {</w:t>
                            </w:r>
                          </w:p>
                          <w:p w14:paraId="2C501156" w14:textId="77777777" w:rsidR="005F7164" w:rsidRPr="006C0867" w:rsidRDefault="005F7164" w:rsidP="006C0867">
                            <w:pPr>
                              <w:pStyle w:val="af"/>
                              <w:tabs>
                                <w:tab w:val="left" w:pos="7575"/>
                              </w:tabs>
                              <w:spacing w:line="346" w:lineRule="exact"/>
                              <w:ind w:left="271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 xml:space="preserve">Log.e("&lt;MOBILE&gt;",  "INTENT:// 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인입될시</w:t>
                            </w:r>
                            <w:r w:rsidRPr="006C0867">
                              <w:rPr>
                                <w:color w:val="000000" w:themeColor="text1"/>
                                <w:spacing w:val="25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예외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  <w:spacing w:val="1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처리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ab/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오류</w:t>
                            </w:r>
                            <w:r w:rsidRPr="006C0867">
                              <w:rPr>
                                <w:color w:val="000000" w:themeColor="text1"/>
                                <w:spacing w:val="47"/>
                              </w:rPr>
                              <w:t xml:space="preserve">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:</w:t>
                            </w:r>
                          </w:p>
                          <w:p w14:paraId="16B5EBF5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11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105"/>
                              </w:rPr>
                              <w:t>" + e1 );</w:t>
                            </w:r>
                          </w:p>
                          <w:p w14:paraId="5C29D611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4911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4C062FA1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11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245E0B15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909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46DBE511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7CEF9F1B" w14:textId="77777777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ind w:left="71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else</w:t>
                            </w:r>
                          </w:p>
                          <w:p w14:paraId="0FB7B829" w14:textId="77777777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{</w:t>
                            </w:r>
                          </w:p>
                          <w:p w14:paraId="1620BF5C" w14:textId="77777777" w:rsidR="005F7164" w:rsidRPr="006C0867" w:rsidRDefault="005F7164" w:rsidP="006C0867">
                            <w:pPr>
                              <w:pStyle w:val="af"/>
                              <w:spacing w:before="5" w:line="225" w:lineRule="auto"/>
                              <w:ind w:left="909" w:right="573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95"/>
                              </w:rPr>
                              <w:t xml:space="preserve">view.loadUrl(url); </w:t>
                            </w:r>
                            <w:r w:rsidRPr="006C0867">
                              <w:rPr>
                                <w:color w:val="000000" w:themeColor="text1"/>
                              </w:rPr>
                              <w:t>return false;</w:t>
                            </w:r>
                          </w:p>
                          <w:p w14:paraId="0159E453" w14:textId="77777777" w:rsidR="005F7164" w:rsidRPr="006C0867" w:rsidRDefault="005F7164" w:rsidP="006C0867">
                            <w:pPr>
                              <w:pStyle w:val="af"/>
                              <w:spacing w:line="341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7098E498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707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</w:rPr>
                              <w:t>return true;</w:t>
                            </w:r>
                          </w:p>
                          <w:p w14:paraId="34868E03" w14:textId="77777777" w:rsidR="005F7164" w:rsidRPr="006C0867" w:rsidRDefault="005F7164" w:rsidP="006C0867">
                            <w:pPr>
                              <w:pStyle w:val="af"/>
                              <w:spacing w:line="346" w:lineRule="exact"/>
                              <w:ind w:left="508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2902D299" w14:textId="77777777" w:rsidR="005F7164" w:rsidRPr="006C0867" w:rsidRDefault="005F7164" w:rsidP="006C0867">
                            <w:pPr>
                              <w:pStyle w:val="af"/>
                              <w:spacing w:line="354" w:lineRule="exact"/>
                              <w:ind w:left="11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6C0867">
                              <w:rPr>
                                <w:color w:val="000000" w:themeColor="text1"/>
                                <w:w w:val="85"/>
                              </w:rPr>
                              <w:t>}</w:t>
                            </w:r>
                          </w:p>
                          <w:p w14:paraId="0B2190D6" w14:textId="38416F20" w:rsidR="005F7164" w:rsidRPr="006C0867" w:rsidRDefault="005F7164" w:rsidP="006C0867">
                            <w:pPr>
                              <w:pStyle w:val="af"/>
                              <w:spacing w:line="347" w:lineRule="exact"/>
                              <w:rPr>
                                <w:rFonts w:hint="eastAsia"/>
                                <w:color w:val="000000" w:themeColor="text1"/>
                                <w:lang w:eastAsia="ko-KR"/>
                              </w:rPr>
                            </w:pPr>
                          </w:p>
                          <w:p w14:paraId="2A467315" w14:textId="77777777" w:rsidR="005F7164" w:rsidRPr="00F77677" w:rsidRDefault="005F7164" w:rsidP="006C0867">
                            <w:pPr>
                              <w:ind w:left="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D964E" id="Text Box 18" o:spid="_x0000_s1034" type="#_x0000_t202" style="position:absolute;margin-left:34.5pt;margin-top:.95pt;width:396.75pt;height:51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" fillcolor="white [3201]" strokeweight=".5pt">
                <v:textbox>
                  <w:txbxContent>
                    <w:p w14:paraId="4150E821" w14:textId="77777777" w:rsidR="005F7164" w:rsidRPr="006C0867" w:rsidRDefault="005F7164" w:rsidP="006C0867">
                      <w:pPr>
                        <w:pStyle w:val="af"/>
                        <w:spacing w:before="5" w:line="225" w:lineRule="auto"/>
                        <w:ind w:left="1307" w:right="3153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 xml:space="preserve">//(ISP </w:t>
                      </w:r>
                      <w:r w:rsidRPr="006C0867">
                        <w:rPr>
                          <w:color w:val="000000" w:themeColor="text1"/>
                        </w:rPr>
                        <w:t>어플리케이션이</w:t>
                      </w:r>
                      <w:r w:rsidRPr="006C0867">
                        <w:rPr>
                          <w:color w:val="000000" w:themeColor="text1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없을경우</w:t>
                      </w:r>
                      <w:r w:rsidRPr="006C0867">
                        <w:rPr>
                          <w:color w:val="000000" w:themeColor="text1"/>
                        </w:rPr>
                        <w:t>) showDialog(DIALOG_ISP);</w:t>
                      </w:r>
                    </w:p>
                    <w:p w14:paraId="57E61B18" w14:textId="77777777" w:rsidR="005F7164" w:rsidRPr="006C0867" w:rsidRDefault="005F7164" w:rsidP="006C0867">
                      <w:pPr>
                        <w:pStyle w:val="af"/>
                        <w:spacing w:line="340" w:lineRule="exact"/>
                        <w:ind w:left="13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return false;</w:t>
                      </w:r>
                    </w:p>
                    <w:p w14:paraId="31AA5125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1708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 xml:space="preserve">}else if( url.startWith("intent://")){ //intent </w:t>
                      </w:r>
                      <w:r w:rsidRPr="006C0867">
                        <w:rPr>
                          <w:color w:val="000000" w:themeColor="text1"/>
                        </w:rPr>
                        <w:t>형태의</w:t>
                      </w:r>
                      <w:r w:rsidRPr="006C0867">
                        <w:rPr>
                          <w:color w:val="000000" w:themeColor="text1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스키마</w:t>
                      </w:r>
                      <w:r w:rsidRPr="006C0867">
                        <w:rPr>
                          <w:color w:val="000000" w:themeColor="text1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처리</w:t>
                      </w:r>
                    </w:p>
                    <w:p w14:paraId="6DF7C1B8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13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try {</w:t>
                      </w:r>
                    </w:p>
                    <w:p w14:paraId="54CFA268" w14:textId="77777777" w:rsidR="005F7164" w:rsidRPr="006C0867" w:rsidRDefault="005F7164" w:rsidP="006C0867">
                      <w:pPr>
                        <w:pStyle w:val="af"/>
                        <w:spacing w:before="2" w:line="228" w:lineRule="auto"/>
                        <w:ind w:left="1509" w:right="344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Intent excepIntent = Intent.parseUri(url, Intent.URI_INTENT_SCHEME); String packageNm = excepIntent.getPackage();</w:t>
                      </w:r>
                    </w:p>
                    <w:p w14:paraId="3C9665A5" w14:textId="77777777" w:rsidR="005F7164" w:rsidRPr="006C0867" w:rsidRDefault="005F7164" w:rsidP="006C0867">
                      <w:pPr>
                        <w:pStyle w:val="af"/>
                        <w:spacing w:before="14"/>
                        <w:rPr>
                          <w:rFonts w:hint="eastAsia"/>
                          <w:color w:val="000000" w:themeColor="text1"/>
                          <w:sz w:val="17"/>
                        </w:rPr>
                      </w:pPr>
                    </w:p>
                    <w:p w14:paraId="70C63A10" w14:textId="77777777" w:rsidR="005F7164" w:rsidRPr="006C0867" w:rsidRDefault="005F7164" w:rsidP="006C0867">
                      <w:pPr>
                        <w:pStyle w:val="af"/>
                        <w:ind w:left="15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Log.d("&lt;MOBILE&gt;", "excepIntent getPackage : " + packageNm );</w:t>
                      </w:r>
                    </w:p>
                    <w:p w14:paraId="7FAE70D1" w14:textId="77777777" w:rsidR="005F7164" w:rsidRPr="006C0867" w:rsidRDefault="005F7164" w:rsidP="006C0867">
                      <w:pPr>
                        <w:pStyle w:val="af"/>
                        <w:spacing w:before="8"/>
                        <w:rPr>
                          <w:rFonts w:hint="eastAsia"/>
                          <w:color w:val="000000" w:themeColor="text1"/>
                          <w:sz w:val="18"/>
                        </w:rPr>
                      </w:pPr>
                    </w:p>
                    <w:p w14:paraId="622B0F9D" w14:textId="77777777" w:rsidR="005F7164" w:rsidRPr="006C0867" w:rsidRDefault="005F7164" w:rsidP="006C0867">
                      <w:pPr>
                        <w:pStyle w:val="af"/>
                        <w:spacing w:line="225" w:lineRule="auto"/>
                        <w:ind w:left="1509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 xml:space="preserve">excepIntent = new Intent(Intent.ACTION_VIEW); </w:t>
                      </w:r>
                      <w:r w:rsidRPr="006C0867">
                        <w:rPr>
                          <w:color w:val="000000" w:themeColor="text1"/>
                          <w:w w:val="95"/>
                        </w:rPr>
                        <w:t>excepIntent.setData(Uri.parse("market://search?q="+packageNm));</w:t>
                      </w:r>
                    </w:p>
                    <w:p w14:paraId="2902E675" w14:textId="77777777" w:rsidR="005F7164" w:rsidRPr="006C0867" w:rsidRDefault="005F7164" w:rsidP="006C0867">
                      <w:pPr>
                        <w:pStyle w:val="af"/>
                        <w:spacing w:before="16"/>
                        <w:rPr>
                          <w:rFonts w:hint="eastAsia"/>
                          <w:color w:val="000000" w:themeColor="text1"/>
                          <w:sz w:val="17"/>
                        </w:rPr>
                      </w:pPr>
                    </w:p>
                    <w:p w14:paraId="6F4FE9F9" w14:textId="77777777" w:rsidR="005F7164" w:rsidRPr="006C0867" w:rsidRDefault="005F7164" w:rsidP="006C0867">
                      <w:pPr>
                        <w:pStyle w:val="af"/>
                        <w:spacing w:line="358" w:lineRule="exact"/>
                        <w:ind w:left="15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startActivity(excepIntent);</w:t>
                      </w:r>
                    </w:p>
                    <w:p w14:paraId="67CFDCA2" w14:textId="77777777" w:rsidR="005F7164" w:rsidRPr="006C0867" w:rsidRDefault="005F7164" w:rsidP="006C0867">
                      <w:pPr>
                        <w:pStyle w:val="af"/>
                        <w:spacing w:line="347" w:lineRule="exact"/>
                        <w:ind w:left="19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} catch (URISyntaxException e1) {</w:t>
                      </w:r>
                    </w:p>
                    <w:p w14:paraId="2C501156" w14:textId="77777777" w:rsidR="005F7164" w:rsidRPr="006C0867" w:rsidRDefault="005F7164" w:rsidP="006C0867">
                      <w:pPr>
                        <w:pStyle w:val="af"/>
                        <w:tabs>
                          <w:tab w:val="left" w:pos="7575"/>
                        </w:tabs>
                        <w:spacing w:line="346" w:lineRule="exact"/>
                        <w:ind w:left="2710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 xml:space="preserve">Log.e("&lt;MOBILE&gt;",  "INTENT://  </w:t>
                      </w:r>
                      <w:r w:rsidRPr="006C0867">
                        <w:rPr>
                          <w:color w:val="000000" w:themeColor="text1"/>
                        </w:rPr>
                        <w:t>인입될시</w:t>
                      </w:r>
                      <w:r w:rsidRPr="006C0867">
                        <w:rPr>
                          <w:color w:val="000000" w:themeColor="text1"/>
                          <w:spacing w:val="25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예외</w:t>
                      </w:r>
                      <w:r w:rsidRPr="006C0867">
                        <w:rPr>
                          <w:color w:val="000000" w:themeColor="text1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  <w:spacing w:val="1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처리</w:t>
                      </w:r>
                      <w:r w:rsidRPr="006C0867">
                        <w:rPr>
                          <w:color w:val="000000" w:themeColor="text1"/>
                        </w:rPr>
                        <w:tab/>
                      </w:r>
                      <w:r w:rsidRPr="006C0867">
                        <w:rPr>
                          <w:color w:val="000000" w:themeColor="text1"/>
                        </w:rPr>
                        <w:t>오류</w:t>
                      </w:r>
                      <w:r w:rsidRPr="006C0867">
                        <w:rPr>
                          <w:color w:val="000000" w:themeColor="text1"/>
                          <w:spacing w:val="47"/>
                        </w:rPr>
                        <w:t xml:space="preserve"> </w:t>
                      </w:r>
                      <w:r w:rsidRPr="006C0867">
                        <w:rPr>
                          <w:color w:val="000000" w:themeColor="text1"/>
                        </w:rPr>
                        <w:t>:</w:t>
                      </w:r>
                    </w:p>
                    <w:p w14:paraId="16B5EBF5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110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105"/>
                        </w:rPr>
                        <w:t>" + e1 );</w:t>
                      </w:r>
                    </w:p>
                    <w:p w14:paraId="5C29D611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4911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4C062FA1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1108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245E0B15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909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46DBE511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7CEF9F1B" w14:textId="77777777" w:rsidR="005F7164" w:rsidRPr="006C0867" w:rsidRDefault="005F7164" w:rsidP="006C0867">
                      <w:pPr>
                        <w:pStyle w:val="af"/>
                        <w:spacing w:line="347" w:lineRule="exact"/>
                        <w:ind w:left="710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else</w:t>
                      </w:r>
                    </w:p>
                    <w:p w14:paraId="0FB7B829" w14:textId="77777777" w:rsidR="005F7164" w:rsidRPr="006C0867" w:rsidRDefault="005F7164" w:rsidP="006C0867">
                      <w:pPr>
                        <w:pStyle w:val="af"/>
                        <w:spacing w:line="347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{</w:t>
                      </w:r>
                    </w:p>
                    <w:p w14:paraId="1620BF5C" w14:textId="77777777" w:rsidR="005F7164" w:rsidRPr="006C0867" w:rsidRDefault="005F7164" w:rsidP="006C0867">
                      <w:pPr>
                        <w:pStyle w:val="af"/>
                        <w:spacing w:before="5" w:line="225" w:lineRule="auto"/>
                        <w:ind w:left="909" w:right="5730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95"/>
                        </w:rPr>
                        <w:t xml:space="preserve">view.loadUrl(url); </w:t>
                      </w:r>
                      <w:r w:rsidRPr="006C0867">
                        <w:rPr>
                          <w:color w:val="000000" w:themeColor="text1"/>
                        </w:rPr>
                        <w:t>return false;</w:t>
                      </w:r>
                    </w:p>
                    <w:p w14:paraId="0159E453" w14:textId="77777777" w:rsidR="005F7164" w:rsidRPr="006C0867" w:rsidRDefault="005F7164" w:rsidP="006C0867">
                      <w:pPr>
                        <w:pStyle w:val="af"/>
                        <w:spacing w:line="341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7098E498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707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</w:rPr>
                        <w:t>return true;</w:t>
                      </w:r>
                    </w:p>
                    <w:p w14:paraId="34868E03" w14:textId="77777777" w:rsidR="005F7164" w:rsidRPr="006C0867" w:rsidRDefault="005F7164" w:rsidP="006C0867">
                      <w:pPr>
                        <w:pStyle w:val="af"/>
                        <w:spacing w:line="346" w:lineRule="exact"/>
                        <w:ind w:left="508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2902D299" w14:textId="77777777" w:rsidR="005F7164" w:rsidRPr="006C0867" w:rsidRDefault="005F7164" w:rsidP="006C0867">
                      <w:pPr>
                        <w:pStyle w:val="af"/>
                        <w:spacing w:line="354" w:lineRule="exact"/>
                        <w:ind w:left="110"/>
                        <w:rPr>
                          <w:rFonts w:hint="eastAsia"/>
                          <w:color w:val="000000" w:themeColor="text1"/>
                        </w:rPr>
                      </w:pPr>
                      <w:r w:rsidRPr="006C0867">
                        <w:rPr>
                          <w:color w:val="000000" w:themeColor="text1"/>
                          <w:w w:val="85"/>
                        </w:rPr>
                        <w:t>}</w:t>
                      </w:r>
                    </w:p>
                    <w:p w14:paraId="0B2190D6" w14:textId="38416F20" w:rsidR="005F7164" w:rsidRPr="006C0867" w:rsidRDefault="005F7164" w:rsidP="006C0867">
                      <w:pPr>
                        <w:pStyle w:val="af"/>
                        <w:spacing w:line="347" w:lineRule="exact"/>
                        <w:rPr>
                          <w:rFonts w:hint="eastAsia"/>
                          <w:color w:val="000000" w:themeColor="text1"/>
                          <w:lang w:eastAsia="ko-KR"/>
                        </w:rPr>
                      </w:pPr>
                    </w:p>
                    <w:p w14:paraId="2A467315" w14:textId="77777777" w:rsidR="005F7164" w:rsidRPr="00F77677" w:rsidRDefault="005F7164" w:rsidP="006C0867">
                      <w:pPr>
                        <w:ind w:left="0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02664E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11BA19D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C13F7B9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35135F6E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340D607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295FA6EE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5593D0E0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22C1081B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6260A868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31298B41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21CFFE8D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3653B11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D97DED5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664C5B2E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A52F0B2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0728A1E0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3CD6C2AD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5F73873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83D3FD6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256E42D2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2062D30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2ADC97C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0179EE6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53792FA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92CE76C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66A443A0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6C34005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B7BD310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685CDF15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DE71367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34E02A0A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6B99063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6AB6E516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057F6871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03D67CAA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56792F6B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00E6E37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35E192C3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29C822D3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7DECC646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7F7F7286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57596BB3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1C8596F5" w14:textId="77777777" w:rsidR="006D3914" w:rsidRDefault="006D3914" w:rsidP="006C0867">
      <w:pPr>
        <w:pStyle w:val="af"/>
        <w:rPr>
          <w:rFonts w:hint="eastAsia"/>
          <w:lang w:eastAsia="ko-KR"/>
        </w:rPr>
      </w:pPr>
    </w:p>
    <w:p w14:paraId="74A7154F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9EFE065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512808FE" w14:textId="52F74D86" w:rsidR="006C0867" w:rsidRDefault="006C0867" w:rsidP="006C0867">
      <w:pPr>
        <w:pStyle w:val="ab"/>
      </w:pPr>
      <w:bookmarkStart w:id="17" w:name="_Toc33213715"/>
      <w:r w:rsidRPr="0049104D">
        <w:rPr>
          <w:rFonts w:hint="eastAsia"/>
        </w:rPr>
        <w:t>4.</w:t>
      </w:r>
      <w:r w:rsidR="004F06D1">
        <w:rPr>
          <w:rFonts w:hint="eastAsia"/>
        </w:rPr>
        <w:t>5</w:t>
      </w:r>
      <w:r w:rsidRPr="0049104D">
        <w:rPr>
          <w:rFonts w:hint="eastAsia"/>
        </w:rPr>
        <w:t xml:space="preserve"> </w:t>
      </w:r>
      <w:r w:rsidR="004F06D1">
        <w:rPr>
          <w:rFonts w:hint="eastAsia"/>
        </w:rPr>
        <w:t>공인인증 앱 연동 방법</w:t>
      </w:r>
      <w:bookmarkEnd w:id="17"/>
    </w:p>
    <w:p w14:paraId="0547414B" w14:textId="2B16A528" w:rsidR="004F06D1" w:rsidRPr="004F06D1" w:rsidRDefault="004F06D1" w:rsidP="0079786A">
      <w:pPr>
        <w:pStyle w:val="a5"/>
        <w:numPr>
          <w:ilvl w:val="0"/>
          <w:numId w:val="22"/>
        </w:numPr>
        <w:ind w:leftChars="0"/>
      </w:pPr>
      <w:r w:rsidRPr="004F06D1">
        <w:rPr>
          <w:rFonts w:hint="eastAsia"/>
        </w:rPr>
        <w:t>안드로이드의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경우</w:t>
      </w:r>
      <w:r w:rsidRPr="004F06D1">
        <w:rPr>
          <w:rFonts w:hint="eastAsia"/>
        </w:rPr>
        <w:t xml:space="preserve">,  </w:t>
      </w:r>
      <w:r w:rsidRPr="004F06D1">
        <w:rPr>
          <w:rFonts w:hint="eastAsia"/>
        </w:rPr>
        <w:t>개별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카드사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앱에서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공인인증서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서명을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할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수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있습니다</w:t>
      </w:r>
      <w:r w:rsidRPr="004F06D1">
        <w:rPr>
          <w:rFonts w:hint="eastAsia"/>
        </w:rPr>
        <w:t xml:space="preserve">. </w:t>
      </w:r>
      <w:r w:rsidRPr="004F06D1">
        <w:rPr>
          <w:rFonts w:hint="eastAsia"/>
        </w:rPr>
        <w:t>이에</w:t>
      </w:r>
      <w:r w:rsidRPr="004F06D1">
        <w:rPr>
          <w:rFonts w:hint="eastAsia"/>
        </w:rPr>
        <w:t xml:space="preserve">, </w:t>
      </w:r>
      <w:r w:rsidRPr="004F06D1">
        <w:rPr>
          <w:rFonts w:hint="eastAsia"/>
        </w:rPr>
        <w:t>카드사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창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내에서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호출하는</w:t>
      </w:r>
      <w:r w:rsidRPr="004F06D1">
        <w:rPr>
          <w:rFonts w:hint="eastAsia"/>
        </w:rPr>
        <w:t xml:space="preserve">  intent  </w:t>
      </w:r>
      <w:r w:rsidRPr="004F06D1">
        <w:rPr>
          <w:rFonts w:hint="eastAsia"/>
        </w:rPr>
        <w:t>혹은</w:t>
      </w:r>
      <w:r w:rsidRPr="004F06D1">
        <w:rPr>
          <w:rFonts w:hint="eastAsia"/>
        </w:rPr>
        <w:t xml:space="preserve">  app  Scheme  </w:t>
      </w:r>
      <w:r w:rsidRPr="004F06D1">
        <w:rPr>
          <w:rFonts w:hint="eastAsia"/>
        </w:rPr>
        <w:t>를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허용할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수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있도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록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가맹점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앱에서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처리해줘야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합니다</w:t>
      </w:r>
      <w:r w:rsidRPr="004F06D1">
        <w:rPr>
          <w:rFonts w:hint="eastAsia"/>
        </w:rPr>
        <w:t xml:space="preserve">. </w:t>
      </w:r>
      <w:r w:rsidRPr="004F06D1">
        <w:rPr>
          <w:rFonts w:hint="eastAsia"/>
        </w:rPr>
        <w:t>이는</w:t>
      </w:r>
      <w:r>
        <w:rPr>
          <w:rFonts w:hint="eastAsia"/>
        </w:rPr>
        <w:t xml:space="preserve"> (</w:t>
      </w:r>
      <w:r w:rsidRPr="004F06D1">
        <w:rPr>
          <w:rFonts w:hint="eastAsia"/>
        </w:rPr>
        <w:t>안심클릭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결제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시</w:t>
      </w:r>
      <w:r w:rsidRPr="004F06D1">
        <w:rPr>
          <w:rFonts w:hint="eastAsia"/>
        </w:rPr>
        <w:t xml:space="preserve">,  </w:t>
      </w:r>
      <w:r w:rsidRPr="004F06D1">
        <w:rPr>
          <w:rFonts w:hint="eastAsia"/>
        </w:rPr>
        <w:t>카드사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백신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앱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연동</w:t>
      </w:r>
      <w:r w:rsidRPr="004F06D1">
        <w:rPr>
          <w:rFonts w:hint="eastAsia"/>
        </w:rPr>
        <w:t xml:space="preserve">)  </w:t>
      </w:r>
      <w:r w:rsidRPr="004F06D1">
        <w:rPr>
          <w:rFonts w:hint="eastAsia"/>
        </w:rPr>
        <w:t>의</w:t>
      </w:r>
      <w:r w:rsidRPr="004F06D1">
        <w:rPr>
          <w:rFonts w:hint="eastAsia"/>
        </w:rPr>
        <w:t xml:space="preserve">  </w:t>
      </w:r>
      <w:r w:rsidRPr="004F06D1">
        <w:rPr>
          <w:rFonts w:hint="eastAsia"/>
        </w:rPr>
        <w:t>코드를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반영하면</w:t>
      </w:r>
      <w:r w:rsidRPr="004F06D1">
        <w:rPr>
          <w:rFonts w:hint="eastAsia"/>
        </w:rPr>
        <w:t xml:space="preserve"> </w:t>
      </w:r>
      <w:r w:rsidRPr="004F06D1">
        <w:rPr>
          <w:rFonts w:hint="eastAsia"/>
        </w:rPr>
        <w:t>해결됩니다</w:t>
      </w:r>
      <w:r w:rsidRPr="004F06D1">
        <w:rPr>
          <w:rFonts w:hint="eastAsia"/>
        </w:rPr>
        <w:t>.</w:t>
      </w:r>
    </w:p>
    <w:p w14:paraId="028075B6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45580BA9" w14:textId="2C2A520D" w:rsidR="004F06D1" w:rsidRDefault="004F06D1" w:rsidP="004F06D1">
      <w:pPr>
        <w:pStyle w:val="ab"/>
      </w:pPr>
      <w:bookmarkStart w:id="18" w:name="_Toc33213716"/>
      <w:r w:rsidRPr="0049104D">
        <w:rPr>
          <w:rFonts w:hint="eastAsia"/>
        </w:rPr>
        <w:t>4.</w:t>
      </w:r>
      <w:r>
        <w:rPr>
          <w:rFonts w:hint="eastAsia"/>
        </w:rPr>
        <w:t>6</w:t>
      </w:r>
      <w:r w:rsidRPr="0049104D">
        <w:rPr>
          <w:rFonts w:hint="eastAsia"/>
        </w:rPr>
        <w:t xml:space="preserve"> </w:t>
      </w:r>
      <w:r w:rsidRPr="004F06D1">
        <w:rPr>
          <w:rFonts w:hint="eastAsia"/>
        </w:rPr>
        <w:t>Android API Level 21 이상 일 때, 체크사항</w:t>
      </w:r>
      <w:bookmarkEnd w:id="18"/>
    </w:p>
    <w:p w14:paraId="408735BF" w14:textId="6598B741" w:rsidR="004F06D1" w:rsidRDefault="004F06D1" w:rsidP="0079786A">
      <w:pPr>
        <w:pStyle w:val="af"/>
        <w:numPr>
          <w:ilvl w:val="0"/>
          <w:numId w:val="22"/>
        </w:numPr>
        <w:spacing w:line="225" w:lineRule="auto"/>
        <w:ind w:right="415"/>
        <w:jc w:val="both"/>
        <w:rPr>
          <w:rFonts w:hint="eastAsia"/>
          <w:lang w:eastAsia="ko-KR"/>
        </w:rPr>
      </w:pPr>
      <w:r>
        <w:t xml:space="preserve">Android API Level 21 (Lollipop </w:t>
      </w:r>
      <w:r>
        <w:t>출시</w:t>
      </w:r>
      <w:r>
        <w:t xml:space="preserve"> </w:t>
      </w:r>
      <w:r>
        <w:t>때</w:t>
      </w:r>
      <w:r>
        <w:t xml:space="preserve"> </w:t>
      </w:r>
      <w:r>
        <w:t>배포</w:t>
      </w:r>
      <w:r>
        <w:t xml:space="preserve">) </w:t>
      </w:r>
      <w:r>
        <w:t>부터는</w:t>
      </w:r>
      <w:r>
        <w:t xml:space="preserve"> webview </w:t>
      </w:r>
      <w:r>
        <w:t>에서</w:t>
      </w:r>
      <w:r>
        <w:t xml:space="preserve"> Insecurity Page </w:t>
      </w:r>
      <w:r>
        <w:t>에</w:t>
      </w:r>
      <w:r>
        <w:t xml:space="preserve"> </w:t>
      </w:r>
      <w:r>
        <w:t>대한</w:t>
      </w:r>
      <w:r>
        <w:t xml:space="preserve"> Access </w:t>
      </w:r>
      <w:r>
        <w:t>및</w:t>
      </w:r>
      <w:r>
        <w:t xml:space="preserve"> Mixed contents, Third party cookies </w:t>
      </w:r>
      <w:r>
        <w:t>사용을</w:t>
      </w:r>
      <w:r>
        <w:t xml:space="preserve"> </w:t>
      </w:r>
      <w:r>
        <w:t>차단할</w:t>
      </w:r>
      <w:r>
        <w:t xml:space="preserve"> </w:t>
      </w:r>
      <w:r>
        <w:t>수</w:t>
      </w:r>
      <w:r>
        <w:t xml:space="preserve"> </w:t>
      </w:r>
      <w:r>
        <w:t>있게</w:t>
      </w:r>
      <w:r>
        <w:t xml:space="preserve"> </w:t>
      </w:r>
      <w:r>
        <w:t>업데이트</w:t>
      </w:r>
      <w:r>
        <w:t xml:space="preserve">  </w:t>
      </w:r>
      <w:r>
        <w:t>되었습니다</w:t>
      </w:r>
      <w:r>
        <w:t xml:space="preserve">.  </w:t>
      </w:r>
      <w:r>
        <w:rPr>
          <w:lang w:eastAsia="ko-KR"/>
        </w:rPr>
        <w:t>먼저</w:t>
      </w:r>
      <w:r>
        <w:rPr>
          <w:lang w:eastAsia="ko-KR"/>
        </w:rPr>
        <w:t xml:space="preserve">, Insecurity Page </w:t>
      </w:r>
      <w:r>
        <w:rPr>
          <w:lang w:eastAsia="ko-KR"/>
        </w:rPr>
        <w:t>에</w:t>
      </w:r>
      <w:r>
        <w:rPr>
          <w:lang w:eastAsia="ko-KR"/>
        </w:rPr>
        <w:t xml:space="preserve">  </w:t>
      </w:r>
      <w:r>
        <w:rPr>
          <w:lang w:eastAsia="ko-KR"/>
        </w:rPr>
        <w:t>대한</w:t>
      </w:r>
      <w:r>
        <w:rPr>
          <w:lang w:eastAsia="ko-KR"/>
        </w:rPr>
        <w:t xml:space="preserve"> Access  </w:t>
      </w:r>
      <w:r>
        <w:rPr>
          <w:lang w:eastAsia="ko-KR"/>
        </w:rPr>
        <w:t>차단으로</w:t>
      </w:r>
      <w:r>
        <w:rPr>
          <w:lang w:eastAsia="ko-KR"/>
        </w:rPr>
        <w:t xml:space="preserve"> P_NEXT_URL  </w:t>
      </w:r>
      <w:r>
        <w:rPr>
          <w:lang w:eastAsia="ko-KR"/>
        </w:rPr>
        <w:t>의</w:t>
      </w:r>
      <w:r>
        <w:rPr>
          <w:lang w:eastAsia="ko-KR"/>
        </w:rPr>
        <w:t xml:space="preserve"> Scheme  </w:t>
      </w:r>
      <w:r>
        <w:rPr>
          <w:lang w:eastAsia="ko-KR"/>
        </w:rPr>
        <w:t>을</w:t>
      </w:r>
      <w:r>
        <w:rPr>
          <w:lang w:eastAsia="ko-KR"/>
        </w:rPr>
        <w:t xml:space="preserve"> Http  </w:t>
      </w:r>
      <w:r>
        <w:rPr>
          <w:lang w:eastAsia="ko-KR"/>
        </w:rPr>
        <w:t>로</w:t>
      </w:r>
      <w:r>
        <w:rPr>
          <w:lang w:eastAsia="ko-KR"/>
        </w:rPr>
        <w:t xml:space="preserve"> </w:t>
      </w:r>
      <w:r>
        <w:rPr>
          <w:lang w:eastAsia="ko-KR"/>
        </w:rPr>
        <w:t>하는</w:t>
      </w:r>
      <w:r>
        <w:rPr>
          <w:lang w:eastAsia="ko-KR"/>
        </w:rPr>
        <w:t xml:space="preserve"> </w:t>
      </w:r>
      <w:r>
        <w:rPr>
          <w:lang w:eastAsia="ko-KR"/>
        </w:rPr>
        <w:t>경</w:t>
      </w:r>
      <w:r>
        <w:rPr>
          <w:lang w:eastAsia="ko-KR"/>
        </w:rPr>
        <w:t xml:space="preserve">   </w:t>
      </w:r>
      <w:r>
        <w:rPr>
          <w:lang w:eastAsia="ko-KR"/>
        </w:rPr>
        <w:t>우</w:t>
      </w:r>
      <w:r>
        <w:rPr>
          <w:lang w:eastAsia="ko-KR"/>
        </w:rPr>
        <w:t xml:space="preserve">, </w:t>
      </w:r>
      <w:r>
        <w:rPr>
          <w:lang w:eastAsia="ko-KR"/>
        </w:rPr>
        <w:t>페이지가</w:t>
      </w:r>
      <w:r>
        <w:rPr>
          <w:lang w:eastAsia="ko-KR"/>
        </w:rPr>
        <w:t xml:space="preserve"> </w:t>
      </w:r>
      <w:r>
        <w:rPr>
          <w:lang w:eastAsia="ko-KR"/>
        </w:rPr>
        <w:t>호출되지</w:t>
      </w:r>
      <w:r>
        <w:rPr>
          <w:lang w:eastAsia="ko-KR"/>
        </w:rPr>
        <w:t xml:space="preserve"> </w:t>
      </w:r>
      <w:r>
        <w:rPr>
          <w:lang w:eastAsia="ko-KR"/>
        </w:rPr>
        <w:t>않아</w:t>
      </w:r>
      <w:r>
        <w:rPr>
          <w:lang w:eastAsia="ko-KR"/>
        </w:rPr>
        <w:t xml:space="preserve"> </w:t>
      </w:r>
      <w:r>
        <w:rPr>
          <w:lang w:eastAsia="ko-KR"/>
        </w:rPr>
        <w:t>인증결과가</w:t>
      </w:r>
      <w:r>
        <w:rPr>
          <w:lang w:eastAsia="ko-KR"/>
        </w:rPr>
        <w:t xml:space="preserve"> </w:t>
      </w:r>
      <w:r>
        <w:rPr>
          <w:lang w:eastAsia="ko-KR"/>
        </w:rPr>
        <w:t>전달되지</w:t>
      </w:r>
      <w:r>
        <w:rPr>
          <w:lang w:eastAsia="ko-KR"/>
        </w:rPr>
        <w:t xml:space="preserve"> </w:t>
      </w:r>
      <w:r>
        <w:rPr>
          <w:lang w:eastAsia="ko-KR"/>
        </w:rPr>
        <w:t>않을</w:t>
      </w:r>
      <w:r>
        <w:rPr>
          <w:lang w:eastAsia="ko-KR"/>
        </w:rPr>
        <w:t xml:space="preserve"> </w:t>
      </w:r>
      <w:r>
        <w:rPr>
          <w:lang w:eastAsia="ko-KR"/>
        </w:rPr>
        <w:t>수</w:t>
      </w:r>
      <w:r>
        <w:rPr>
          <w:lang w:eastAsia="ko-KR"/>
        </w:rPr>
        <w:t xml:space="preserve"> </w:t>
      </w:r>
      <w:r>
        <w:rPr>
          <w:lang w:eastAsia="ko-KR"/>
        </w:rPr>
        <w:t>있습니다</w:t>
      </w:r>
      <w:r>
        <w:rPr>
          <w:lang w:eastAsia="ko-KR"/>
        </w:rPr>
        <w:t xml:space="preserve">. </w:t>
      </w:r>
      <w:r>
        <w:rPr>
          <w:lang w:eastAsia="ko-KR"/>
        </w:rPr>
        <w:t>하기의</w:t>
      </w:r>
      <w:r>
        <w:rPr>
          <w:lang w:eastAsia="ko-KR"/>
        </w:rPr>
        <w:t xml:space="preserve"> </w:t>
      </w:r>
      <w:r>
        <w:rPr>
          <w:lang w:eastAsia="ko-KR"/>
        </w:rPr>
        <w:t>설정을</w:t>
      </w:r>
      <w:r>
        <w:rPr>
          <w:lang w:eastAsia="ko-KR"/>
        </w:rPr>
        <w:t xml:space="preserve">  </w:t>
      </w:r>
      <w:r>
        <w:rPr>
          <w:lang w:eastAsia="ko-KR"/>
        </w:rPr>
        <w:t>확인하십</w:t>
      </w:r>
      <w:r>
        <w:rPr>
          <w:lang w:eastAsia="ko-KR"/>
        </w:rPr>
        <w:t xml:space="preserve"> </w:t>
      </w:r>
      <w:r>
        <w:rPr>
          <w:lang w:eastAsia="ko-KR"/>
        </w:rPr>
        <w:t>시오</w:t>
      </w:r>
      <w:r>
        <w:rPr>
          <w:lang w:eastAsia="ko-KR"/>
        </w:rPr>
        <w:t>.</w:t>
      </w:r>
    </w:p>
    <w:p w14:paraId="71CCA590" w14:textId="77777777" w:rsidR="004F06D1" w:rsidRDefault="004F06D1" w:rsidP="004F06D1">
      <w:pPr>
        <w:pStyle w:val="af"/>
        <w:spacing w:line="225" w:lineRule="auto"/>
        <w:ind w:right="415"/>
        <w:jc w:val="both"/>
        <w:rPr>
          <w:rFonts w:hint="eastAsia"/>
          <w:lang w:eastAsia="ko-KR"/>
        </w:r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6239"/>
      </w:tblGrid>
      <w:tr w:rsidR="004F06D1" w:rsidRPr="004F06D1" w14:paraId="269DE26D" w14:textId="77777777" w:rsidTr="00E75E17">
        <w:trPr>
          <w:trHeight w:val="347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21CB1A6D" w14:textId="0E2464E7" w:rsidR="004F06D1" w:rsidRPr="004F06D1" w:rsidRDefault="004F06D1" w:rsidP="004F06D1">
            <w:pPr>
              <w:pStyle w:val="TableParagraph"/>
              <w:tabs>
                <w:tab w:val="left" w:pos="2001"/>
              </w:tabs>
              <w:spacing w:line="328" w:lineRule="exact"/>
              <w:rPr>
                <w:rFonts w:asciiTheme="majorEastAsia" w:eastAsiaTheme="majorEastAsia" w:hAnsiTheme="majorEastAsia"/>
                <w:sz w:val="20"/>
                <w:lang w:eastAsia="ko-KR"/>
              </w:rPr>
            </w:pPr>
            <w:r>
              <w:rPr>
                <w:rFonts w:asciiTheme="majorEastAsia" w:eastAsiaTheme="majorEastAsia" w:hAnsiTheme="majorEastAsia" w:cs="굴림" w:hint="eastAsia"/>
                <w:w w:val="110"/>
                <w:sz w:val="20"/>
                <w:lang w:eastAsia="ko-KR"/>
              </w:rPr>
              <w:t xml:space="preserve"> </w:t>
            </w:r>
          </w:p>
        </w:tc>
        <w:tc>
          <w:tcPr>
            <w:tcW w:w="6239" w:type="dxa"/>
            <w:tcBorders>
              <w:left w:val="double" w:sz="1" w:space="0" w:color="000000"/>
            </w:tcBorders>
            <w:shd w:val="clear" w:color="auto" w:fill="B6DDE8"/>
          </w:tcPr>
          <w:p w14:paraId="07C1887D" w14:textId="77777777" w:rsidR="004F06D1" w:rsidRPr="004F06D1" w:rsidRDefault="004F06D1" w:rsidP="004F06D1">
            <w:pPr>
              <w:pStyle w:val="TableParagraph"/>
              <w:spacing w:line="328" w:lineRule="exact"/>
              <w:ind w:right="200"/>
              <w:rPr>
                <w:rFonts w:asciiTheme="majorEastAsia" w:eastAsiaTheme="majorEastAsia" w:hAnsiTheme="majorEastAsia"/>
                <w:sz w:val="20"/>
              </w:rPr>
            </w:pPr>
            <w:r w:rsidRPr="004F06D1">
              <w:rPr>
                <w:rFonts w:asciiTheme="majorEastAsia" w:eastAsiaTheme="majorEastAsia" w:hAnsiTheme="majorEastAsia"/>
                <w:sz w:val="20"/>
              </w:rPr>
              <w:t>코드</w:t>
            </w:r>
          </w:p>
        </w:tc>
      </w:tr>
      <w:tr w:rsidR="004F06D1" w:rsidRPr="004F06D1" w14:paraId="3B47A1D9" w14:textId="77777777" w:rsidTr="00E75E17">
        <w:trPr>
          <w:trHeight w:val="621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12044039" w14:textId="77777777" w:rsidR="004F06D1" w:rsidRPr="004F06D1" w:rsidRDefault="004F06D1" w:rsidP="004F06D1">
            <w:pPr>
              <w:pStyle w:val="TableParagraph"/>
              <w:spacing w:before="97"/>
              <w:rPr>
                <w:rFonts w:asciiTheme="majorEastAsia" w:eastAsiaTheme="majorEastAsia" w:hAnsiTheme="majorEastAsia"/>
                <w:sz w:val="20"/>
              </w:rPr>
            </w:pPr>
            <w:r w:rsidRPr="004F06D1">
              <w:rPr>
                <w:rFonts w:asciiTheme="majorEastAsia" w:eastAsiaTheme="majorEastAsia" w:hAnsiTheme="majorEastAsia" w:hint="eastAsia"/>
                <w:w w:val="105"/>
                <w:sz w:val="20"/>
              </w:rPr>
              <w:t xml:space="preserve">Insecurity </w:t>
            </w:r>
            <w:r w:rsidRPr="004F06D1">
              <w:rPr>
                <w:rFonts w:asciiTheme="majorEastAsia" w:eastAsiaTheme="majorEastAsia" w:hAnsiTheme="majorEastAsia" w:cs="굴림" w:hint="eastAsia"/>
                <w:w w:val="105"/>
                <w:sz w:val="20"/>
              </w:rPr>
              <w:t>페이지</w:t>
            </w:r>
            <w:r w:rsidRPr="004F06D1">
              <w:rPr>
                <w:rFonts w:asciiTheme="majorEastAsia" w:eastAsiaTheme="majorEastAsia" w:hAnsiTheme="majorEastAsia" w:hint="eastAsia"/>
                <w:w w:val="105"/>
                <w:sz w:val="20"/>
              </w:rPr>
              <w:t xml:space="preserve"> </w:t>
            </w:r>
            <w:r w:rsidRPr="004F06D1">
              <w:rPr>
                <w:rFonts w:asciiTheme="majorEastAsia" w:eastAsiaTheme="majorEastAsia" w:hAnsiTheme="majorEastAsia" w:cs="굴림" w:hint="eastAsia"/>
                <w:w w:val="105"/>
                <w:sz w:val="20"/>
              </w:rPr>
              <w:t>차단</w:t>
            </w:r>
          </w:p>
        </w:tc>
        <w:tc>
          <w:tcPr>
            <w:tcW w:w="6239" w:type="dxa"/>
            <w:tcBorders>
              <w:left w:val="double" w:sz="1" w:space="0" w:color="000000"/>
            </w:tcBorders>
          </w:tcPr>
          <w:p w14:paraId="48208F44" w14:textId="77777777" w:rsidR="004F06D1" w:rsidRPr="004F06D1" w:rsidRDefault="004F06D1" w:rsidP="004F06D1">
            <w:pPr>
              <w:pStyle w:val="TableParagraph"/>
              <w:spacing w:line="314" w:lineRule="exact"/>
              <w:rPr>
                <w:rFonts w:asciiTheme="majorEastAsia" w:eastAsiaTheme="majorEastAsia" w:hAnsiTheme="majorEastAsia"/>
                <w:sz w:val="18"/>
              </w:rPr>
            </w:pPr>
            <w:r w:rsidRPr="004F06D1">
              <w:rPr>
                <w:rFonts w:asciiTheme="majorEastAsia" w:eastAsiaTheme="majorEastAsia" w:hAnsiTheme="majorEastAsia"/>
                <w:w w:val="105"/>
                <w:sz w:val="18"/>
              </w:rPr>
              <w:t>WebSettings web = paymentView.getSettings();</w:t>
            </w:r>
          </w:p>
          <w:p w14:paraId="24250543" w14:textId="77777777" w:rsidR="004F06D1" w:rsidRPr="004F06D1" w:rsidRDefault="004F06D1" w:rsidP="004F06D1">
            <w:pPr>
              <w:pStyle w:val="TableParagraph"/>
              <w:spacing w:line="287" w:lineRule="exact"/>
              <w:rPr>
                <w:rFonts w:asciiTheme="majorEastAsia" w:eastAsiaTheme="majorEastAsia" w:hAnsiTheme="majorEastAsia"/>
                <w:sz w:val="18"/>
              </w:rPr>
            </w:pPr>
            <w:r w:rsidRPr="004F06D1">
              <w:rPr>
                <w:rFonts w:asciiTheme="majorEastAsia" w:eastAsiaTheme="majorEastAsia" w:hAnsiTheme="majorEastAsia"/>
                <w:sz w:val="18"/>
              </w:rPr>
              <w:t>web.setMixedContentMode(web.MIXED_CONTENT_</w:t>
            </w:r>
            <w:r w:rsidRPr="004F06D1">
              <w:rPr>
                <w:rFonts w:asciiTheme="majorEastAsia" w:eastAsiaTheme="majorEastAsia" w:hAnsiTheme="majorEastAsia"/>
                <w:color w:val="FF0000"/>
                <w:sz w:val="18"/>
              </w:rPr>
              <w:t>NEVER</w:t>
            </w:r>
            <w:r w:rsidRPr="004F06D1">
              <w:rPr>
                <w:rFonts w:asciiTheme="majorEastAsia" w:eastAsiaTheme="majorEastAsia" w:hAnsiTheme="majorEastAsia"/>
                <w:sz w:val="18"/>
              </w:rPr>
              <w:t>_ALLOW);</w:t>
            </w:r>
          </w:p>
        </w:tc>
      </w:tr>
      <w:tr w:rsidR="004F06D1" w:rsidRPr="004F06D1" w14:paraId="3E6BAE0D" w14:textId="77777777" w:rsidTr="00E75E17">
        <w:trPr>
          <w:trHeight w:val="623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4618D8C0" w14:textId="77777777" w:rsidR="004F06D1" w:rsidRPr="004F06D1" w:rsidRDefault="004F06D1" w:rsidP="004F06D1">
            <w:pPr>
              <w:pStyle w:val="TableParagraph"/>
              <w:spacing w:before="97"/>
              <w:rPr>
                <w:rFonts w:asciiTheme="majorEastAsia" w:eastAsiaTheme="majorEastAsia" w:hAnsiTheme="majorEastAsia"/>
                <w:sz w:val="20"/>
              </w:rPr>
            </w:pPr>
            <w:r w:rsidRPr="004F06D1">
              <w:rPr>
                <w:rFonts w:asciiTheme="majorEastAsia" w:eastAsiaTheme="majorEastAsia" w:hAnsiTheme="majorEastAsia" w:hint="eastAsia"/>
                <w:w w:val="105"/>
                <w:sz w:val="20"/>
              </w:rPr>
              <w:t xml:space="preserve">Insecurity </w:t>
            </w:r>
            <w:r w:rsidRPr="004F06D1">
              <w:rPr>
                <w:rFonts w:asciiTheme="majorEastAsia" w:eastAsiaTheme="majorEastAsia" w:hAnsiTheme="majorEastAsia" w:cs="굴림" w:hint="eastAsia"/>
                <w:w w:val="105"/>
                <w:sz w:val="20"/>
              </w:rPr>
              <w:t>페이지</w:t>
            </w:r>
            <w:r w:rsidRPr="004F06D1">
              <w:rPr>
                <w:rFonts w:asciiTheme="majorEastAsia" w:eastAsiaTheme="majorEastAsia" w:hAnsiTheme="majorEastAsia" w:hint="eastAsia"/>
                <w:w w:val="105"/>
                <w:sz w:val="20"/>
              </w:rPr>
              <w:t xml:space="preserve"> </w:t>
            </w:r>
            <w:r w:rsidRPr="004F06D1">
              <w:rPr>
                <w:rFonts w:asciiTheme="majorEastAsia" w:eastAsiaTheme="majorEastAsia" w:hAnsiTheme="majorEastAsia" w:cs="굴림" w:hint="eastAsia"/>
                <w:w w:val="105"/>
                <w:sz w:val="20"/>
              </w:rPr>
              <w:t>허용</w:t>
            </w:r>
          </w:p>
        </w:tc>
        <w:tc>
          <w:tcPr>
            <w:tcW w:w="6239" w:type="dxa"/>
            <w:tcBorders>
              <w:left w:val="double" w:sz="1" w:space="0" w:color="000000"/>
            </w:tcBorders>
          </w:tcPr>
          <w:p w14:paraId="42400C33" w14:textId="77777777" w:rsidR="004F06D1" w:rsidRPr="004F06D1" w:rsidRDefault="004F06D1" w:rsidP="004F06D1">
            <w:pPr>
              <w:pStyle w:val="TableParagraph"/>
              <w:spacing w:line="315" w:lineRule="exact"/>
              <w:rPr>
                <w:rFonts w:asciiTheme="majorEastAsia" w:eastAsiaTheme="majorEastAsia" w:hAnsiTheme="majorEastAsia"/>
                <w:sz w:val="18"/>
              </w:rPr>
            </w:pPr>
            <w:r w:rsidRPr="004F06D1">
              <w:rPr>
                <w:rFonts w:asciiTheme="majorEastAsia" w:eastAsiaTheme="majorEastAsia" w:hAnsiTheme="majorEastAsia"/>
                <w:w w:val="105"/>
                <w:sz w:val="18"/>
              </w:rPr>
              <w:t>WebSettings web = paymentView.getSettings();</w:t>
            </w:r>
          </w:p>
          <w:p w14:paraId="2E20E130" w14:textId="77777777" w:rsidR="004F06D1" w:rsidRPr="004F06D1" w:rsidRDefault="004F06D1" w:rsidP="004F06D1">
            <w:pPr>
              <w:pStyle w:val="TableParagraph"/>
              <w:spacing w:line="289" w:lineRule="exact"/>
              <w:rPr>
                <w:rFonts w:asciiTheme="majorEastAsia" w:eastAsiaTheme="majorEastAsia" w:hAnsiTheme="majorEastAsia"/>
                <w:sz w:val="18"/>
              </w:rPr>
            </w:pPr>
            <w:r w:rsidRPr="004F06D1">
              <w:rPr>
                <w:rFonts w:asciiTheme="majorEastAsia" w:eastAsiaTheme="majorEastAsia" w:hAnsiTheme="majorEastAsia"/>
                <w:sz w:val="18"/>
              </w:rPr>
              <w:t>web.setMixedContentMode(web.MIXED_CONTENT_</w:t>
            </w:r>
            <w:r w:rsidRPr="004F06D1">
              <w:rPr>
                <w:rFonts w:asciiTheme="majorEastAsia" w:eastAsiaTheme="majorEastAsia" w:hAnsiTheme="majorEastAsia"/>
                <w:color w:val="FF0000"/>
                <w:sz w:val="18"/>
              </w:rPr>
              <w:t>ALWAYS</w:t>
            </w:r>
            <w:r w:rsidRPr="004F06D1">
              <w:rPr>
                <w:rFonts w:asciiTheme="majorEastAsia" w:eastAsiaTheme="majorEastAsia" w:hAnsiTheme="majorEastAsia"/>
                <w:sz w:val="18"/>
              </w:rPr>
              <w:t>_ALLOW);</w:t>
            </w:r>
          </w:p>
        </w:tc>
      </w:tr>
    </w:tbl>
    <w:p w14:paraId="52F87C73" w14:textId="77777777" w:rsidR="004F06D1" w:rsidRPr="004F06D1" w:rsidRDefault="004F06D1" w:rsidP="004F06D1">
      <w:pPr>
        <w:pStyle w:val="af"/>
        <w:spacing w:line="225" w:lineRule="auto"/>
        <w:ind w:right="415"/>
        <w:rPr>
          <w:rFonts w:asciiTheme="majorEastAsia" w:eastAsiaTheme="majorEastAsia" w:hAnsiTheme="majorEastAsia"/>
          <w:lang w:eastAsia="ko-KR"/>
        </w:rPr>
      </w:pPr>
    </w:p>
    <w:p w14:paraId="1FAE4C2F" w14:textId="740B8CCA" w:rsidR="004F06D1" w:rsidRPr="004F06D1" w:rsidRDefault="004F06D1" w:rsidP="0079786A">
      <w:pPr>
        <w:pStyle w:val="af"/>
        <w:numPr>
          <w:ilvl w:val="0"/>
          <w:numId w:val="22"/>
        </w:numPr>
        <w:spacing w:line="225" w:lineRule="auto"/>
        <w:ind w:right="418"/>
        <w:jc w:val="both"/>
        <w:rPr>
          <w:rFonts w:hint="eastAsia"/>
          <w:lang w:eastAsia="ko-KR"/>
        </w:rPr>
      </w:pPr>
      <w:r>
        <w:rPr>
          <w:lang w:eastAsia="ko-KR"/>
        </w:rPr>
        <w:t xml:space="preserve">P_NEXT_URL </w:t>
      </w:r>
      <w:r>
        <w:rPr>
          <w:lang w:eastAsia="ko-KR"/>
        </w:rPr>
        <w:t>의</w:t>
      </w:r>
      <w:r>
        <w:rPr>
          <w:lang w:eastAsia="ko-KR"/>
        </w:rPr>
        <w:t xml:space="preserve"> Scheme </w:t>
      </w:r>
      <w:r>
        <w:rPr>
          <w:lang w:eastAsia="ko-KR"/>
        </w:rPr>
        <w:t>이</w:t>
      </w:r>
      <w:r>
        <w:rPr>
          <w:lang w:eastAsia="ko-KR"/>
        </w:rPr>
        <w:t xml:space="preserve"> Http </w:t>
      </w:r>
      <w:r>
        <w:rPr>
          <w:lang w:eastAsia="ko-KR"/>
        </w:rPr>
        <w:t>일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반드시</w:t>
      </w:r>
      <w:r>
        <w:rPr>
          <w:lang w:eastAsia="ko-KR"/>
        </w:rPr>
        <w:t xml:space="preserve"> “Insecurity </w:t>
      </w:r>
      <w:r>
        <w:rPr>
          <w:lang w:eastAsia="ko-KR"/>
        </w:rPr>
        <w:t>페이지</w:t>
      </w:r>
      <w:r>
        <w:rPr>
          <w:lang w:eastAsia="ko-KR"/>
        </w:rPr>
        <w:t xml:space="preserve"> </w:t>
      </w:r>
      <w:r>
        <w:rPr>
          <w:lang w:eastAsia="ko-KR"/>
        </w:rPr>
        <w:t>허용</w:t>
      </w:r>
      <w:r>
        <w:rPr>
          <w:lang w:eastAsia="ko-KR"/>
        </w:rPr>
        <w:t xml:space="preserve">” </w:t>
      </w:r>
      <w:r>
        <w:rPr>
          <w:lang w:eastAsia="ko-KR"/>
        </w:rPr>
        <w:t>으로</w:t>
      </w:r>
      <w:r>
        <w:rPr>
          <w:lang w:eastAsia="ko-KR"/>
        </w:rPr>
        <w:t xml:space="preserve">  </w:t>
      </w:r>
      <w:r>
        <w:rPr>
          <w:lang w:eastAsia="ko-KR"/>
        </w:rPr>
        <w:t>설정되어야</w:t>
      </w:r>
      <w:r>
        <w:rPr>
          <w:lang w:eastAsia="ko-KR"/>
        </w:rPr>
        <w:t xml:space="preserve"> </w:t>
      </w:r>
      <w:r>
        <w:rPr>
          <w:lang w:eastAsia="ko-KR"/>
        </w:rPr>
        <w:t>합니다</w:t>
      </w:r>
      <w:r>
        <w:rPr>
          <w:lang w:eastAsia="ko-KR"/>
        </w:rPr>
        <w:t>.</w:t>
      </w:r>
    </w:p>
    <w:p w14:paraId="7CAD5D2B" w14:textId="77777777" w:rsidR="004F06D1" w:rsidRDefault="004F06D1" w:rsidP="0079786A">
      <w:pPr>
        <w:pStyle w:val="af"/>
        <w:numPr>
          <w:ilvl w:val="0"/>
          <w:numId w:val="22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>또한</w:t>
      </w:r>
      <w:r>
        <w:rPr>
          <w:lang w:eastAsia="ko-KR"/>
        </w:rPr>
        <w:t xml:space="preserve">, Third party cookies </w:t>
      </w:r>
      <w:r>
        <w:rPr>
          <w:lang w:eastAsia="ko-KR"/>
        </w:rPr>
        <w:t>사용의</w:t>
      </w:r>
      <w:r>
        <w:rPr>
          <w:lang w:eastAsia="ko-KR"/>
        </w:rPr>
        <w:t xml:space="preserve">  </w:t>
      </w:r>
      <w:r>
        <w:rPr>
          <w:lang w:eastAsia="ko-KR"/>
        </w:rPr>
        <w:t>차단으로</w:t>
      </w:r>
      <w:r>
        <w:rPr>
          <w:lang w:eastAsia="ko-KR"/>
        </w:rPr>
        <w:t xml:space="preserve">  </w:t>
      </w:r>
      <w:r>
        <w:rPr>
          <w:lang w:eastAsia="ko-KR"/>
        </w:rPr>
        <w:t>안심클릭</w:t>
      </w:r>
      <w:r>
        <w:rPr>
          <w:lang w:eastAsia="ko-KR"/>
        </w:rPr>
        <w:t xml:space="preserve">  </w:t>
      </w:r>
      <w:r>
        <w:rPr>
          <w:lang w:eastAsia="ko-KR"/>
        </w:rPr>
        <w:t>카드</w:t>
      </w:r>
      <w:r>
        <w:rPr>
          <w:lang w:eastAsia="ko-KR"/>
        </w:rPr>
        <w:t xml:space="preserve">  </w:t>
      </w:r>
      <w:r>
        <w:rPr>
          <w:lang w:eastAsia="ko-KR"/>
        </w:rPr>
        <w:t>결제</w:t>
      </w:r>
      <w:r>
        <w:rPr>
          <w:lang w:eastAsia="ko-KR"/>
        </w:rPr>
        <w:t xml:space="preserve">  </w:t>
      </w:r>
      <w:r>
        <w:rPr>
          <w:lang w:eastAsia="ko-KR"/>
        </w:rPr>
        <w:t>시</w:t>
      </w:r>
      <w:r>
        <w:rPr>
          <w:lang w:eastAsia="ko-KR"/>
        </w:rPr>
        <w:t xml:space="preserve">,  </w:t>
      </w:r>
      <w:r>
        <w:rPr>
          <w:lang w:eastAsia="ko-KR"/>
        </w:rPr>
        <w:t>보안</w:t>
      </w:r>
      <w:r>
        <w:rPr>
          <w:lang w:eastAsia="ko-KR"/>
        </w:rPr>
        <w:t xml:space="preserve">  </w:t>
      </w:r>
      <w:r>
        <w:rPr>
          <w:lang w:eastAsia="ko-KR"/>
        </w:rPr>
        <w:t>키보드를</w:t>
      </w:r>
      <w:r>
        <w:rPr>
          <w:lang w:eastAsia="ko-KR"/>
        </w:rPr>
        <w:t xml:space="preserve">  </w:t>
      </w:r>
      <w:r>
        <w:rPr>
          <w:lang w:eastAsia="ko-KR"/>
        </w:rPr>
        <w:t>불러오지</w:t>
      </w:r>
      <w:r>
        <w:rPr>
          <w:lang w:eastAsia="ko-KR"/>
        </w:rPr>
        <w:t xml:space="preserve"> </w:t>
      </w:r>
      <w:r>
        <w:rPr>
          <w:lang w:eastAsia="ko-KR"/>
        </w:rPr>
        <w:t>못</w:t>
      </w:r>
      <w:r>
        <w:rPr>
          <w:lang w:eastAsia="ko-KR"/>
        </w:rPr>
        <w:t xml:space="preserve"> </w:t>
      </w:r>
      <w:r>
        <w:rPr>
          <w:lang w:eastAsia="ko-KR"/>
        </w:rPr>
        <w:t>하는</w:t>
      </w:r>
      <w:r>
        <w:rPr>
          <w:lang w:eastAsia="ko-KR"/>
        </w:rPr>
        <w:t xml:space="preserve"> </w:t>
      </w:r>
      <w:r>
        <w:rPr>
          <w:lang w:eastAsia="ko-KR"/>
        </w:rPr>
        <w:t>이슈</w:t>
      </w:r>
      <w:r>
        <w:rPr>
          <w:lang w:eastAsia="ko-KR"/>
        </w:rPr>
        <w:t xml:space="preserve"> </w:t>
      </w:r>
      <w:r>
        <w:rPr>
          <w:lang w:eastAsia="ko-KR"/>
        </w:rPr>
        <w:t>등이</w:t>
      </w:r>
      <w:r>
        <w:rPr>
          <w:lang w:eastAsia="ko-KR"/>
        </w:rPr>
        <w:t xml:space="preserve"> </w:t>
      </w:r>
      <w:r>
        <w:rPr>
          <w:lang w:eastAsia="ko-KR"/>
        </w:rPr>
        <w:t>발생할</w:t>
      </w:r>
      <w:r>
        <w:rPr>
          <w:lang w:eastAsia="ko-KR"/>
        </w:rPr>
        <w:t xml:space="preserve"> </w:t>
      </w:r>
      <w:r>
        <w:rPr>
          <w:lang w:eastAsia="ko-KR"/>
        </w:rPr>
        <w:t>수</w:t>
      </w:r>
      <w:r>
        <w:rPr>
          <w:lang w:eastAsia="ko-KR"/>
        </w:rPr>
        <w:t xml:space="preserve"> </w:t>
      </w:r>
      <w:r>
        <w:rPr>
          <w:lang w:eastAsia="ko-KR"/>
        </w:rPr>
        <w:t>있으니</w:t>
      </w:r>
      <w:r>
        <w:rPr>
          <w:lang w:eastAsia="ko-KR"/>
        </w:rPr>
        <w:t xml:space="preserve"> </w:t>
      </w:r>
      <w:r>
        <w:rPr>
          <w:lang w:eastAsia="ko-KR"/>
        </w:rPr>
        <w:t>하기</w:t>
      </w:r>
      <w:r>
        <w:rPr>
          <w:lang w:eastAsia="ko-KR"/>
        </w:rPr>
        <w:t xml:space="preserve"> </w:t>
      </w:r>
      <w:r>
        <w:rPr>
          <w:lang w:eastAsia="ko-KR"/>
        </w:rPr>
        <w:t>설정을</w:t>
      </w:r>
      <w:r>
        <w:rPr>
          <w:spacing w:val="8"/>
          <w:lang w:eastAsia="ko-KR"/>
        </w:rPr>
        <w:t xml:space="preserve"> </w:t>
      </w:r>
      <w:r>
        <w:rPr>
          <w:lang w:eastAsia="ko-KR"/>
        </w:rPr>
        <w:t>확인하십시오</w:t>
      </w:r>
      <w:r>
        <w:rPr>
          <w:lang w:eastAsia="ko-KR"/>
        </w:rPr>
        <w:t>.</w:t>
      </w: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6239"/>
      </w:tblGrid>
      <w:tr w:rsidR="004F06D1" w14:paraId="4B7BE2AF" w14:textId="77777777" w:rsidTr="00E75E17">
        <w:trPr>
          <w:trHeight w:val="347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6A53860E" w14:textId="77777777" w:rsidR="004F06D1" w:rsidRDefault="004F06D1" w:rsidP="004F06D1">
            <w:pPr>
              <w:pStyle w:val="TableParagraph"/>
              <w:tabs>
                <w:tab w:val="left" w:pos="2001"/>
              </w:tabs>
              <w:spacing w:line="328" w:lineRule="exact"/>
              <w:rPr>
                <w:rFonts w:ascii="Noto Sans CJK JP Medium" w:eastAsia="Noto Sans CJK JP Medium"/>
                <w:sz w:val="20"/>
              </w:rPr>
            </w:pPr>
            <w:r>
              <w:rPr>
                <w:rFonts w:ascii="굴림" w:eastAsia="굴림" w:hAnsi="굴림" w:cs="굴림" w:hint="eastAsia"/>
                <w:w w:val="110"/>
                <w:sz w:val="20"/>
              </w:rPr>
              <w:t>상</w:t>
            </w:r>
            <w:r>
              <w:rPr>
                <w:rFonts w:ascii="Noto Sans CJK JP Medium" w:eastAsia="Noto Sans CJK JP Medium" w:hint="eastAsia"/>
                <w:w w:val="110"/>
                <w:sz w:val="20"/>
              </w:rPr>
              <w:tab/>
            </w:r>
            <w:r>
              <w:rPr>
                <w:rFonts w:ascii="굴림" w:eastAsia="굴림" w:hAnsi="굴림" w:cs="굴림" w:hint="eastAsia"/>
                <w:w w:val="110"/>
                <w:sz w:val="20"/>
              </w:rPr>
              <w:t>태</w:t>
            </w:r>
          </w:p>
        </w:tc>
        <w:tc>
          <w:tcPr>
            <w:tcW w:w="6239" w:type="dxa"/>
            <w:tcBorders>
              <w:left w:val="double" w:sz="1" w:space="0" w:color="000000"/>
            </w:tcBorders>
            <w:shd w:val="clear" w:color="auto" w:fill="B6DDE8"/>
          </w:tcPr>
          <w:p w14:paraId="214ABE86" w14:textId="77777777" w:rsidR="004F06D1" w:rsidRDefault="004F06D1" w:rsidP="004F06D1">
            <w:pPr>
              <w:pStyle w:val="TableParagraph"/>
              <w:spacing w:line="328" w:lineRule="exact"/>
              <w:ind w:left="967" w:right="200"/>
              <w:jc w:val="center"/>
              <w:rPr>
                <w:sz w:val="20"/>
              </w:rPr>
            </w:pPr>
            <w:r>
              <w:rPr>
                <w:rFonts w:ascii="굴림" w:eastAsia="굴림" w:hAnsi="굴림" w:cs="굴림" w:hint="eastAsia"/>
                <w:sz w:val="20"/>
              </w:rPr>
              <w:t>코드</w:t>
            </w:r>
          </w:p>
        </w:tc>
      </w:tr>
      <w:tr w:rsidR="004F06D1" w14:paraId="6F02CC66" w14:textId="77777777" w:rsidTr="00E75E17">
        <w:trPr>
          <w:trHeight w:val="1384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6AB442C4" w14:textId="77777777" w:rsidR="004F06D1" w:rsidRDefault="004F06D1" w:rsidP="00E75E17">
            <w:pPr>
              <w:pStyle w:val="TableParagraph"/>
              <w:spacing w:before="7"/>
              <w:rPr>
                <w:sz w:val="19"/>
              </w:rPr>
            </w:pPr>
          </w:p>
          <w:p w14:paraId="20724853" w14:textId="59685479" w:rsidR="004F06D1" w:rsidRDefault="004F06D1" w:rsidP="004F06D1">
            <w:pPr>
              <w:pStyle w:val="TableParagraph"/>
              <w:spacing w:line="196" w:lineRule="auto"/>
              <w:ind w:left="1125" w:right="200" w:hanging="725"/>
              <w:rPr>
                <w:rFonts w:ascii="Noto Sans CJK JP Medium" w:eastAsia="Noto Sans CJK JP Medium"/>
                <w:sz w:val="20"/>
              </w:rPr>
            </w:pPr>
            <w:r>
              <w:rPr>
                <w:rFonts w:ascii="Noto Sans CJK JP Medium" w:eastAsia="Noto Sans CJK JP Medium" w:hint="eastAsia"/>
                <w:sz w:val="20"/>
              </w:rPr>
              <w:t xml:space="preserve">hird party cookies </w:t>
            </w:r>
            <w:r>
              <w:rPr>
                <w:rFonts w:ascii="굴림" w:eastAsia="굴림" w:hAnsi="굴림" w:cs="굴림" w:hint="eastAsia"/>
                <w:sz w:val="20"/>
              </w:rPr>
              <w:t>허용</w:t>
            </w:r>
          </w:p>
        </w:tc>
        <w:tc>
          <w:tcPr>
            <w:tcW w:w="6239" w:type="dxa"/>
            <w:tcBorders>
              <w:left w:val="double" w:sz="1" w:space="0" w:color="000000"/>
            </w:tcBorders>
          </w:tcPr>
          <w:p w14:paraId="5B4D59F0" w14:textId="77777777" w:rsidR="004F06D1" w:rsidRDefault="004F06D1" w:rsidP="004F06D1">
            <w:pPr>
              <w:pStyle w:val="TableParagraph"/>
              <w:spacing w:before="8" w:line="225" w:lineRule="auto"/>
              <w:ind w:left="967"/>
              <w:rPr>
                <w:sz w:val="20"/>
              </w:rPr>
            </w:pPr>
            <w:r>
              <w:rPr>
                <w:sz w:val="20"/>
              </w:rPr>
              <w:t xml:space="preserve">CookieManager cookieManager = CookieManager.getInstance(); </w:t>
            </w:r>
            <w:r>
              <w:rPr>
                <w:w w:val="105"/>
                <w:sz w:val="20"/>
              </w:rPr>
              <w:t xml:space="preserve">cookieManager.setAcceptCookie(true); </w:t>
            </w:r>
            <w:r>
              <w:rPr>
                <w:sz w:val="20"/>
              </w:rPr>
              <w:t>cookieManager.setAcceptThirdPartyCookies(sampleWebView,</w:t>
            </w:r>
          </w:p>
          <w:p w14:paraId="41803876" w14:textId="77777777" w:rsidR="004F06D1" w:rsidRDefault="004F06D1" w:rsidP="004F06D1">
            <w:pPr>
              <w:pStyle w:val="TableParagraph"/>
              <w:spacing w:line="319" w:lineRule="exact"/>
              <w:ind w:left="967"/>
              <w:rPr>
                <w:sz w:val="20"/>
              </w:rPr>
            </w:pPr>
            <w:r>
              <w:rPr>
                <w:color w:val="FF0000"/>
                <w:sz w:val="20"/>
              </w:rPr>
              <w:t>true</w:t>
            </w:r>
            <w:r>
              <w:rPr>
                <w:sz w:val="20"/>
              </w:rPr>
              <w:t xml:space="preserve">); // false </w:t>
            </w:r>
            <w:r>
              <w:rPr>
                <w:rFonts w:ascii="굴림" w:eastAsia="굴림" w:hAnsi="굴림" w:cs="굴림" w:hint="eastAsia"/>
                <w:sz w:val="20"/>
              </w:rPr>
              <w:t>설정</w:t>
            </w:r>
            <w:r>
              <w:rPr>
                <w:sz w:val="20"/>
              </w:rPr>
              <w:t xml:space="preserve"> </w:t>
            </w:r>
            <w:r>
              <w:rPr>
                <w:rFonts w:ascii="굴림" w:eastAsia="굴림" w:hAnsi="굴림" w:cs="굴림" w:hint="eastAsia"/>
                <w:sz w:val="20"/>
              </w:rPr>
              <w:t>시</w:t>
            </w:r>
            <w:r>
              <w:rPr>
                <w:sz w:val="20"/>
              </w:rPr>
              <w:t xml:space="preserve"> </w:t>
            </w:r>
            <w:r>
              <w:rPr>
                <w:rFonts w:ascii="굴림" w:eastAsia="굴림" w:hAnsi="굴림" w:cs="굴림" w:hint="eastAsia"/>
                <w:sz w:val="20"/>
              </w:rPr>
              <w:t>오류</w:t>
            </w:r>
            <w:r>
              <w:rPr>
                <w:sz w:val="20"/>
              </w:rPr>
              <w:t xml:space="preserve"> </w:t>
            </w:r>
            <w:r>
              <w:rPr>
                <w:rFonts w:ascii="굴림" w:eastAsia="굴림" w:hAnsi="굴림" w:cs="굴림" w:hint="eastAsia"/>
                <w:sz w:val="20"/>
              </w:rPr>
              <w:t>발생</w:t>
            </w:r>
          </w:p>
        </w:tc>
      </w:tr>
    </w:tbl>
    <w:p w14:paraId="3E942564" w14:textId="77777777" w:rsidR="004F06D1" w:rsidRDefault="004F06D1" w:rsidP="004F06D1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546B527B" w14:textId="77777777" w:rsidR="004F06D1" w:rsidRDefault="004F06D1" w:rsidP="004F06D1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34481AC4" w14:textId="77777777" w:rsidR="004F06D1" w:rsidRDefault="004F06D1" w:rsidP="004F06D1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4D37A220" w14:textId="77777777" w:rsidR="004F06D1" w:rsidRDefault="004F06D1" w:rsidP="004F06D1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2EBB2C74" w14:textId="2E9E3C59" w:rsidR="004F06D1" w:rsidRDefault="004F06D1" w:rsidP="00E75E17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077DFFB2" w14:textId="77777777" w:rsidR="00E75E17" w:rsidRDefault="00E75E17" w:rsidP="00E75E17">
      <w:pPr>
        <w:pStyle w:val="af"/>
        <w:spacing w:line="225" w:lineRule="auto"/>
        <w:ind w:right="416"/>
        <w:jc w:val="both"/>
        <w:rPr>
          <w:rFonts w:hint="eastAsia"/>
          <w:lang w:eastAsia="ko-KR"/>
        </w:rPr>
      </w:pPr>
    </w:p>
    <w:p w14:paraId="5C2BD85F" w14:textId="072751A4" w:rsidR="00CA023C" w:rsidRDefault="00CA023C" w:rsidP="006C0867">
      <w:pPr>
        <w:pStyle w:val="af"/>
        <w:rPr>
          <w:rFonts w:hint="eastAsia"/>
          <w:lang w:eastAsia="ko-KR"/>
        </w:rPr>
      </w:pPr>
    </w:p>
    <w:p w14:paraId="0A73BA94" w14:textId="14C96382" w:rsidR="00A860C2" w:rsidRDefault="00A860C2" w:rsidP="006C0867">
      <w:pPr>
        <w:pStyle w:val="af"/>
        <w:rPr>
          <w:rFonts w:hint="eastAsia"/>
          <w:lang w:eastAsia="ko-KR"/>
        </w:rPr>
      </w:pPr>
    </w:p>
    <w:p w14:paraId="0CFB3E5B" w14:textId="1D93F184" w:rsidR="00A860C2" w:rsidRDefault="00A860C2" w:rsidP="006C0867">
      <w:pPr>
        <w:pStyle w:val="af"/>
        <w:rPr>
          <w:rFonts w:hint="eastAsia"/>
          <w:lang w:eastAsia="ko-KR"/>
        </w:rPr>
      </w:pPr>
    </w:p>
    <w:p w14:paraId="4FA5213B" w14:textId="77777777" w:rsidR="00A860C2" w:rsidRDefault="00A860C2" w:rsidP="006C0867">
      <w:pPr>
        <w:pStyle w:val="af"/>
        <w:rPr>
          <w:rFonts w:hint="eastAsia"/>
          <w:lang w:eastAsia="ko-KR"/>
        </w:rPr>
      </w:pPr>
    </w:p>
    <w:p w14:paraId="1918A7D4" w14:textId="77777777" w:rsidR="00CA023C" w:rsidRDefault="00CA023C" w:rsidP="006C0867">
      <w:pPr>
        <w:pStyle w:val="af"/>
        <w:rPr>
          <w:rFonts w:hint="eastAsia"/>
          <w:lang w:eastAsia="ko-KR"/>
        </w:rPr>
      </w:pPr>
    </w:p>
    <w:p w14:paraId="61EB3865" w14:textId="77777777" w:rsidR="00CA023C" w:rsidRDefault="00CA023C" w:rsidP="006C0867">
      <w:pPr>
        <w:pStyle w:val="af"/>
        <w:rPr>
          <w:rFonts w:hint="eastAsia"/>
          <w:lang w:eastAsia="ko-KR"/>
        </w:rPr>
      </w:pPr>
    </w:p>
    <w:p w14:paraId="17DF665E" w14:textId="77777777" w:rsidR="00CA023C" w:rsidRDefault="00CA023C" w:rsidP="006C0867">
      <w:pPr>
        <w:pStyle w:val="af"/>
        <w:rPr>
          <w:rFonts w:hint="eastAsia"/>
          <w:lang w:eastAsia="ko-KR"/>
        </w:rPr>
      </w:pPr>
    </w:p>
    <w:p w14:paraId="7066D84C" w14:textId="77777777" w:rsidR="00CA023C" w:rsidRPr="006C0867" w:rsidRDefault="00CA023C" w:rsidP="006C0867">
      <w:pPr>
        <w:pStyle w:val="af"/>
        <w:rPr>
          <w:rFonts w:hint="eastAsia"/>
          <w:lang w:eastAsia="ko-KR"/>
        </w:rPr>
      </w:pPr>
    </w:p>
    <w:p w14:paraId="153073B4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7ED376CA" w14:textId="0CF8AAD4" w:rsidR="006C0867" w:rsidRDefault="006C0867" w:rsidP="006C0867">
      <w:pPr>
        <w:pStyle w:val="af"/>
        <w:rPr>
          <w:rFonts w:hint="eastAsia"/>
          <w:lang w:eastAsia="ko-KR"/>
        </w:rPr>
      </w:pPr>
    </w:p>
    <w:p w14:paraId="3ABE4B0D" w14:textId="36C4AE1D" w:rsidR="00A860C2" w:rsidRDefault="00A860C2" w:rsidP="006C0867">
      <w:pPr>
        <w:pStyle w:val="af"/>
        <w:rPr>
          <w:rFonts w:hint="eastAsia"/>
          <w:lang w:eastAsia="ko-KR"/>
        </w:rPr>
      </w:pPr>
    </w:p>
    <w:p w14:paraId="325865FA" w14:textId="044D00B0" w:rsidR="00A860C2" w:rsidRDefault="00A860C2" w:rsidP="006C0867">
      <w:pPr>
        <w:pStyle w:val="af"/>
        <w:rPr>
          <w:rFonts w:hint="eastAsia"/>
          <w:lang w:eastAsia="ko-KR"/>
        </w:rPr>
      </w:pPr>
    </w:p>
    <w:p w14:paraId="192023C0" w14:textId="77777777" w:rsidR="00A860C2" w:rsidRDefault="00A860C2" w:rsidP="006C0867">
      <w:pPr>
        <w:pStyle w:val="af"/>
        <w:rPr>
          <w:rFonts w:hint="eastAsia"/>
          <w:lang w:eastAsia="ko-KR"/>
        </w:rPr>
      </w:pPr>
    </w:p>
    <w:p w14:paraId="11810F48" w14:textId="77777777" w:rsidR="006C0867" w:rsidRDefault="006C0867" w:rsidP="006C0867">
      <w:pPr>
        <w:pStyle w:val="af"/>
        <w:rPr>
          <w:rFonts w:hint="eastAsia"/>
          <w:lang w:eastAsia="ko-KR"/>
        </w:rPr>
      </w:pPr>
    </w:p>
    <w:p w14:paraId="127D83B2" w14:textId="77777777" w:rsidR="004F06D1" w:rsidRDefault="004F06D1" w:rsidP="006C0867">
      <w:pPr>
        <w:pStyle w:val="af"/>
        <w:rPr>
          <w:rFonts w:hint="eastAsia"/>
          <w:lang w:eastAsia="ko-KR"/>
        </w:rPr>
      </w:pPr>
    </w:p>
    <w:p w14:paraId="18436EB0" w14:textId="4C2E8BB1" w:rsidR="00E7597B" w:rsidRPr="00661CB4" w:rsidRDefault="00E7597B" w:rsidP="00E7597B">
      <w:pPr>
        <w:pStyle w:val="1"/>
        <w:numPr>
          <w:ilvl w:val="0"/>
          <w:numId w:val="0"/>
        </w:numPr>
        <w:ind w:leftChars="60" w:left="120"/>
        <w:rPr>
          <w:lang w:eastAsia="ko-KR"/>
        </w:rPr>
      </w:pPr>
      <w:bookmarkStart w:id="19" w:name="_Toc33213717"/>
      <w:r>
        <w:rPr>
          <w:rFonts w:hint="eastAsia"/>
          <w:lang w:eastAsia="ko-KR"/>
        </w:rPr>
        <w:lastRenderedPageBreak/>
        <w:t>5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앱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환경의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적용</w:t>
      </w:r>
      <w:r>
        <w:rPr>
          <w:rFonts w:hint="eastAsia"/>
          <w:lang w:eastAsia="ko-KR"/>
        </w:rPr>
        <w:t>(IOS)</w:t>
      </w:r>
      <w:bookmarkEnd w:id="19"/>
    </w:p>
    <w:p w14:paraId="3F83B426" w14:textId="75B49D4A" w:rsidR="00544B9D" w:rsidRDefault="004F06D1" w:rsidP="004F06D1">
      <w:pPr>
        <w:pStyle w:val="ab"/>
      </w:pPr>
      <w:bookmarkStart w:id="20" w:name="_Toc33213718"/>
      <w:r>
        <w:rPr>
          <w:rFonts w:hint="eastAsia"/>
        </w:rPr>
        <w:t xml:space="preserve">5.1 </w:t>
      </w:r>
      <w:r w:rsidRPr="0049104D">
        <w:rPr>
          <w:rFonts w:hint="eastAsia"/>
        </w:rPr>
        <w:t xml:space="preserve"> </w:t>
      </w:r>
      <w:r>
        <w:rPr>
          <w:rFonts w:hint="eastAsia"/>
        </w:rPr>
        <w:t>기</w:t>
      </w:r>
      <w:r w:rsidR="00544B9D">
        <w:rPr>
          <w:rFonts w:hint="eastAsia"/>
        </w:rPr>
        <w:t>본적인 설치방법</w:t>
      </w:r>
      <w:bookmarkEnd w:id="20"/>
    </w:p>
    <w:p w14:paraId="1745F245" w14:textId="24337C84" w:rsidR="00544B9D" w:rsidRDefault="00544B9D" w:rsidP="0079786A">
      <w:pPr>
        <w:pStyle w:val="af"/>
        <w:numPr>
          <w:ilvl w:val="0"/>
          <w:numId w:val="22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 xml:space="preserve">IOS </w:t>
      </w:r>
      <w:r>
        <w:rPr>
          <w:lang w:eastAsia="ko-KR"/>
        </w:rPr>
        <w:t>어플리케이션</w:t>
      </w:r>
      <w:r>
        <w:rPr>
          <w:lang w:eastAsia="ko-KR"/>
        </w:rPr>
        <w:t xml:space="preserve"> </w:t>
      </w:r>
      <w:r>
        <w:rPr>
          <w:lang w:eastAsia="ko-KR"/>
        </w:rPr>
        <w:t>내</w:t>
      </w:r>
      <w:r>
        <w:rPr>
          <w:lang w:eastAsia="ko-KR"/>
        </w:rPr>
        <w:t xml:space="preserve"> WebView (</w:t>
      </w:r>
      <w:r>
        <w:rPr>
          <w:lang w:eastAsia="ko-KR"/>
        </w:rPr>
        <w:t>이하</w:t>
      </w:r>
      <w:r>
        <w:rPr>
          <w:lang w:eastAsia="ko-KR"/>
        </w:rPr>
        <w:t xml:space="preserve"> WebView) </w:t>
      </w:r>
      <w:r>
        <w:rPr>
          <w:lang w:eastAsia="ko-KR"/>
        </w:rPr>
        <w:t>에서</w:t>
      </w:r>
      <w:r>
        <w:rPr>
          <w:lang w:eastAsia="ko-KR"/>
        </w:rPr>
        <w:t xml:space="preserve"> </w:t>
      </w:r>
      <w:r w:rsidR="00847E31">
        <w:rPr>
          <w:lang w:eastAsia="ko-KR"/>
        </w:rPr>
        <w:t>FINTREE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구현하는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방법을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안냉합니다</w:t>
      </w:r>
      <w:r>
        <w:rPr>
          <w:rFonts w:hint="eastAsia"/>
          <w:lang w:eastAsia="ko-KR"/>
        </w:rPr>
        <w:t>.</w:t>
      </w:r>
    </w:p>
    <w:p w14:paraId="716BF271" w14:textId="3F9F4508" w:rsidR="00544B9D" w:rsidRDefault="00544B9D" w:rsidP="0079786A">
      <w:pPr>
        <w:pStyle w:val="af"/>
        <w:numPr>
          <w:ilvl w:val="0"/>
          <w:numId w:val="22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 xml:space="preserve">WebView </w:t>
      </w:r>
      <w:r>
        <w:rPr>
          <w:lang w:eastAsia="ko-KR"/>
        </w:rPr>
        <w:t>에서</w:t>
      </w:r>
      <w:r>
        <w:rPr>
          <w:lang w:eastAsia="ko-KR"/>
        </w:rPr>
        <w:t xml:space="preserve"> </w:t>
      </w:r>
      <w:r w:rsidR="00847E31">
        <w:rPr>
          <w:lang w:eastAsia="ko-KR"/>
        </w:rPr>
        <w:t>FINTREE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띄우는</w:t>
      </w:r>
      <w:r>
        <w:rPr>
          <w:lang w:eastAsia="ko-KR"/>
        </w:rPr>
        <w:t xml:space="preserve">  </w:t>
      </w:r>
      <w:r>
        <w:rPr>
          <w:lang w:eastAsia="ko-KR"/>
        </w:rPr>
        <w:t>방식은</w:t>
      </w:r>
      <w:r>
        <w:rPr>
          <w:lang w:eastAsia="ko-KR"/>
        </w:rPr>
        <w:t xml:space="preserve">  </w:t>
      </w:r>
      <w:r>
        <w:rPr>
          <w:rFonts w:hint="eastAsia"/>
          <w:lang w:eastAsia="ko-KR"/>
        </w:rPr>
        <w:t>안드로이드와</w:t>
      </w:r>
      <w:r>
        <w:rPr>
          <w:lang w:eastAsia="ko-KR"/>
        </w:rPr>
        <w:t xml:space="preserve"> </w:t>
      </w:r>
      <w:r>
        <w:rPr>
          <w:lang w:eastAsia="ko-KR"/>
        </w:rPr>
        <w:t>방법과</w:t>
      </w:r>
      <w:r>
        <w:rPr>
          <w:lang w:eastAsia="ko-KR"/>
        </w:rPr>
        <w:t xml:space="preserve"> </w:t>
      </w:r>
      <w:r>
        <w:rPr>
          <w:lang w:eastAsia="ko-KR"/>
        </w:rPr>
        <w:t>동일합니다</w:t>
      </w:r>
      <w:r>
        <w:rPr>
          <w:lang w:eastAsia="ko-KR"/>
        </w:rPr>
        <w:t xml:space="preserve">. </w:t>
      </w:r>
      <w:r>
        <w:rPr>
          <w:lang w:eastAsia="ko-KR"/>
        </w:rPr>
        <w:t>이에</w:t>
      </w:r>
      <w:r>
        <w:rPr>
          <w:lang w:eastAsia="ko-KR"/>
        </w:rPr>
        <w:t xml:space="preserve"> </w:t>
      </w:r>
      <w:r>
        <w:rPr>
          <w:lang w:eastAsia="ko-KR"/>
        </w:rPr>
        <w:t>이번</w:t>
      </w:r>
      <w:r>
        <w:rPr>
          <w:lang w:eastAsia="ko-KR"/>
        </w:rPr>
        <w:t xml:space="preserve"> </w:t>
      </w:r>
      <w:r>
        <w:rPr>
          <w:lang w:eastAsia="ko-KR"/>
        </w:rPr>
        <w:t>장</w:t>
      </w:r>
      <w:r>
        <w:rPr>
          <w:lang w:eastAsia="ko-KR"/>
        </w:rPr>
        <w:t xml:space="preserve"> </w:t>
      </w:r>
      <w:r>
        <w:rPr>
          <w:lang w:eastAsia="ko-KR"/>
        </w:rPr>
        <w:t>에서는</w:t>
      </w:r>
      <w:r>
        <w:rPr>
          <w:lang w:eastAsia="ko-KR"/>
        </w:rPr>
        <w:t xml:space="preserve"> mobileISP </w:t>
      </w:r>
      <w:r>
        <w:rPr>
          <w:lang w:eastAsia="ko-KR"/>
        </w:rPr>
        <w:t>앱</w:t>
      </w:r>
      <w:r>
        <w:rPr>
          <w:lang w:eastAsia="ko-KR"/>
        </w:rPr>
        <w:t xml:space="preserve"> </w:t>
      </w:r>
      <w:r>
        <w:rPr>
          <w:lang w:eastAsia="ko-KR"/>
        </w:rPr>
        <w:t>호출시</w:t>
      </w:r>
      <w:r>
        <w:rPr>
          <w:lang w:eastAsia="ko-KR"/>
        </w:rPr>
        <w:t xml:space="preserve"> </w:t>
      </w:r>
      <w:r>
        <w:rPr>
          <w:lang w:eastAsia="ko-KR"/>
        </w:rPr>
        <w:t>주의사항</w:t>
      </w:r>
      <w:r>
        <w:rPr>
          <w:lang w:eastAsia="ko-KR"/>
        </w:rPr>
        <w:t xml:space="preserve">, </w:t>
      </w:r>
      <w:r>
        <w:rPr>
          <w:lang w:eastAsia="ko-KR"/>
        </w:rPr>
        <w:t>카드사</w:t>
      </w:r>
      <w:r>
        <w:rPr>
          <w:lang w:eastAsia="ko-KR"/>
        </w:rPr>
        <w:t xml:space="preserve">  </w:t>
      </w:r>
      <w:r>
        <w:rPr>
          <w:lang w:eastAsia="ko-KR"/>
        </w:rPr>
        <w:t>백신</w:t>
      </w:r>
      <w:r>
        <w:rPr>
          <w:lang w:eastAsia="ko-KR"/>
        </w:rPr>
        <w:t xml:space="preserve">  </w:t>
      </w:r>
      <w:r>
        <w:rPr>
          <w:lang w:eastAsia="ko-KR"/>
        </w:rPr>
        <w:t>앱</w:t>
      </w:r>
      <w:r>
        <w:rPr>
          <w:lang w:eastAsia="ko-KR"/>
        </w:rPr>
        <w:t xml:space="preserve"> </w:t>
      </w:r>
      <w:r>
        <w:rPr>
          <w:lang w:eastAsia="ko-KR"/>
        </w:rPr>
        <w:t>스키마</w:t>
      </w:r>
      <w:r>
        <w:rPr>
          <w:lang w:eastAsia="ko-KR"/>
        </w:rPr>
        <w:t xml:space="preserve"> </w:t>
      </w:r>
      <w:r>
        <w:rPr>
          <w:lang w:eastAsia="ko-KR"/>
        </w:rPr>
        <w:t>호출</w:t>
      </w:r>
      <w:r>
        <w:rPr>
          <w:lang w:eastAsia="ko-KR"/>
        </w:rPr>
        <w:t xml:space="preserve"> </w:t>
      </w:r>
      <w:r>
        <w:rPr>
          <w:lang w:eastAsia="ko-KR"/>
        </w:rPr>
        <w:t>및</w:t>
      </w:r>
      <w:r>
        <w:rPr>
          <w:lang w:eastAsia="ko-KR"/>
        </w:rPr>
        <w:t xml:space="preserve"> “</w:t>
      </w:r>
      <w:r>
        <w:rPr>
          <w:lang w:eastAsia="ko-KR"/>
        </w:rPr>
        <w:t>미설치</w:t>
      </w:r>
      <w:r>
        <w:rPr>
          <w:lang w:eastAsia="ko-KR"/>
        </w:rPr>
        <w:t xml:space="preserve"> </w:t>
      </w:r>
      <w:r>
        <w:rPr>
          <w:lang w:eastAsia="ko-KR"/>
        </w:rPr>
        <w:t>시</w:t>
      </w:r>
      <w:r>
        <w:rPr>
          <w:lang w:eastAsia="ko-KR"/>
        </w:rPr>
        <w:t xml:space="preserve">, </w:t>
      </w:r>
      <w:r>
        <w:rPr>
          <w:lang w:eastAsia="ko-KR"/>
        </w:rPr>
        <w:t>앱스토어</w:t>
      </w:r>
      <w:r>
        <w:rPr>
          <w:lang w:eastAsia="ko-KR"/>
        </w:rPr>
        <w:t xml:space="preserve"> </w:t>
      </w:r>
      <w:r>
        <w:rPr>
          <w:lang w:eastAsia="ko-KR"/>
        </w:rPr>
        <w:t>이동</w:t>
      </w:r>
      <w:r>
        <w:rPr>
          <w:lang w:eastAsia="ko-KR"/>
        </w:rPr>
        <w:t xml:space="preserve"> </w:t>
      </w:r>
      <w:r>
        <w:rPr>
          <w:lang w:eastAsia="ko-KR"/>
        </w:rPr>
        <w:t>이슈</w:t>
      </w:r>
      <w:r>
        <w:rPr>
          <w:lang w:eastAsia="ko-KR"/>
        </w:rPr>
        <w:t xml:space="preserve">” </w:t>
      </w:r>
      <w:r>
        <w:rPr>
          <w:lang w:eastAsia="ko-KR"/>
        </w:rPr>
        <w:t>등의</w:t>
      </w:r>
      <w:r>
        <w:rPr>
          <w:lang w:eastAsia="ko-KR"/>
        </w:rPr>
        <w:t xml:space="preserve"> </w:t>
      </w:r>
      <w:r>
        <w:rPr>
          <w:lang w:eastAsia="ko-KR"/>
        </w:rPr>
        <w:t>내용을</w:t>
      </w:r>
      <w:r>
        <w:rPr>
          <w:lang w:eastAsia="ko-KR"/>
        </w:rPr>
        <w:t xml:space="preserve"> </w:t>
      </w:r>
      <w:r>
        <w:rPr>
          <w:lang w:eastAsia="ko-KR"/>
        </w:rPr>
        <w:t>주로</w:t>
      </w:r>
      <w:r>
        <w:rPr>
          <w:spacing w:val="-1"/>
          <w:lang w:eastAsia="ko-KR"/>
        </w:rPr>
        <w:t xml:space="preserve"> </w:t>
      </w:r>
      <w:r>
        <w:rPr>
          <w:lang w:eastAsia="ko-KR"/>
        </w:rPr>
        <w:t>다룹니다</w:t>
      </w:r>
      <w:r>
        <w:rPr>
          <w:lang w:eastAsia="ko-KR"/>
        </w:rPr>
        <w:t>.</w:t>
      </w:r>
    </w:p>
    <w:p w14:paraId="3D39025C" w14:textId="3AA2FBA2" w:rsidR="004F06D1" w:rsidRDefault="004F06D1" w:rsidP="004F06D1">
      <w:pPr>
        <w:pStyle w:val="ab"/>
      </w:pPr>
    </w:p>
    <w:p w14:paraId="506475F5" w14:textId="1086FACB" w:rsidR="00544B9D" w:rsidRDefault="00544B9D" w:rsidP="00544B9D">
      <w:pPr>
        <w:pStyle w:val="ab"/>
      </w:pPr>
      <w:bookmarkStart w:id="21" w:name="_Toc33213719"/>
      <w:r>
        <w:rPr>
          <w:rFonts w:hint="eastAsia"/>
        </w:rPr>
        <w:t xml:space="preserve">5.2 </w:t>
      </w:r>
      <w:r w:rsidRPr="00544B9D">
        <w:rPr>
          <w:rFonts w:hint="eastAsia"/>
        </w:rPr>
        <w:t>mobileISP 연동방법</w:t>
      </w:r>
      <w:bookmarkEnd w:id="21"/>
    </w:p>
    <w:p w14:paraId="21F57071" w14:textId="77777777" w:rsidR="00544B9D" w:rsidRDefault="00544B9D" w:rsidP="0079786A">
      <w:pPr>
        <w:pStyle w:val="af"/>
        <w:numPr>
          <w:ilvl w:val="0"/>
          <w:numId w:val="23"/>
        </w:numPr>
        <w:spacing w:line="358" w:lineRule="exact"/>
        <w:jc w:val="both"/>
        <w:rPr>
          <w:rFonts w:hint="eastAsia"/>
          <w:lang w:eastAsia="ko-KR"/>
        </w:rPr>
      </w:pPr>
      <w:r>
        <w:rPr>
          <w:lang w:eastAsia="ko-KR"/>
        </w:rPr>
        <w:t xml:space="preserve">mobileISP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종료</w:t>
      </w:r>
      <w:r>
        <w:rPr>
          <w:lang w:eastAsia="ko-KR"/>
        </w:rPr>
        <w:t xml:space="preserve"> </w:t>
      </w:r>
      <w:r>
        <w:rPr>
          <w:lang w:eastAsia="ko-KR"/>
        </w:rPr>
        <w:t>된</w:t>
      </w:r>
      <w:r>
        <w:rPr>
          <w:lang w:eastAsia="ko-KR"/>
        </w:rPr>
        <w:t xml:space="preserve"> </w:t>
      </w:r>
      <w:r>
        <w:rPr>
          <w:lang w:eastAsia="ko-KR"/>
        </w:rPr>
        <w:t>뒤</w:t>
      </w:r>
      <w:r>
        <w:rPr>
          <w:lang w:eastAsia="ko-KR"/>
        </w:rPr>
        <w:t xml:space="preserve">,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앱을</w:t>
      </w:r>
      <w:r>
        <w:rPr>
          <w:lang w:eastAsia="ko-KR"/>
        </w:rPr>
        <w:t xml:space="preserve"> </w:t>
      </w:r>
      <w:r>
        <w:rPr>
          <w:lang w:eastAsia="ko-KR"/>
        </w:rPr>
        <w:t>다시</w:t>
      </w:r>
      <w:r>
        <w:rPr>
          <w:lang w:eastAsia="ko-KR"/>
        </w:rPr>
        <w:t xml:space="preserve"> </w:t>
      </w:r>
      <w:r>
        <w:rPr>
          <w:lang w:eastAsia="ko-KR"/>
        </w:rPr>
        <w:t>띄우기</w:t>
      </w:r>
      <w:r>
        <w:rPr>
          <w:lang w:eastAsia="ko-KR"/>
        </w:rPr>
        <w:t xml:space="preserve"> </w:t>
      </w:r>
      <w:r>
        <w:rPr>
          <w:lang w:eastAsia="ko-KR"/>
        </w:rPr>
        <w:t>위한</w:t>
      </w:r>
      <w:r>
        <w:rPr>
          <w:lang w:eastAsia="ko-KR"/>
        </w:rPr>
        <w:t xml:space="preserve"> </w:t>
      </w:r>
      <w:r>
        <w:rPr>
          <w:lang w:eastAsia="ko-KR"/>
        </w:rPr>
        <w:t>조치사항을</w:t>
      </w:r>
      <w:r>
        <w:rPr>
          <w:lang w:eastAsia="ko-KR"/>
        </w:rPr>
        <w:t xml:space="preserve"> </w:t>
      </w:r>
      <w:r>
        <w:rPr>
          <w:lang w:eastAsia="ko-KR"/>
        </w:rPr>
        <w:t>안내합니다</w:t>
      </w:r>
      <w:r>
        <w:rPr>
          <w:lang w:eastAsia="ko-KR"/>
        </w:rPr>
        <w:t>.</w:t>
      </w:r>
    </w:p>
    <w:p w14:paraId="5E6DE8AC" w14:textId="509EF4AB" w:rsidR="000D7BA0" w:rsidRDefault="00544B9D" w:rsidP="0079786A">
      <w:pPr>
        <w:pStyle w:val="af"/>
        <w:numPr>
          <w:ilvl w:val="0"/>
          <w:numId w:val="23"/>
        </w:numPr>
        <w:spacing w:before="6"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 xml:space="preserve">IOS </w:t>
      </w:r>
      <w:r>
        <w:rPr>
          <w:lang w:eastAsia="ko-KR"/>
        </w:rPr>
        <w:t>는</w:t>
      </w:r>
      <w:r>
        <w:rPr>
          <w:lang w:eastAsia="ko-KR"/>
        </w:rPr>
        <w:t xml:space="preserve"> Android </w:t>
      </w:r>
      <w:r>
        <w:rPr>
          <w:lang w:eastAsia="ko-KR"/>
        </w:rPr>
        <w:t>계열과</w:t>
      </w:r>
      <w:r>
        <w:rPr>
          <w:lang w:eastAsia="ko-KR"/>
        </w:rPr>
        <w:t xml:space="preserve">  </w:t>
      </w:r>
      <w:r>
        <w:rPr>
          <w:lang w:eastAsia="ko-KR"/>
        </w:rPr>
        <w:t>다르게도</w:t>
      </w:r>
      <w:r>
        <w:rPr>
          <w:lang w:eastAsia="ko-KR"/>
        </w:rPr>
        <w:t xml:space="preserve"> mobileISP  </w:t>
      </w:r>
      <w:r>
        <w:rPr>
          <w:lang w:eastAsia="ko-KR"/>
        </w:rPr>
        <w:t>이</w:t>
      </w:r>
      <w:r>
        <w:rPr>
          <w:lang w:eastAsia="ko-KR"/>
        </w:rPr>
        <w:t xml:space="preserve"> </w:t>
      </w:r>
      <w:r>
        <w:rPr>
          <w:lang w:eastAsia="ko-KR"/>
        </w:rPr>
        <w:t>종료된</w:t>
      </w:r>
      <w:r>
        <w:rPr>
          <w:lang w:eastAsia="ko-KR"/>
        </w:rPr>
        <w:t xml:space="preserve"> </w:t>
      </w:r>
      <w:r>
        <w:rPr>
          <w:lang w:eastAsia="ko-KR"/>
        </w:rPr>
        <w:t>뒤</w:t>
      </w:r>
      <w:r>
        <w:rPr>
          <w:lang w:eastAsia="ko-KR"/>
        </w:rPr>
        <w:t xml:space="preserve">, </w:t>
      </w:r>
      <w:r>
        <w:rPr>
          <w:lang w:eastAsia="ko-KR"/>
        </w:rPr>
        <w:t>가맹점</w:t>
      </w:r>
      <w:r>
        <w:rPr>
          <w:lang w:eastAsia="ko-KR"/>
        </w:rPr>
        <w:t xml:space="preserve">  </w:t>
      </w:r>
      <w:r>
        <w:rPr>
          <w:lang w:eastAsia="ko-KR"/>
        </w:rPr>
        <w:t>앱은</w:t>
      </w:r>
      <w:r>
        <w:rPr>
          <w:lang w:eastAsia="ko-KR"/>
        </w:rPr>
        <w:t xml:space="preserve">  Background  </w:t>
      </w:r>
      <w:r>
        <w:rPr>
          <w:lang w:eastAsia="ko-KR"/>
        </w:rPr>
        <w:t>에</w:t>
      </w:r>
      <w:r>
        <w:rPr>
          <w:lang w:eastAsia="ko-KR"/>
        </w:rPr>
        <w:t xml:space="preserve">  </w:t>
      </w:r>
      <w:r>
        <w:rPr>
          <w:lang w:eastAsia="ko-KR"/>
        </w:rPr>
        <w:t>머문</w:t>
      </w:r>
      <w:r>
        <w:rPr>
          <w:lang w:eastAsia="ko-KR"/>
        </w:rPr>
        <w:t xml:space="preserve">  </w:t>
      </w:r>
      <w:r>
        <w:rPr>
          <w:lang w:eastAsia="ko-KR"/>
        </w:rPr>
        <w:t>채</w:t>
      </w:r>
      <w:r>
        <w:rPr>
          <w:lang w:eastAsia="ko-KR"/>
        </w:rPr>
        <w:t xml:space="preserve">, </w:t>
      </w:r>
      <w:r>
        <w:rPr>
          <w:lang w:eastAsia="ko-KR"/>
        </w:rPr>
        <w:t>바탕화면이</w:t>
      </w:r>
      <w:r>
        <w:rPr>
          <w:lang w:eastAsia="ko-KR"/>
        </w:rPr>
        <w:t xml:space="preserve"> </w:t>
      </w:r>
      <w:r>
        <w:rPr>
          <w:lang w:eastAsia="ko-KR"/>
        </w:rPr>
        <w:t>개제됩니다</w:t>
      </w:r>
      <w:r>
        <w:rPr>
          <w:lang w:eastAsia="ko-KR"/>
        </w:rPr>
        <w:t>. (IOS</w:t>
      </w:r>
      <w:r>
        <w:rPr>
          <w:lang w:eastAsia="ko-KR"/>
        </w:rPr>
        <w:t>의</w:t>
      </w:r>
      <w:r>
        <w:rPr>
          <w:lang w:eastAsia="ko-KR"/>
        </w:rPr>
        <w:t xml:space="preserve"> </w:t>
      </w:r>
      <w:r>
        <w:rPr>
          <w:lang w:eastAsia="ko-KR"/>
        </w:rPr>
        <w:t>운영체제</w:t>
      </w:r>
      <w:r>
        <w:rPr>
          <w:lang w:eastAsia="ko-KR"/>
        </w:rPr>
        <w:t xml:space="preserve"> </w:t>
      </w:r>
      <w:r>
        <w:rPr>
          <w:lang w:eastAsia="ko-KR"/>
        </w:rPr>
        <w:t>특성에</w:t>
      </w:r>
      <w:r>
        <w:rPr>
          <w:lang w:eastAsia="ko-KR"/>
        </w:rPr>
        <w:t xml:space="preserve"> </w:t>
      </w:r>
      <w:r>
        <w:rPr>
          <w:lang w:eastAsia="ko-KR"/>
        </w:rPr>
        <w:t>기반</w:t>
      </w:r>
      <w:r>
        <w:rPr>
          <w:lang w:eastAsia="ko-KR"/>
        </w:rPr>
        <w:t xml:space="preserve">) </w:t>
      </w:r>
      <w:r>
        <w:rPr>
          <w:lang w:eastAsia="ko-KR"/>
        </w:rPr>
        <w:t>이</w:t>
      </w:r>
      <w:r>
        <w:rPr>
          <w:lang w:eastAsia="ko-KR"/>
        </w:rPr>
        <w:t xml:space="preserve"> </w:t>
      </w:r>
      <w:r>
        <w:rPr>
          <w:lang w:eastAsia="ko-KR"/>
        </w:rPr>
        <w:t>때문에</w:t>
      </w:r>
      <w:r>
        <w:rPr>
          <w:lang w:eastAsia="ko-KR"/>
        </w:rPr>
        <w:t xml:space="preserve">, mobileISP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종료되</w:t>
      </w:r>
      <w:r>
        <w:rPr>
          <w:lang w:eastAsia="ko-KR"/>
        </w:rPr>
        <w:t xml:space="preserve">  </w:t>
      </w:r>
      <w:r>
        <w:rPr>
          <w:lang w:eastAsia="ko-KR"/>
        </w:rPr>
        <w:t>면서</w:t>
      </w:r>
      <w:r>
        <w:rPr>
          <w:lang w:eastAsia="ko-KR"/>
        </w:rPr>
        <w:t xml:space="preserve">, </w:t>
      </w:r>
      <w:r>
        <w:rPr>
          <w:lang w:eastAsia="ko-KR"/>
        </w:rPr>
        <w:t>가맹점</w:t>
      </w:r>
      <w:r>
        <w:rPr>
          <w:lang w:eastAsia="ko-KR"/>
        </w:rPr>
        <w:t xml:space="preserve"> appScheme </w:t>
      </w:r>
      <w:r>
        <w:rPr>
          <w:lang w:eastAsia="ko-KR"/>
        </w:rPr>
        <w:t>을</w:t>
      </w:r>
      <w:r>
        <w:rPr>
          <w:lang w:eastAsia="ko-KR"/>
        </w:rPr>
        <w:t xml:space="preserve"> </w:t>
      </w:r>
      <w:r>
        <w:rPr>
          <w:lang w:eastAsia="ko-KR"/>
        </w:rPr>
        <w:t>호출하도록</w:t>
      </w:r>
      <w:r>
        <w:rPr>
          <w:lang w:eastAsia="ko-KR"/>
        </w:rPr>
        <w:t xml:space="preserve"> </w:t>
      </w:r>
      <w:r>
        <w:rPr>
          <w:lang w:eastAsia="ko-KR"/>
        </w:rPr>
        <w:t>구성해야</w:t>
      </w:r>
      <w:r>
        <w:rPr>
          <w:lang w:eastAsia="ko-KR"/>
        </w:rPr>
        <w:t xml:space="preserve"> </w:t>
      </w:r>
      <w:r>
        <w:rPr>
          <w:lang w:eastAsia="ko-KR"/>
        </w:rPr>
        <w:t>합니다</w:t>
      </w:r>
      <w:r>
        <w:rPr>
          <w:lang w:eastAsia="ko-KR"/>
        </w:rPr>
        <w:t xml:space="preserve">. </w:t>
      </w:r>
      <w:r>
        <w:rPr>
          <w:lang w:eastAsia="ko-KR"/>
        </w:rPr>
        <w:t>하기와</w:t>
      </w:r>
      <w:r>
        <w:rPr>
          <w:lang w:eastAsia="ko-KR"/>
        </w:rPr>
        <w:t xml:space="preserve">  </w:t>
      </w:r>
      <w:r>
        <w:rPr>
          <w:lang w:eastAsia="ko-KR"/>
        </w:rPr>
        <w:t>같이</w:t>
      </w:r>
      <w:r>
        <w:rPr>
          <w:lang w:eastAsia="ko-KR"/>
        </w:rPr>
        <w:t xml:space="preserve">  </w:t>
      </w:r>
      <w:r>
        <w:rPr>
          <w:lang w:eastAsia="ko-KR"/>
        </w:rPr>
        <w:t>셋팅</w:t>
      </w:r>
      <w:r>
        <w:rPr>
          <w:lang w:eastAsia="ko-KR"/>
        </w:rPr>
        <w:t xml:space="preserve">  </w:t>
      </w:r>
      <w:r>
        <w:rPr>
          <w:lang w:eastAsia="ko-KR"/>
        </w:rPr>
        <w:t>시</w:t>
      </w:r>
      <w:r>
        <w:rPr>
          <w:lang w:eastAsia="ko-KR"/>
        </w:rPr>
        <w:t xml:space="preserve">,  </w:t>
      </w:r>
      <w:r>
        <w:rPr>
          <w:lang w:eastAsia="ko-KR"/>
        </w:rPr>
        <w:t>요구사항과</w:t>
      </w:r>
      <w:r>
        <w:rPr>
          <w:lang w:eastAsia="ko-KR"/>
        </w:rPr>
        <w:t xml:space="preserve"> </w:t>
      </w:r>
      <w:r>
        <w:rPr>
          <w:lang w:eastAsia="ko-KR"/>
        </w:rPr>
        <w:t>같이</w:t>
      </w:r>
      <w:r>
        <w:rPr>
          <w:lang w:eastAsia="ko-KR"/>
        </w:rPr>
        <w:t xml:space="preserve">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다시</w:t>
      </w:r>
      <w:r>
        <w:rPr>
          <w:spacing w:val="35"/>
          <w:lang w:eastAsia="ko-KR"/>
        </w:rPr>
        <w:t xml:space="preserve"> </w:t>
      </w:r>
      <w:r>
        <w:rPr>
          <w:lang w:eastAsia="ko-KR"/>
        </w:rPr>
        <w:t>기동됩니다</w:t>
      </w:r>
      <w:r w:rsidR="000D7BA0">
        <w:rPr>
          <w:rFonts w:hint="eastAsia"/>
          <w:lang w:eastAsia="ko-KR"/>
        </w:rPr>
        <w:t>.</w:t>
      </w:r>
    </w:p>
    <w:p w14:paraId="2B17DBD8" w14:textId="77777777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6239"/>
      </w:tblGrid>
      <w:tr w:rsidR="000D7BA0" w14:paraId="69D7922B" w14:textId="77777777" w:rsidTr="00E75E17">
        <w:trPr>
          <w:trHeight w:val="347"/>
        </w:trPr>
        <w:tc>
          <w:tcPr>
            <w:tcW w:w="2408" w:type="dxa"/>
            <w:tcBorders>
              <w:right w:val="double" w:sz="1" w:space="0" w:color="000000"/>
            </w:tcBorders>
            <w:shd w:val="clear" w:color="auto" w:fill="B6DDE8"/>
          </w:tcPr>
          <w:p w14:paraId="434ECE10" w14:textId="77777777" w:rsidR="000D7BA0" w:rsidRPr="000D7BA0" w:rsidRDefault="000D7BA0" w:rsidP="000D7BA0">
            <w:pPr>
              <w:pStyle w:val="TableParagraph"/>
              <w:spacing w:line="328" w:lineRule="exact"/>
              <w:ind w:left="967"/>
              <w:rPr>
                <w:rFonts w:asciiTheme="majorHAnsi" w:eastAsiaTheme="majorHAnsi" w:hAnsiTheme="majorHAnsi"/>
                <w:sz w:val="20"/>
              </w:rPr>
            </w:pPr>
            <w:r w:rsidRPr="000D7BA0">
              <w:rPr>
                <w:rFonts w:asciiTheme="majorHAnsi" w:eastAsiaTheme="majorHAnsi" w:hAnsiTheme="majorHAnsi"/>
                <w:sz w:val="20"/>
              </w:rPr>
              <w:t>P_RESERVED</w:t>
            </w:r>
          </w:p>
        </w:tc>
        <w:tc>
          <w:tcPr>
            <w:tcW w:w="6239" w:type="dxa"/>
            <w:tcBorders>
              <w:left w:val="double" w:sz="1" w:space="0" w:color="000000"/>
            </w:tcBorders>
          </w:tcPr>
          <w:p w14:paraId="41440744" w14:textId="77777777" w:rsidR="000D7BA0" w:rsidRPr="000D7BA0" w:rsidRDefault="000D7BA0" w:rsidP="000D7BA0">
            <w:pPr>
              <w:pStyle w:val="TableParagraph"/>
              <w:spacing w:line="328" w:lineRule="exact"/>
              <w:ind w:left="967"/>
              <w:rPr>
                <w:rFonts w:asciiTheme="majorHAnsi" w:eastAsiaTheme="majorHAnsi" w:hAnsiTheme="majorHAnsi"/>
                <w:sz w:val="20"/>
              </w:rPr>
            </w:pPr>
            <w:r w:rsidRPr="000D7BA0">
              <w:rPr>
                <w:rFonts w:asciiTheme="majorHAnsi" w:eastAsiaTheme="majorHAnsi" w:hAnsiTheme="majorHAnsi"/>
                <w:sz w:val="20"/>
              </w:rPr>
              <w:t>&amp;app_scheme=가맹점스키마명://</w:t>
            </w:r>
          </w:p>
        </w:tc>
      </w:tr>
    </w:tbl>
    <w:p w14:paraId="4D59B759" w14:textId="77777777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B1A7694" w14:textId="344EE2A2" w:rsidR="000D7BA0" w:rsidRDefault="000D7BA0" w:rsidP="0079786A">
      <w:pPr>
        <w:pStyle w:val="af"/>
        <w:numPr>
          <w:ilvl w:val="0"/>
          <w:numId w:val="24"/>
        </w:numPr>
        <w:spacing w:before="1" w:line="225" w:lineRule="auto"/>
        <w:ind w:right="413"/>
        <w:jc w:val="both"/>
        <w:rPr>
          <w:rFonts w:hint="eastAsia"/>
          <w:lang w:eastAsia="ko-KR"/>
        </w:rPr>
      </w:pPr>
      <w:r>
        <w:rPr>
          <w:lang w:eastAsia="ko-KR"/>
        </w:rPr>
        <w:t>가맹점스키마명</w:t>
      </w:r>
      <w:r>
        <w:rPr>
          <w:lang w:eastAsia="ko-KR"/>
        </w:rPr>
        <w:t xml:space="preserve"> </w:t>
      </w:r>
      <w:r>
        <w:rPr>
          <w:lang w:eastAsia="ko-KR"/>
        </w:rPr>
        <w:t>뒤</w:t>
      </w:r>
      <w:r>
        <w:rPr>
          <w:lang w:eastAsia="ko-KR"/>
        </w:rPr>
        <w:t xml:space="preserve"> </w:t>
      </w:r>
      <w:r>
        <w:rPr>
          <w:color w:val="FF0000"/>
          <w:lang w:eastAsia="ko-KR"/>
        </w:rPr>
        <w:t xml:space="preserve">:// </w:t>
      </w:r>
      <w:r>
        <w:rPr>
          <w:lang w:eastAsia="ko-KR"/>
        </w:rPr>
        <w:t>은</w:t>
      </w:r>
      <w:r>
        <w:rPr>
          <w:lang w:eastAsia="ko-KR"/>
        </w:rPr>
        <w:t xml:space="preserve"> </w:t>
      </w:r>
      <w:r>
        <w:rPr>
          <w:lang w:eastAsia="ko-KR"/>
        </w:rPr>
        <w:t>필수로</w:t>
      </w:r>
      <w:r>
        <w:rPr>
          <w:lang w:eastAsia="ko-KR"/>
        </w:rPr>
        <w:t xml:space="preserve"> </w:t>
      </w:r>
      <w:r>
        <w:rPr>
          <w:lang w:eastAsia="ko-KR"/>
        </w:rPr>
        <w:t>입력해주셔야</w:t>
      </w:r>
      <w:r>
        <w:rPr>
          <w:lang w:eastAsia="ko-KR"/>
        </w:rPr>
        <w:t xml:space="preserve"> mobileISP </w:t>
      </w:r>
      <w:r>
        <w:rPr>
          <w:lang w:eastAsia="ko-KR"/>
        </w:rPr>
        <w:t>앱</w:t>
      </w:r>
      <w:r>
        <w:rPr>
          <w:lang w:eastAsia="ko-KR"/>
        </w:rPr>
        <w:t xml:space="preserve"> </w:t>
      </w:r>
      <w:r>
        <w:rPr>
          <w:lang w:eastAsia="ko-KR"/>
        </w:rPr>
        <w:t>종료</w:t>
      </w:r>
      <w:r>
        <w:rPr>
          <w:lang w:eastAsia="ko-KR"/>
        </w:rPr>
        <w:t xml:space="preserve"> </w:t>
      </w:r>
      <w:r>
        <w:rPr>
          <w:lang w:eastAsia="ko-KR"/>
        </w:rPr>
        <w:t>후</w:t>
      </w:r>
      <w:r>
        <w:rPr>
          <w:lang w:eastAsia="ko-KR"/>
        </w:rPr>
        <w:t xml:space="preserve">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호출</w:t>
      </w:r>
      <w:r>
        <w:rPr>
          <w:lang w:eastAsia="ko-KR"/>
        </w:rPr>
        <w:t xml:space="preserve"> </w:t>
      </w:r>
      <w:r>
        <w:rPr>
          <w:lang w:eastAsia="ko-KR"/>
        </w:rPr>
        <w:t>됩니다</w:t>
      </w:r>
      <w:r>
        <w:rPr>
          <w:lang w:eastAsia="ko-KR"/>
        </w:rPr>
        <w:t xml:space="preserve">. (Ex.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스키마명이</w:t>
      </w:r>
      <w:r>
        <w:rPr>
          <w:lang w:eastAsia="ko-KR"/>
        </w:rPr>
        <w:t xml:space="preserve"> merchant-app </w:t>
      </w:r>
      <w:r>
        <w:rPr>
          <w:lang w:eastAsia="ko-KR"/>
        </w:rPr>
        <w:t>일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 app_scheme= merchant-app:// </w:t>
      </w:r>
      <w:r>
        <w:rPr>
          <w:lang w:eastAsia="ko-KR"/>
        </w:rPr>
        <w:t>로</w:t>
      </w:r>
      <w:r>
        <w:rPr>
          <w:lang w:eastAsia="ko-KR"/>
        </w:rPr>
        <w:t xml:space="preserve"> </w:t>
      </w:r>
      <w:r>
        <w:rPr>
          <w:lang w:eastAsia="ko-KR"/>
        </w:rPr>
        <w:t>셋팅해</w:t>
      </w:r>
      <w:r>
        <w:rPr>
          <w:lang w:eastAsia="ko-KR"/>
        </w:rPr>
        <w:t xml:space="preserve"> </w:t>
      </w:r>
      <w:r>
        <w:rPr>
          <w:lang w:eastAsia="ko-KR"/>
        </w:rPr>
        <w:t>주시면</w:t>
      </w:r>
      <w:r>
        <w:rPr>
          <w:spacing w:val="45"/>
          <w:lang w:eastAsia="ko-KR"/>
        </w:rPr>
        <w:t xml:space="preserve"> </w:t>
      </w:r>
      <w:r>
        <w:rPr>
          <w:lang w:eastAsia="ko-KR"/>
        </w:rPr>
        <w:t>됩니다</w:t>
      </w:r>
      <w:r>
        <w:rPr>
          <w:lang w:eastAsia="ko-KR"/>
        </w:rPr>
        <w:t>.)</w:t>
      </w:r>
    </w:p>
    <w:p w14:paraId="05DBAEEC" w14:textId="77777777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1661EFD" w14:textId="062E92D9" w:rsidR="000D7BA0" w:rsidRDefault="000D7BA0" w:rsidP="000D7BA0">
      <w:pPr>
        <w:pStyle w:val="ab"/>
      </w:pPr>
      <w:bookmarkStart w:id="22" w:name="_Toc33213720"/>
      <w:r>
        <w:rPr>
          <w:rFonts w:hint="eastAsia"/>
        </w:rPr>
        <w:t xml:space="preserve">5.3 </w:t>
      </w:r>
      <w:bookmarkEnd w:id="22"/>
      <w:r w:rsidR="00A860C2">
        <w:rPr>
          <w:rFonts w:hint="eastAsia"/>
        </w:rPr>
        <w:t>안심클릭 결제 시,</w:t>
      </w:r>
      <w:r w:rsidR="00A860C2">
        <w:t xml:space="preserve"> </w:t>
      </w:r>
      <w:r w:rsidR="00A860C2">
        <w:rPr>
          <w:rFonts w:hint="eastAsia"/>
        </w:rPr>
        <w:t>카드사 백신 앱 연동</w:t>
      </w:r>
    </w:p>
    <w:p w14:paraId="73FE60B6" w14:textId="6D45EB18" w:rsidR="000D7BA0" w:rsidRDefault="00A860C2" w:rsidP="0079786A">
      <w:pPr>
        <w:pStyle w:val="a5"/>
        <w:widowControl w:val="0"/>
        <w:numPr>
          <w:ilvl w:val="1"/>
          <w:numId w:val="25"/>
        </w:numPr>
        <w:tabs>
          <w:tab w:val="left" w:pos="1380"/>
          <w:tab w:val="left" w:pos="1381"/>
        </w:tabs>
        <w:overflowPunct/>
        <w:adjustRightInd/>
        <w:spacing w:line="334" w:lineRule="exact"/>
        <w:ind w:leftChars="0" w:left="1161" w:hanging="361"/>
        <w:textAlignment w:val="auto"/>
      </w:pPr>
      <w:r>
        <w:rPr>
          <w:rFonts w:hint="eastAsia"/>
        </w:rPr>
        <w:t>IOS</w:t>
      </w:r>
      <w:r>
        <w:t xml:space="preserve"> </w:t>
      </w:r>
      <w:r>
        <w:rPr>
          <w:rFonts w:hint="eastAsia"/>
        </w:rPr>
        <w:t>환경에서는</w:t>
      </w:r>
      <w:r>
        <w:rPr>
          <w:rFonts w:hint="eastAsia"/>
        </w:rPr>
        <w:t xml:space="preserve"> </w:t>
      </w:r>
      <w:r>
        <w:rPr>
          <w:rFonts w:hint="eastAsia"/>
        </w:rPr>
        <w:t>카드사에서</w:t>
      </w:r>
      <w:r>
        <w:rPr>
          <w:rFonts w:hint="eastAsia"/>
        </w:rPr>
        <w:t xml:space="preserve"> </w:t>
      </w:r>
      <w:r>
        <w:rPr>
          <w:rFonts w:hint="eastAsia"/>
        </w:rPr>
        <w:t>별도로</w:t>
      </w:r>
      <w:r>
        <w:rPr>
          <w:rFonts w:hint="eastAsia"/>
        </w:rPr>
        <w:t xml:space="preserve"> </w:t>
      </w:r>
      <w:r>
        <w:rPr>
          <w:rFonts w:hint="eastAsia"/>
        </w:rPr>
        <w:t>백신을</w:t>
      </w:r>
      <w:r>
        <w:rPr>
          <w:rFonts w:hint="eastAsia"/>
        </w:rPr>
        <w:t xml:space="preserve"> </w:t>
      </w:r>
      <w:r>
        <w:rPr>
          <w:rFonts w:hint="eastAsia"/>
        </w:rPr>
        <w:t>구동하지</w:t>
      </w:r>
      <w:r>
        <w:rPr>
          <w:rFonts w:hint="eastAsia"/>
        </w:rPr>
        <w:t xml:space="preserve"> </w:t>
      </w:r>
      <w:r>
        <w:rPr>
          <w:rFonts w:hint="eastAsia"/>
        </w:rPr>
        <w:t>않습니다</w:t>
      </w:r>
      <w:r>
        <w:rPr>
          <w:rFonts w:hint="eastAsia"/>
        </w:rPr>
        <w:t>.</w:t>
      </w:r>
    </w:p>
    <w:p w14:paraId="64F266B2" w14:textId="77777777" w:rsidR="00A860C2" w:rsidRDefault="00A860C2" w:rsidP="00A860C2">
      <w:pPr>
        <w:widowControl w:val="0"/>
        <w:tabs>
          <w:tab w:val="left" w:pos="1380"/>
          <w:tab w:val="left" w:pos="1381"/>
        </w:tabs>
        <w:overflowPunct/>
        <w:adjustRightInd/>
        <w:spacing w:line="334" w:lineRule="exact"/>
        <w:ind w:left="0" w:firstLine="0"/>
        <w:textAlignment w:val="auto"/>
      </w:pPr>
    </w:p>
    <w:p w14:paraId="6EA9CEC5" w14:textId="4CCB03B2" w:rsidR="00A860C2" w:rsidRDefault="00A860C2" w:rsidP="00A860C2">
      <w:pPr>
        <w:pStyle w:val="ab"/>
      </w:pPr>
      <w:r>
        <w:rPr>
          <w:rFonts w:hint="eastAsia"/>
        </w:rPr>
        <w:t>5.4 카드사 앱 연동방법</w:t>
      </w:r>
    </w:p>
    <w:p w14:paraId="4B04122C" w14:textId="52518786" w:rsidR="00A860C2" w:rsidRPr="00A860C2" w:rsidRDefault="00A860C2" w:rsidP="0079786A">
      <w:pPr>
        <w:pStyle w:val="a5"/>
        <w:widowControl w:val="0"/>
        <w:numPr>
          <w:ilvl w:val="1"/>
          <w:numId w:val="25"/>
        </w:numPr>
        <w:tabs>
          <w:tab w:val="left" w:pos="1380"/>
          <w:tab w:val="left" w:pos="1381"/>
        </w:tabs>
        <w:overflowPunct/>
        <w:adjustRightInd/>
        <w:spacing w:line="334" w:lineRule="exact"/>
        <w:ind w:leftChars="0" w:left="1161" w:hanging="361"/>
        <w:textAlignment w:val="auto"/>
      </w:pPr>
      <w:r>
        <w:t>안심클릭</w:t>
      </w:r>
      <w:r>
        <w:t xml:space="preserve"> </w:t>
      </w:r>
      <w:r>
        <w:t>결제</w:t>
      </w:r>
      <w:r>
        <w:t xml:space="preserve"> </w:t>
      </w:r>
      <w:r>
        <w:t>진행에</w:t>
      </w:r>
      <w:r>
        <w:t xml:space="preserve"> </w:t>
      </w:r>
      <w:r>
        <w:t>필요한</w:t>
      </w:r>
      <w:r>
        <w:t xml:space="preserve">  Application  (</w:t>
      </w:r>
      <w:r>
        <w:t>앱카드</w:t>
      </w:r>
      <w:r>
        <w:t xml:space="preserve">  </w:t>
      </w:r>
      <w:r>
        <w:t>등의</w:t>
      </w:r>
      <w:r>
        <w:t xml:space="preserve">)  </w:t>
      </w:r>
      <w:r>
        <w:t>호출이</w:t>
      </w:r>
      <w:r>
        <w:t xml:space="preserve">  </w:t>
      </w:r>
      <w:r>
        <w:t>필요할</w:t>
      </w:r>
      <w:r>
        <w:t xml:space="preserve">  </w:t>
      </w:r>
      <w:r>
        <w:t>경우</w:t>
      </w:r>
      <w:r>
        <w:t xml:space="preserve">  </w:t>
      </w:r>
      <w:r>
        <w:t>아래</w:t>
      </w:r>
      <w:r>
        <w:t xml:space="preserve">  </w:t>
      </w:r>
      <w:r>
        <w:t>샘플코드</w:t>
      </w:r>
      <w:r>
        <w:t xml:space="preserve">  </w:t>
      </w:r>
      <w:r>
        <w:t>를</w:t>
      </w:r>
      <w:r>
        <w:t xml:space="preserve"> </w:t>
      </w:r>
      <w:r>
        <w:t>참고</w:t>
      </w:r>
      <w:r w:rsidRPr="000D7BA0">
        <w:rPr>
          <w:spacing w:val="41"/>
        </w:rPr>
        <w:t xml:space="preserve"> </w:t>
      </w:r>
      <w:r>
        <w:t>바랍니다</w:t>
      </w:r>
      <w:r>
        <w:t>.</w:t>
      </w:r>
      <w:r>
        <w:rPr>
          <w:rFonts w:hint="eastAsia"/>
        </w:rPr>
        <w:t xml:space="preserve"> (</w:t>
      </w:r>
      <w:r>
        <w:t>해당</w:t>
      </w:r>
      <w:r>
        <w:t xml:space="preserve"> </w:t>
      </w:r>
      <w:r>
        <w:t>샘플은</w:t>
      </w:r>
      <w:r>
        <w:t xml:space="preserve"> </w:t>
      </w:r>
      <w:r>
        <w:t>참고용으로</w:t>
      </w:r>
      <w:r>
        <w:t xml:space="preserve"> </w:t>
      </w:r>
      <w:r>
        <w:t>각</w:t>
      </w:r>
      <w:r>
        <w:t xml:space="preserve"> </w:t>
      </w:r>
      <w:r>
        <w:t>가맹점앱에</w:t>
      </w:r>
      <w:r>
        <w:t xml:space="preserve"> </w:t>
      </w:r>
      <w:r>
        <w:t>맞게</w:t>
      </w:r>
      <w:r>
        <w:t xml:space="preserve"> </w:t>
      </w:r>
      <w:r>
        <w:t>구현하시면</w:t>
      </w:r>
      <w:r>
        <w:rPr>
          <w:spacing w:val="18"/>
        </w:rPr>
        <w:t xml:space="preserve"> </w:t>
      </w:r>
      <w:r>
        <w:t>됩니다</w:t>
      </w:r>
      <w:r>
        <w:t>.</w:t>
      </w:r>
      <w:r>
        <w:rPr>
          <w:rFonts w:hint="eastAsia"/>
        </w:rPr>
        <w:t>)</w:t>
      </w:r>
    </w:p>
    <w:p w14:paraId="297116FD" w14:textId="0AC4D1A8" w:rsidR="000D7BA0" w:rsidRDefault="00847E31" w:rsidP="0079786A">
      <w:pPr>
        <w:pStyle w:val="a5"/>
        <w:numPr>
          <w:ilvl w:val="0"/>
          <w:numId w:val="24"/>
        </w:numPr>
        <w:ind w:leftChars="0"/>
      </w:pPr>
      <w:r>
        <w:t>FINTREE</w:t>
      </w:r>
      <w:r w:rsidR="000D7BA0">
        <w:rPr>
          <w:rFonts w:hint="eastAsia"/>
        </w:rPr>
        <w:t>의</w:t>
      </w:r>
      <w:r w:rsidR="000D7BA0">
        <w:rPr>
          <w:rFonts w:hint="eastAsia"/>
        </w:rPr>
        <w:t xml:space="preserve"> WebView</w:t>
      </w:r>
      <w:r w:rsidR="000D7BA0">
        <w:rPr>
          <w:rFonts w:hint="eastAsia"/>
        </w:rPr>
        <w:t>는</w:t>
      </w:r>
      <w:r w:rsidR="000D7BA0">
        <w:rPr>
          <w:rFonts w:hint="eastAsia"/>
        </w:rPr>
        <w:t xml:space="preserve"> IOS 4.X</w:t>
      </w:r>
      <w:r w:rsidR="000D7BA0">
        <w:rPr>
          <w:rFonts w:hint="eastAsia"/>
        </w:rPr>
        <w:t>이상의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버전에서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작동하지만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카드사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등의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보안정책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등으로</w:t>
      </w:r>
      <w:r w:rsidR="000D7BA0">
        <w:rPr>
          <w:rFonts w:hint="eastAsia"/>
        </w:rPr>
        <w:t xml:space="preserve"> OS</w:t>
      </w:r>
      <w:r w:rsidR="000D7BA0">
        <w:rPr>
          <w:rFonts w:hint="eastAsia"/>
        </w:rPr>
        <w:t>버전에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따른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결제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제약이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있을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수</w:t>
      </w:r>
      <w:r w:rsidR="000D7BA0">
        <w:rPr>
          <w:rFonts w:hint="eastAsia"/>
        </w:rPr>
        <w:t xml:space="preserve"> </w:t>
      </w:r>
      <w:r w:rsidR="000D7BA0">
        <w:rPr>
          <w:rFonts w:hint="eastAsia"/>
        </w:rPr>
        <w:t>있습니다</w:t>
      </w:r>
      <w:r w:rsidR="000D7BA0">
        <w:rPr>
          <w:rFonts w:hint="eastAsia"/>
        </w:rPr>
        <w:t>.</w:t>
      </w:r>
    </w:p>
    <w:p w14:paraId="3EE2B931" w14:textId="5404A309" w:rsidR="000D7BA0" w:rsidRDefault="000D7BA0" w:rsidP="000D7BA0"/>
    <w:p w14:paraId="1527BB8D" w14:textId="38BAC064" w:rsidR="000D7BA0" w:rsidRDefault="000D7BA0" w:rsidP="000D7BA0"/>
    <w:p w14:paraId="663EC7A4" w14:textId="273D5A22" w:rsidR="00E75E17" w:rsidRDefault="00E75E17" w:rsidP="000D7BA0"/>
    <w:p w14:paraId="77B78F6F" w14:textId="77777777" w:rsidR="00A860C2" w:rsidRDefault="00A860C2" w:rsidP="000D7BA0"/>
    <w:p w14:paraId="117DBC04" w14:textId="77777777" w:rsidR="00E75E17" w:rsidRDefault="00E75E17" w:rsidP="000D7BA0"/>
    <w:p w14:paraId="3897690F" w14:textId="77777777" w:rsidR="000D7BA0" w:rsidRDefault="000D7BA0" w:rsidP="000D7BA0"/>
    <w:p w14:paraId="3484C5A2" w14:textId="77777777" w:rsidR="00CA023C" w:rsidRDefault="00CA023C" w:rsidP="000D7BA0"/>
    <w:p w14:paraId="649EB296" w14:textId="77777777" w:rsidR="00CA023C" w:rsidRDefault="00CA023C" w:rsidP="000D7BA0"/>
    <w:p w14:paraId="3736236C" w14:textId="77777777" w:rsidR="00CA023C" w:rsidRDefault="00CA023C" w:rsidP="000D7BA0"/>
    <w:p w14:paraId="32F9B489" w14:textId="77777777" w:rsidR="00CA023C" w:rsidRDefault="00CA023C" w:rsidP="000D7BA0"/>
    <w:p w14:paraId="57D24230" w14:textId="298E0BF0" w:rsidR="000D7BA0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  <w:r>
        <w:rPr>
          <w:rFonts w:asciiTheme="minorEastAsia" w:hAnsiTheme="minorEastAsia" w:hint="eastAsia"/>
          <w:noProof/>
          <w:lang w:eastAsia="ko-KR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CD755B" wp14:editId="2224C895">
                <wp:simplePos x="0" y="0"/>
                <wp:positionH relativeFrom="column">
                  <wp:posOffset>161925</wp:posOffset>
                </wp:positionH>
                <wp:positionV relativeFrom="paragraph">
                  <wp:posOffset>-3810</wp:posOffset>
                </wp:positionV>
                <wp:extent cx="5810250" cy="8029575"/>
                <wp:effectExtent l="0" t="0" r="19050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802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F824F" w14:textId="77777777" w:rsidR="005F7164" w:rsidRPr="000D7BA0" w:rsidRDefault="005F7164" w:rsidP="000D7BA0">
                            <w:pPr>
                              <w:pStyle w:val="af"/>
                              <w:spacing w:before="55" w:line="357" w:lineRule="exact"/>
                              <w:ind w:left="61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#pragma mark UIWebViewDelegate</w:t>
                            </w:r>
                          </w:p>
                          <w:p w14:paraId="0F66FC13" w14:textId="77777777" w:rsidR="005F7164" w:rsidRPr="000D7BA0" w:rsidRDefault="005F7164" w:rsidP="000D7BA0">
                            <w:pPr>
                              <w:pStyle w:val="af"/>
                              <w:spacing w:before="4" w:line="225" w:lineRule="auto"/>
                              <w:ind w:left="61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-(BOOL)webView:(UIWebView *)webView shouldStartLoadWithRequest:(NSURLRequest *)request navigationType:(UIWebViewNavigationType)navigationType</w:t>
                            </w:r>
                          </w:p>
                          <w:p w14:paraId="7CE1238A" w14:textId="77777777" w:rsidR="005F7164" w:rsidRPr="000D7BA0" w:rsidRDefault="005F7164" w:rsidP="000D7BA0">
                            <w:pPr>
                              <w:pStyle w:val="af"/>
                              <w:spacing w:line="354" w:lineRule="exact"/>
                              <w:ind w:left="61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{</w:t>
                            </w:r>
                          </w:p>
                          <w:p w14:paraId="641D5FA4" w14:textId="77777777" w:rsidR="005F7164" w:rsidRPr="000D7BA0" w:rsidRDefault="005F7164" w:rsidP="000D7BA0">
                            <w:pPr>
                              <w:pStyle w:val="af"/>
                              <w:spacing w:line="335" w:lineRule="exact"/>
                              <w:ind w:left="92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쿠키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강제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허용</w:t>
                            </w:r>
                          </w:p>
                          <w:p w14:paraId="55EAEFD1" w14:textId="77777777" w:rsidR="005F7164" w:rsidRPr="000D7BA0" w:rsidRDefault="005F7164" w:rsidP="000D7BA0">
                            <w:pPr>
                              <w:pStyle w:val="af"/>
                              <w:spacing w:before="4" w:line="225" w:lineRule="auto"/>
                              <w:ind w:left="958" w:right="50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NSHTTPCookieStorage *cookieSto = [NSHTTPCookieStorage sharedHTTPCookieStorage]; [cookieSto setCookieAcceptPolicy:NSHTTPCookieAcceptPolicyAlways];</w:t>
                            </w:r>
                          </w:p>
                          <w:p w14:paraId="30FF0B94" w14:textId="77777777" w:rsidR="005F7164" w:rsidRPr="000D7BA0" w:rsidRDefault="005F7164" w:rsidP="000D7BA0">
                            <w:pPr>
                              <w:pStyle w:val="af"/>
                              <w:spacing w:before="17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36C00C3" w14:textId="0A22F5D6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92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//</w:t>
                            </w: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KISPG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를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통해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전달되는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URL</w:t>
                            </w:r>
                          </w:p>
                          <w:p w14:paraId="21660412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95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105"/>
                                <w:sz w:val="18"/>
                                <w:szCs w:val="18"/>
                              </w:rPr>
                              <w:t>NSString *URLString = [NSString stringWithString:[request.URL absoluteString]];</w:t>
                            </w:r>
                          </w:p>
                          <w:p w14:paraId="61B6E819" w14:textId="77777777" w:rsidR="005F7164" w:rsidRPr="000D7BA0" w:rsidRDefault="005F7164" w:rsidP="000D7BA0">
                            <w:pPr>
                              <w:pStyle w:val="af"/>
                              <w:spacing w:before="6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0F304D0" w14:textId="77777777" w:rsidR="005F7164" w:rsidRPr="000D7BA0" w:rsidRDefault="005F7164" w:rsidP="000D7BA0">
                            <w:pPr>
                              <w:pStyle w:val="af"/>
                              <w:spacing w:before="1" w:line="225" w:lineRule="auto"/>
                              <w:ind w:left="619" w:right="962" w:firstLine="33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//URL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을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읽어왔을때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애플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스토어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주소인경우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사파리에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해당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URL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을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넘겨서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앱스토어에서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설치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할수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있도록</w:t>
                            </w:r>
                            <w:r w:rsidRPr="000D7BA0">
                              <w:rPr>
                                <w:color w:val="000000" w:themeColor="text1"/>
                                <w:spacing w:val="40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유도</w:t>
                            </w:r>
                          </w:p>
                          <w:p w14:paraId="460C7176" w14:textId="77777777" w:rsidR="005F7164" w:rsidRPr="000D7BA0" w:rsidRDefault="005F7164" w:rsidP="000D7BA0">
                            <w:pPr>
                              <w:pStyle w:val="af"/>
                              <w:spacing w:line="225" w:lineRule="auto"/>
                              <w:ind w:left="619" w:firstLine="34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BOOL isStoreURL = ([URLString rangeOfString:@"</w:t>
                            </w:r>
                            <w:hyperlink r:id="rId16">
                              <w:r w:rsidRPr="000D7BA0">
                                <w:rPr>
                                  <w:color w:val="000000" w:themeColor="text1"/>
                                  <w:sz w:val="18"/>
                                  <w:szCs w:val="18"/>
                                  <w:u w:val="single" w:color="FFFFFF"/>
                                </w:rPr>
                                <w:t>phobos.apple.com</w:t>
                              </w:r>
                            </w:hyperlink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" </w:t>
                            </w:r>
                            <w:r w:rsidRPr="000D7BA0">
                              <w:rPr>
                                <w:color w:val="000000" w:themeColor="text1"/>
                                <w:w w:val="105"/>
                                <w:sz w:val="18"/>
                                <w:szCs w:val="18"/>
                              </w:rPr>
                              <w:t>options:NSCaseInsensitiveSearch].location !=</w:t>
                            </w:r>
                            <w:r w:rsidRPr="000D7BA0">
                              <w:rPr>
                                <w:color w:val="000000" w:themeColor="text1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w w:val="105"/>
                                <w:sz w:val="18"/>
                                <w:szCs w:val="18"/>
                              </w:rPr>
                              <w:t>NSNotFound);</w:t>
                            </w:r>
                          </w:p>
                          <w:p w14:paraId="666983CC" w14:textId="77777777" w:rsidR="005F7164" w:rsidRPr="000D7BA0" w:rsidRDefault="005F7164" w:rsidP="000D7BA0">
                            <w:pPr>
                              <w:pStyle w:val="af"/>
                              <w:spacing w:line="225" w:lineRule="auto"/>
                              <w:ind w:left="619" w:firstLine="34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BOOL isStoreURL2 = ([URLString rangeOfString:@"</w:t>
                            </w:r>
                            <w:hyperlink r:id="rId17">
                              <w:r w:rsidRPr="000D7BA0">
                                <w:rPr>
                                  <w:color w:val="000000" w:themeColor="text1"/>
                                  <w:sz w:val="18"/>
                                  <w:szCs w:val="18"/>
                                  <w:u w:val="single" w:color="FFFFFF"/>
                                </w:rPr>
                                <w:t>itunes.apple.com</w:t>
                              </w:r>
                            </w:hyperlink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" </w:t>
                            </w:r>
                            <w:r w:rsidRPr="000D7BA0">
                              <w:rPr>
                                <w:color w:val="000000" w:themeColor="text1"/>
                                <w:w w:val="105"/>
                                <w:sz w:val="18"/>
                                <w:szCs w:val="18"/>
                              </w:rPr>
                              <w:t>options:NSCaseInsensitiveSearch].location != NSNotFound);</w:t>
                            </w:r>
                          </w:p>
                          <w:p w14:paraId="78F21155" w14:textId="77777777" w:rsidR="005F7164" w:rsidRPr="000D7BA0" w:rsidRDefault="005F7164" w:rsidP="000D7BA0">
                            <w:pPr>
                              <w:pStyle w:val="af"/>
                              <w:spacing w:before="1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8FDD1E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929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앱스토어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이동</w:t>
                            </w:r>
                          </w:p>
                          <w:p w14:paraId="1F22AFD4" w14:textId="77777777" w:rsidR="005F7164" w:rsidRPr="000D7BA0" w:rsidRDefault="005F7164" w:rsidP="000D7BA0">
                            <w:pPr>
                              <w:pStyle w:val="af"/>
                              <w:spacing w:line="346" w:lineRule="exact"/>
                              <w:ind w:left="95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if (isStoreURL </w:t>
                            </w:r>
                            <w:r w:rsidRPr="000D7BA0">
                              <w:rPr>
                                <w:color w:val="000000" w:themeColor="text1"/>
                                <w:w w:val="80"/>
                                <w:sz w:val="18"/>
                                <w:szCs w:val="18"/>
                              </w:rPr>
                              <w:t xml:space="preserve">||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isStoreURL2) {</w:t>
                            </w:r>
                          </w:p>
                          <w:p w14:paraId="10C00919" w14:textId="77777777" w:rsidR="005F7164" w:rsidRPr="000D7BA0" w:rsidRDefault="005F7164" w:rsidP="000D7BA0">
                            <w:pPr>
                              <w:pStyle w:val="af"/>
                              <w:spacing w:before="4" w:line="225" w:lineRule="auto"/>
                              <w:ind w:left="1298" w:right="312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[[UIApplication sharedApplication]openURL:request.URL]; return NO;</w:t>
                            </w:r>
                          </w:p>
                          <w:p w14:paraId="3229B696" w14:textId="77777777" w:rsidR="005F7164" w:rsidRPr="000D7BA0" w:rsidRDefault="005F7164" w:rsidP="000D7BA0">
                            <w:pPr>
                              <w:pStyle w:val="af"/>
                              <w:spacing w:line="341" w:lineRule="exact"/>
                              <w:ind w:left="95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  <w:p w14:paraId="054E5C4E" w14:textId="77777777" w:rsidR="005F7164" w:rsidRPr="000D7BA0" w:rsidRDefault="005F7164" w:rsidP="000D7BA0">
                            <w:pPr>
                              <w:pStyle w:val="af"/>
                              <w:tabs>
                                <w:tab w:val="left" w:pos="3140"/>
                              </w:tabs>
                              <w:spacing w:before="4" w:line="225" w:lineRule="auto"/>
                              <w:ind w:left="619" w:right="1490" w:firstLine="34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else</w:t>
                            </w:r>
                            <w:r w:rsidRPr="000D7BA0">
                              <w:rPr>
                                <w:color w:val="000000" w:themeColor="text1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if([URLString</w:t>
                            </w:r>
                            <w:r w:rsidRPr="000D7BA0">
                              <w:rPr>
                                <w:color w:val="000000" w:themeColor="text1"/>
                                <w:spacing w:val="-1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hasPrefix:@"http"]</w:t>
                            </w:r>
                            <w:r w:rsidRPr="000D7BA0">
                              <w:rPr>
                                <w:color w:val="000000" w:themeColor="text1"/>
                                <w:spacing w:val="-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||</w:t>
                            </w:r>
                            <w:r w:rsidRPr="000D7BA0">
                              <w:rPr>
                                <w:color w:val="000000" w:themeColor="text1"/>
                                <w:spacing w:val="-6"/>
                                <w:w w:val="8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[URLString</w:t>
                            </w:r>
                            <w:r w:rsidRPr="000D7BA0">
                              <w:rPr>
                                <w:color w:val="000000" w:themeColor="text1"/>
                                <w:spacing w:val="-1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hasPrefix:@"https"]</w:t>
                            </w:r>
                            <w:r w:rsidRPr="000D7BA0">
                              <w:rPr>
                                <w:color w:val="000000" w:themeColor="text1"/>
                                <w:spacing w:val="-1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||</w:t>
                            </w:r>
                            <w:r w:rsidRPr="000D7BA0">
                              <w:rPr>
                                <w:color w:val="000000" w:themeColor="text1"/>
                                <w:spacing w:val="-7"/>
                                <w:w w:val="8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[URLString hasPrefix:@"about"]</w:t>
                            </w:r>
                            <w:r w:rsidRPr="000D7BA0">
                              <w:rPr>
                                <w:color w:val="000000" w:themeColor="text1"/>
                                <w:spacing w:val="1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일반적인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웹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url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형태인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경우</w:t>
                            </w:r>
                            <w:r w:rsidRPr="000D7BA0">
                              <w:rPr>
                                <w:color w:val="000000" w:themeColor="text1"/>
                                <w:spacing w:val="3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진행</w:t>
                            </w:r>
                          </w:p>
                          <w:p w14:paraId="2A37DE93" w14:textId="77777777" w:rsidR="005F7164" w:rsidRPr="000D7BA0" w:rsidRDefault="005F7164" w:rsidP="000D7BA0">
                            <w:pPr>
                              <w:pStyle w:val="af"/>
                              <w:spacing w:line="352" w:lineRule="exact"/>
                              <w:ind w:left="95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  <w:lang w:eastAsia="ko-KR"/>
                              </w:rPr>
                              <w:t>{</w:t>
                            </w:r>
                          </w:p>
                          <w:p w14:paraId="3C6276C2" w14:textId="77777777" w:rsidR="005F7164" w:rsidRPr="000D7BA0" w:rsidRDefault="005F7164" w:rsidP="000D7BA0">
                            <w:pPr>
                              <w:pStyle w:val="af"/>
                              <w:spacing w:line="337" w:lineRule="exact"/>
                              <w:ind w:left="129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return YES;</w:t>
                            </w:r>
                          </w:p>
                          <w:p w14:paraId="2872C3A6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95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  <w:lang w:eastAsia="ko-KR"/>
                              </w:rPr>
                              <w:t>}</w:t>
                            </w:r>
                          </w:p>
                          <w:p w14:paraId="55C8829B" w14:textId="77777777" w:rsidR="005F7164" w:rsidRPr="000D7BA0" w:rsidRDefault="005F7164" w:rsidP="000D7BA0">
                            <w:pPr>
                              <w:pStyle w:val="af"/>
                              <w:tabs>
                                <w:tab w:val="left" w:pos="1867"/>
                              </w:tabs>
                              <w:spacing w:line="346" w:lineRule="exact"/>
                              <w:ind w:left="96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else{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ab/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그외의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값은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앱스키마로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간주하여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앱</w:t>
                            </w:r>
                            <w:r w:rsidRPr="000D7BA0">
                              <w:rPr>
                                <w:color w:val="000000" w:themeColor="text1"/>
                                <w:spacing w:val="29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호출</w:t>
                            </w:r>
                          </w:p>
                          <w:p w14:paraId="08476335" w14:textId="77777777" w:rsidR="005F7164" w:rsidRPr="000D7BA0" w:rsidRDefault="005F7164" w:rsidP="000D7BA0">
                            <w:pPr>
                              <w:pStyle w:val="af"/>
                              <w:spacing w:before="1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</w:p>
                          <w:p w14:paraId="35B59523" w14:textId="77777777" w:rsidR="005F7164" w:rsidRPr="000D7BA0" w:rsidRDefault="005F7164" w:rsidP="000D7BA0">
                            <w:pPr>
                              <w:pStyle w:val="af"/>
                              <w:tabs>
                                <w:tab w:val="left" w:pos="6567"/>
                              </w:tabs>
                              <w:ind w:left="129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NSURL *appURL = </w:t>
                            </w:r>
                            <w:r w:rsidRPr="000D7BA0">
                              <w:rPr>
                                <w:color w:val="000000" w:themeColor="text1"/>
                                <w:spacing w:val="1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[NSURL</w:t>
                            </w:r>
                            <w:r w:rsidRPr="000D7BA0">
                              <w:rPr>
                                <w:color w:val="000000" w:themeColor="text1"/>
                                <w:spacing w:val="2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URLWithString:URLString];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  <w:t>//NSString to</w:t>
                            </w:r>
                            <w:r w:rsidRPr="000D7BA0">
                              <w:rPr>
                                <w:color w:val="000000" w:themeColor="text1"/>
                                <w:spacing w:val="-1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NSURL</w:t>
                            </w:r>
                          </w:p>
                          <w:p w14:paraId="122731FD" w14:textId="77777777" w:rsidR="005F7164" w:rsidRPr="000D7BA0" w:rsidRDefault="005F7164" w:rsidP="000D7BA0">
                            <w:pPr>
                              <w:pStyle w:val="af"/>
                              <w:spacing w:before="1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B57B53" w14:textId="77777777" w:rsidR="005F7164" w:rsidRPr="000D7BA0" w:rsidRDefault="005F7164" w:rsidP="000D7BA0">
                            <w:pPr>
                              <w:pStyle w:val="af"/>
                              <w:spacing w:before="1"/>
                              <w:ind w:left="141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앱스키마인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경우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앱호출</w:t>
                            </w:r>
                          </w:p>
                          <w:p w14:paraId="6DE65980" w14:textId="77777777" w:rsidR="005F7164" w:rsidRPr="000D7BA0" w:rsidRDefault="005F7164" w:rsidP="000D7BA0">
                            <w:pPr>
                              <w:pStyle w:val="af"/>
                              <w:spacing w:before="1"/>
                              <w:ind w:left="141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</w:p>
                          <w:p w14:paraId="7076CE9D" w14:textId="77777777" w:rsidR="005F7164" w:rsidRPr="000D7BA0" w:rsidRDefault="005F7164" w:rsidP="000D7BA0">
                            <w:pPr>
                              <w:pStyle w:val="af"/>
                              <w:spacing w:before="2"/>
                              <w:ind w:left="794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105"/>
                                <w:sz w:val="18"/>
                                <w:szCs w:val="18"/>
                              </w:rPr>
                              <w:t>BOOL bAppScheme = [[UIApplication sharedApplication] canOpenURL:appURL];</w:t>
                            </w:r>
                          </w:p>
                          <w:p w14:paraId="18E14CC2" w14:textId="77777777" w:rsidR="005F7164" w:rsidRPr="000D7BA0" w:rsidRDefault="005F7164" w:rsidP="000D7BA0">
                            <w:pPr>
                              <w:pStyle w:val="af"/>
                              <w:spacing w:before="1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164A5B5D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79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if (!bAppScheme) {</w:t>
                            </w:r>
                          </w:p>
                          <w:p w14:paraId="3D9FAAB2" w14:textId="77777777" w:rsidR="005F7164" w:rsidRPr="000D7BA0" w:rsidRDefault="005F7164" w:rsidP="000D7BA0">
                            <w:pPr>
                              <w:pStyle w:val="af"/>
                              <w:spacing w:line="451" w:lineRule="auto"/>
                              <w:ind w:left="1132" w:right="1353" w:firstLine="580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//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앱이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설치되지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않은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경우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앱스토어로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이동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또는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안내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얼럿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>표출</w:t>
                            </w: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  <w:t xml:space="preserve"> return NO;</w:t>
                            </w:r>
                          </w:p>
                          <w:p w14:paraId="31643313" w14:textId="77777777" w:rsidR="005F7164" w:rsidRPr="000D7BA0" w:rsidRDefault="005F7164" w:rsidP="000D7BA0">
                            <w:pPr>
                              <w:pStyle w:val="af"/>
                              <w:ind w:left="79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  <w:p w14:paraId="6C083385" w14:textId="77777777" w:rsidR="005F7164" w:rsidRPr="000D7BA0" w:rsidRDefault="005F7164" w:rsidP="000D7BA0">
                            <w:pPr>
                              <w:pStyle w:val="af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11AD6A6F" w14:textId="77777777" w:rsidR="005F7164" w:rsidRPr="000D7BA0" w:rsidRDefault="005F7164" w:rsidP="000D7BA0">
                            <w:pPr>
                              <w:pStyle w:val="af"/>
                              <w:ind w:left="45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  <w:p w14:paraId="44D8D434" w14:textId="77777777" w:rsidR="005F7164" w:rsidRPr="000D7BA0" w:rsidRDefault="005F7164" w:rsidP="000D7BA0">
                            <w:pPr>
                              <w:pStyle w:val="af"/>
                              <w:spacing w:before="1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D51AB5A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451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return YES;</w:t>
                            </w:r>
                          </w:p>
                          <w:p w14:paraId="51277B14" w14:textId="77777777" w:rsidR="005F7164" w:rsidRPr="000D7BA0" w:rsidRDefault="005F7164" w:rsidP="000D7BA0">
                            <w:pPr>
                              <w:pStyle w:val="af"/>
                              <w:spacing w:line="357" w:lineRule="exact"/>
                              <w:ind w:left="112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D7BA0">
                              <w:rPr>
                                <w:color w:val="000000" w:themeColor="text1"/>
                                <w:w w:val="85"/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  <w:p w14:paraId="7C44A4E5" w14:textId="77777777" w:rsidR="005F7164" w:rsidRPr="000D7BA0" w:rsidRDefault="005F7164" w:rsidP="000D7BA0">
                            <w:pPr>
                              <w:pStyle w:val="af"/>
                              <w:spacing w:before="1"/>
                              <w:ind w:left="1418"/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ko-KR"/>
                              </w:rPr>
                            </w:pPr>
                          </w:p>
                          <w:p w14:paraId="4148CC69" w14:textId="77777777" w:rsidR="005F7164" w:rsidRPr="000D7BA0" w:rsidRDefault="005F7164" w:rsidP="000D7BA0">
                            <w:pPr>
                              <w:ind w:left="0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D755B" id="Text Box 19" o:spid="_x0000_s1035" type="#_x0000_t202" style="position:absolute;left:0;text-align:left;margin-left:12.75pt;margin-top:-.3pt;width:457.5pt;height:632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" fillcolor="white [3201]" strokeweight=".5pt">
                <v:textbox>
                  <w:txbxContent>
                    <w:p w14:paraId="50EF824F" w14:textId="77777777" w:rsidR="005F7164" w:rsidRPr="000D7BA0" w:rsidRDefault="005F7164" w:rsidP="000D7BA0">
                      <w:pPr>
                        <w:pStyle w:val="af"/>
                        <w:spacing w:before="55" w:line="357" w:lineRule="exact"/>
                        <w:ind w:left="61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#pragma mark UIWebViewDelegate</w:t>
                      </w:r>
                    </w:p>
                    <w:p w14:paraId="0F66FC13" w14:textId="77777777" w:rsidR="005F7164" w:rsidRPr="000D7BA0" w:rsidRDefault="005F7164" w:rsidP="000D7BA0">
                      <w:pPr>
                        <w:pStyle w:val="af"/>
                        <w:spacing w:before="4" w:line="225" w:lineRule="auto"/>
                        <w:ind w:left="61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-(BOOL)webView:(UIWebView *)webView shouldStartLoadWithRequest:(NSURLRequest *)request navigationType:(UIWebViewNavigationType)navigationType</w:t>
                      </w:r>
                    </w:p>
                    <w:p w14:paraId="7CE1238A" w14:textId="77777777" w:rsidR="005F7164" w:rsidRPr="000D7BA0" w:rsidRDefault="005F7164" w:rsidP="000D7BA0">
                      <w:pPr>
                        <w:pStyle w:val="af"/>
                        <w:spacing w:line="354" w:lineRule="exact"/>
                        <w:ind w:left="61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{</w:t>
                      </w:r>
                    </w:p>
                    <w:p w14:paraId="641D5FA4" w14:textId="77777777" w:rsidR="005F7164" w:rsidRPr="000D7BA0" w:rsidRDefault="005F7164" w:rsidP="000D7BA0">
                      <w:pPr>
                        <w:pStyle w:val="af"/>
                        <w:spacing w:line="335" w:lineRule="exact"/>
                        <w:ind w:left="92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쿠키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강제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허용</w:t>
                      </w:r>
                    </w:p>
                    <w:p w14:paraId="55EAEFD1" w14:textId="77777777" w:rsidR="005F7164" w:rsidRPr="000D7BA0" w:rsidRDefault="005F7164" w:rsidP="000D7BA0">
                      <w:pPr>
                        <w:pStyle w:val="af"/>
                        <w:spacing w:before="4" w:line="225" w:lineRule="auto"/>
                        <w:ind w:left="958" w:right="50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NSHTTPCookieStorage *cookieSto = [NSHTTPCookieStorage sharedHTTPCookieStorage]; [cookieSto setCookieAcceptPolicy:NSHTTPCookieAcceptPolicyAlways];</w:t>
                      </w:r>
                    </w:p>
                    <w:p w14:paraId="30FF0B94" w14:textId="77777777" w:rsidR="005F7164" w:rsidRPr="000D7BA0" w:rsidRDefault="005F7164" w:rsidP="000D7BA0">
                      <w:pPr>
                        <w:pStyle w:val="af"/>
                        <w:spacing w:before="17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36C00C3" w14:textId="0A22F5D6" w:rsidR="005F7164" w:rsidRPr="000D7BA0" w:rsidRDefault="005F7164" w:rsidP="000D7BA0">
                      <w:pPr>
                        <w:pStyle w:val="af"/>
                        <w:spacing w:line="357" w:lineRule="exact"/>
                        <w:ind w:left="92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//</w:t>
                      </w:r>
                      <w:r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KISPG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를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통해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전달되는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URL</w:t>
                      </w:r>
                    </w:p>
                    <w:p w14:paraId="21660412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95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105"/>
                          <w:sz w:val="18"/>
                          <w:szCs w:val="18"/>
                        </w:rPr>
                        <w:t>NSString *URLString = [NSString stringWithString:[request.URL absoluteString]];</w:t>
                      </w:r>
                    </w:p>
                    <w:p w14:paraId="61B6E819" w14:textId="77777777" w:rsidR="005F7164" w:rsidRPr="000D7BA0" w:rsidRDefault="005F7164" w:rsidP="000D7BA0">
                      <w:pPr>
                        <w:pStyle w:val="af"/>
                        <w:spacing w:before="6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0F304D0" w14:textId="77777777" w:rsidR="005F7164" w:rsidRPr="000D7BA0" w:rsidRDefault="005F7164" w:rsidP="000D7BA0">
                      <w:pPr>
                        <w:pStyle w:val="af"/>
                        <w:spacing w:before="1" w:line="225" w:lineRule="auto"/>
                        <w:ind w:left="619" w:right="962" w:firstLine="33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//URL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을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읽어왔을때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애플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스토어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주소인경우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사파리에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해당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URL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을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넘겨서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앱스토어에서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설치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할수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있도록</w:t>
                      </w:r>
                      <w:r w:rsidRPr="000D7BA0">
                        <w:rPr>
                          <w:color w:val="000000" w:themeColor="text1"/>
                          <w:spacing w:val="40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유도</w:t>
                      </w:r>
                    </w:p>
                    <w:p w14:paraId="460C7176" w14:textId="77777777" w:rsidR="005F7164" w:rsidRPr="000D7BA0" w:rsidRDefault="005F7164" w:rsidP="000D7BA0">
                      <w:pPr>
                        <w:pStyle w:val="af"/>
                        <w:spacing w:line="225" w:lineRule="auto"/>
                        <w:ind w:left="619" w:firstLine="34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BOOL isStoreURL = ([URLString rangeOfString:@"</w:t>
                      </w:r>
                      <w:hyperlink r:id="rId18">
                        <w:r w:rsidRPr="000D7BA0">
                          <w:rPr>
                            <w:color w:val="000000" w:themeColor="text1"/>
                            <w:sz w:val="18"/>
                            <w:szCs w:val="18"/>
                            <w:u w:val="single" w:color="FFFFFF"/>
                          </w:rPr>
                          <w:t>phobos.apple.com</w:t>
                        </w:r>
                      </w:hyperlink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" </w:t>
                      </w:r>
                      <w:r w:rsidRPr="000D7BA0">
                        <w:rPr>
                          <w:color w:val="000000" w:themeColor="text1"/>
                          <w:w w:val="105"/>
                          <w:sz w:val="18"/>
                          <w:szCs w:val="18"/>
                        </w:rPr>
                        <w:t>options:NSCaseInsensitiveSearch].location !=</w:t>
                      </w:r>
                      <w:r w:rsidRPr="000D7BA0">
                        <w:rPr>
                          <w:color w:val="000000" w:themeColor="text1"/>
                          <w:spacing w:val="1"/>
                          <w:w w:val="105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w w:val="105"/>
                          <w:sz w:val="18"/>
                          <w:szCs w:val="18"/>
                        </w:rPr>
                        <w:t>NSNotFound);</w:t>
                      </w:r>
                    </w:p>
                    <w:p w14:paraId="666983CC" w14:textId="77777777" w:rsidR="005F7164" w:rsidRPr="000D7BA0" w:rsidRDefault="005F7164" w:rsidP="000D7BA0">
                      <w:pPr>
                        <w:pStyle w:val="af"/>
                        <w:spacing w:line="225" w:lineRule="auto"/>
                        <w:ind w:left="619" w:firstLine="34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BOOL isStoreURL2 = ([URLString rangeOfString:@"</w:t>
                      </w:r>
                      <w:hyperlink r:id="rId19">
                        <w:r w:rsidRPr="000D7BA0">
                          <w:rPr>
                            <w:color w:val="000000" w:themeColor="text1"/>
                            <w:sz w:val="18"/>
                            <w:szCs w:val="18"/>
                            <w:u w:val="single" w:color="FFFFFF"/>
                          </w:rPr>
                          <w:t>itunes.apple.com</w:t>
                        </w:r>
                      </w:hyperlink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" </w:t>
                      </w:r>
                      <w:r w:rsidRPr="000D7BA0">
                        <w:rPr>
                          <w:color w:val="000000" w:themeColor="text1"/>
                          <w:w w:val="105"/>
                          <w:sz w:val="18"/>
                          <w:szCs w:val="18"/>
                        </w:rPr>
                        <w:t>options:NSCaseInsensitiveSearch].location != NSNotFound);</w:t>
                      </w:r>
                    </w:p>
                    <w:p w14:paraId="78F21155" w14:textId="77777777" w:rsidR="005F7164" w:rsidRPr="000D7BA0" w:rsidRDefault="005F7164" w:rsidP="000D7BA0">
                      <w:pPr>
                        <w:pStyle w:val="af"/>
                        <w:spacing w:before="1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8FDD1E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929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앱스토어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이동</w:t>
                      </w:r>
                    </w:p>
                    <w:p w14:paraId="1F22AFD4" w14:textId="77777777" w:rsidR="005F7164" w:rsidRPr="000D7BA0" w:rsidRDefault="005F7164" w:rsidP="000D7BA0">
                      <w:pPr>
                        <w:pStyle w:val="af"/>
                        <w:spacing w:line="346" w:lineRule="exact"/>
                        <w:ind w:left="95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if (isStoreURL </w:t>
                      </w:r>
                      <w:r w:rsidRPr="000D7BA0">
                        <w:rPr>
                          <w:color w:val="000000" w:themeColor="text1"/>
                          <w:w w:val="80"/>
                          <w:sz w:val="18"/>
                          <w:szCs w:val="18"/>
                        </w:rPr>
                        <w:t xml:space="preserve">||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isStoreURL2) {</w:t>
                      </w:r>
                    </w:p>
                    <w:p w14:paraId="10C00919" w14:textId="77777777" w:rsidR="005F7164" w:rsidRPr="000D7BA0" w:rsidRDefault="005F7164" w:rsidP="000D7BA0">
                      <w:pPr>
                        <w:pStyle w:val="af"/>
                        <w:spacing w:before="4" w:line="225" w:lineRule="auto"/>
                        <w:ind w:left="1298" w:right="312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[[UIApplication sharedApplication]openURL:request.URL]; return NO;</w:t>
                      </w:r>
                    </w:p>
                    <w:p w14:paraId="3229B696" w14:textId="77777777" w:rsidR="005F7164" w:rsidRPr="000D7BA0" w:rsidRDefault="005F7164" w:rsidP="000D7BA0">
                      <w:pPr>
                        <w:pStyle w:val="af"/>
                        <w:spacing w:line="341" w:lineRule="exact"/>
                        <w:ind w:left="95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}</w:t>
                      </w:r>
                    </w:p>
                    <w:p w14:paraId="054E5C4E" w14:textId="77777777" w:rsidR="005F7164" w:rsidRPr="000D7BA0" w:rsidRDefault="005F7164" w:rsidP="000D7BA0">
                      <w:pPr>
                        <w:pStyle w:val="af"/>
                        <w:tabs>
                          <w:tab w:val="left" w:pos="3140"/>
                        </w:tabs>
                        <w:spacing w:before="4" w:line="225" w:lineRule="auto"/>
                        <w:ind w:left="619" w:right="1490" w:firstLine="34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else</w:t>
                      </w:r>
                      <w:r w:rsidRPr="000D7BA0">
                        <w:rPr>
                          <w:color w:val="000000" w:themeColor="text1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if([URLString</w:t>
                      </w:r>
                      <w:r w:rsidRPr="000D7BA0">
                        <w:rPr>
                          <w:color w:val="000000" w:themeColor="text1"/>
                          <w:spacing w:val="-13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hasPrefix:@"http"]</w:t>
                      </w:r>
                      <w:r w:rsidRPr="000D7BA0">
                        <w:rPr>
                          <w:color w:val="000000" w:themeColor="text1"/>
                          <w:spacing w:val="-16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||</w:t>
                      </w:r>
                      <w:r w:rsidRPr="000D7BA0">
                        <w:rPr>
                          <w:color w:val="000000" w:themeColor="text1"/>
                          <w:spacing w:val="-6"/>
                          <w:w w:val="85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[URLString</w:t>
                      </w:r>
                      <w:r w:rsidRPr="000D7BA0">
                        <w:rPr>
                          <w:color w:val="000000" w:themeColor="text1"/>
                          <w:spacing w:val="-15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hasPrefix:@"https"]</w:t>
                      </w:r>
                      <w:r w:rsidRPr="000D7BA0">
                        <w:rPr>
                          <w:color w:val="000000" w:themeColor="text1"/>
                          <w:spacing w:val="-15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||</w:t>
                      </w:r>
                      <w:r w:rsidRPr="000D7BA0">
                        <w:rPr>
                          <w:color w:val="000000" w:themeColor="text1"/>
                          <w:spacing w:val="-7"/>
                          <w:w w:val="85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[URLString hasPrefix:@"about"]</w:t>
                      </w:r>
                      <w:r w:rsidRPr="000D7BA0">
                        <w:rPr>
                          <w:color w:val="000000" w:themeColor="text1"/>
                          <w:spacing w:val="1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ab/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일반적인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웹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url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형태인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경우</w:t>
                      </w:r>
                      <w:r w:rsidRPr="000D7BA0">
                        <w:rPr>
                          <w:color w:val="000000" w:themeColor="text1"/>
                          <w:spacing w:val="3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진행</w:t>
                      </w:r>
                    </w:p>
                    <w:p w14:paraId="2A37DE93" w14:textId="77777777" w:rsidR="005F7164" w:rsidRPr="000D7BA0" w:rsidRDefault="005F7164" w:rsidP="000D7BA0">
                      <w:pPr>
                        <w:pStyle w:val="af"/>
                        <w:spacing w:line="352" w:lineRule="exact"/>
                        <w:ind w:left="95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  <w:lang w:eastAsia="ko-KR"/>
                        </w:rPr>
                        <w:t>{</w:t>
                      </w:r>
                    </w:p>
                    <w:p w14:paraId="3C6276C2" w14:textId="77777777" w:rsidR="005F7164" w:rsidRPr="000D7BA0" w:rsidRDefault="005F7164" w:rsidP="000D7BA0">
                      <w:pPr>
                        <w:pStyle w:val="af"/>
                        <w:spacing w:line="337" w:lineRule="exact"/>
                        <w:ind w:left="129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return YES;</w:t>
                      </w:r>
                    </w:p>
                    <w:p w14:paraId="2872C3A6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95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  <w:lang w:eastAsia="ko-KR"/>
                        </w:rPr>
                        <w:t>}</w:t>
                      </w:r>
                    </w:p>
                    <w:p w14:paraId="55C8829B" w14:textId="77777777" w:rsidR="005F7164" w:rsidRPr="000D7BA0" w:rsidRDefault="005F7164" w:rsidP="000D7BA0">
                      <w:pPr>
                        <w:pStyle w:val="af"/>
                        <w:tabs>
                          <w:tab w:val="left" w:pos="1867"/>
                        </w:tabs>
                        <w:spacing w:line="346" w:lineRule="exact"/>
                        <w:ind w:left="96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else{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ab/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그외의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값은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앱스키마로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간주하여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앱</w:t>
                      </w:r>
                      <w:r w:rsidRPr="000D7BA0">
                        <w:rPr>
                          <w:color w:val="000000" w:themeColor="text1"/>
                          <w:spacing w:val="29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호출</w:t>
                      </w:r>
                    </w:p>
                    <w:p w14:paraId="08476335" w14:textId="77777777" w:rsidR="005F7164" w:rsidRPr="000D7BA0" w:rsidRDefault="005F7164" w:rsidP="000D7BA0">
                      <w:pPr>
                        <w:pStyle w:val="af"/>
                        <w:spacing w:before="1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</w:p>
                    <w:p w14:paraId="35B59523" w14:textId="77777777" w:rsidR="005F7164" w:rsidRPr="000D7BA0" w:rsidRDefault="005F7164" w:rsidP="000D7BA0">
                      <w:pPr>
                        <w:pStyle w:val="af"/>
                        <w:tabs>
                          <w:tab w:val="left" w:pos="6567"/>
                        </w:tabs>
                        <w:ind w:left="129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NSURL *appURL = </w:t>
                      </w:r>
                      <w:r w:rsidRPr="000D7BA0">
                        <w:rPr>
                          <w:color w:val="000000" w:themeColor="text1"/>
                          <w:spacing w:val="16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[NSURL</w:t>
                      </w:r>
                      <w:r w:rsidRPr="000D7BA0">
                        <w:rPr>
                          <w:color w:val="000000" w:themeColor="text1"/>
                          <w:spacing w:val="22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URLWithString:URLString];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ab/>
                        <w:t>//NSString to</w:t>
                      </w:r>
                      <w:r w:rsidRPr="000D7BA0">
                        <w:rPr>
                          <w:color w:val="000000" w:themeColor="text1"/>
                          <w:spacing w:val="-12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NSURL</w:t>
                      </w:r>
                    </w:p>
                    <w:p w14:paraId="122731FD" w14:textId="77777777" w:rsidR="005F7164" w:rsidRPr="000D7BA0" w:rsidRDefault="005F7164" w:rsidP="000D7BA0">
                      <w:pPr>
                        <w:pStyle w:val="af"/>
                        <w:spacing w:before="1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B57B53" w14:textId="77777777" w:rsidR="005F7164" w:rsidRPr="000D7BA0" w:rsidRDefault="005F7164" w:rsidP="000D7BA0">
                      <w:pPr>
                        <w:pStyle w:val="af"/>
                        <w:spacing w:before="1"/>
                        <w:ind w:left="141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앱스키마인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경우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앱호출</w:t>
                      </w:r>
                    </w:p>
                    <w:p w14:paraId="6DE65980" w14:textId="77777777" w:rsidR="005F7164" w:rsidRPr="000D7BA0" w:rsidRDefault="005F7164" w:rsidP="000D7BA0">
                      <w:pPr>
                        <w:pStyle w:val="af"/>
                        <w:spacing w:before="1"/>
                        <w:ind w:left="141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</w:p>
                    <w:p w14:paraId="7076CE9D" w14:textId="77777777" w:rsidR="005F7164" w:rsidRPr="000D7BA0" w:rsidRDefault="005F7164" w:rsidP="000D7BA0">
                      <w:pPr>
                        <w:pStyle w:val="af"/>
                        <w:spacing w:before="2"/>
                        <w:ind w:left="794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105"/>
                          <w:sz w:val="18"/>
                          <w:szCs w:val="18"/>
                        </w:rPr>
                        <w:t>BOOL bAppScheme = [[UIApplication sharedApplication] canOpenURL:appURL];</w:t>
                      </w:r>
                    </w:p>
                    <w:p w14:paraId="18E14CC2" w14:textId="77777777" w:rsidR="005F7164" w:rsidRPr="000D7BA0" w:rsidRDefault="005F7164" w:rsidP="000D7BA0">
                      <w:pPr>
                        <w:pStyle w:val="af"/>
                        <w:spacing w:before="1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164A5B5D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79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if (!bAppScheme) {</w:t>
                      </w:r>
                    </w:p>
                    <w:p w14:paraId="3D9FAAB2" w14:textId="77777777" w:rsidR="005F7164" w:rsidRPr="000D7BA0" w:rsidRDefault="005F7164" w:rsidP="000D7BA0">
                      <w:pPr>
                        <w:pStyle w:val="af"/>
                        <w:spacing w:line="451" w:lineRule="auto"/>
                        <w:ind w:left="1132" w:right="1353" w:firstLine="580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//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앱이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설치되지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않은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경우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앱스토어로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이동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또는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안내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얼럿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>표출</w:t>
                      </w:r>
                      <w:r w:rsidRPr="000D7BA0">
                        <w:rPr>
                          <w:color w:val="000000" w:themeColor="text1"/>
                          <w:sz w:val="18"/>
                          <w:szCs w:val="18"/>
                          <w:lang w:eastAsia="ko-KR"/>
                        </w:rPr>
                        <w:t xml:space="preserve"> return NO;</w:t>
                      </w:r>
                    </w:p>
                    <w:p w14:paraId="31643313" w14:textId="77777777" w:rsidR="005F7164" w:rsidRPr="000D7BA0" w:rsidRDefault="005F7164" w:rsidP="000D7BA0">
                      <w:pPr>
                        <w:pStyle w:val="af"/>
                        <w:ind w:left="79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}</w:t>
                      </w:r>
                    </w:p>
                    <w:p w14:paraId="6C083385" w14:textId="77777777" w:rsidR="005F7164" w:rsidRPr="000D7BA0" w:rsidRDefault="005F7164" w:rsidP="000D7BA0">
                      <w:pPr>
                        <w:pStyle w:val="af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11AD6A6F" w14:textId="77777777" w:rsidR="005F7164" w:rsidRPr="000D7BA0" w:rsidRDefault="005F7164" w:rsidP="000D7BA0">
                      <w:pPr>
                        <w:pStyle w:val="af"/>
                        <w:ind w:left="45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}</w:t>
                      </w:r>
                    </w:p>
                    <w:p w14:paraId="44D8D434" w14:textId="77777777" w:rsidR="005F7164" w:rsidRPr="000D7BA0" w:rsidRDefault="005F7164" w:rsidP="000D7BA0">
                      <w:pPr>
                        <w:pStyle w:val="af"/>
                        <w:spacing w:before="1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D51AB5A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451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sz w:val="18"/>
                          <w:szCs w:val="18"/>
                        </w:rPr>
                        <w:t>return YES;</w:t>
                      </w:r>
                    </w:p>
                    <w:p w14:paraId="51277B14" w14:textId="77777777" w:rsidR="005F7164" w:rsidRPr="000D7BA0" w:rsidRDefault="005F7164" w:rsidP="000D7BA0">
                      <w:pPr>
                        <w:pStyle w:val="af"/>
                        <w:spacing w:line="357" w:lineRule="exact"/>
                        <w:ind w:left="112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0D7BA0">
                        <w:rPr>
                          <w:color w:val="000000" w:themeColor="text1"/>
                          <w:w w:val="85"/>
                          <w:sz w:val="18"/>
                          <w:szCs w:val="18"/>
                        </w:rPr>
                        <w:t>}</w:t>
                      </w:r>
                    </w:p>
                    <w:p w14:paraId="7C44A4E5" w14:textId="77777777" w:rsidR="005F7164" w:rsidRPr="000D7BA0" w:rsidRDefault="005F7164" w:rsidP="000D7BA0">
                      <w:pPr>
                        <w:pStyle w:val="af"/>
                        <w:spacing w:before="1"/>
                        <w:ind w:left="1418"/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ko-KR"/>
                        </w:rPr>
                      </w:pPr>
                    </w:p>
                    <w:p w14:paraId="4148CC69" w14:textId="77777777" w:rsidR="005F7164" w:rsidRPr="000D7BA0" w:rsidRDefault="005F7164" w:rsidP="000D7BA0">
                      <w:pPr>
                        <w:ind w:left="0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421CF4" w14:textId="77777777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688FEE98" w14:textId="77777777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4C12F08" w14:textId="109A88FF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3866320" w14:textId="259576D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1FD53D2" w14:textId="1E859C32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6C5FC37" w14:textId="7469797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D666A09" w14:textId="2CFE829C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AE55C03" w14:textId="0C07A18E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BCD7C7C" w14:textId="352D67D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9F608FD" w14:textId="5EC38FE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F736689" w14:textId="5931474C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2890AEC" w14:textId="6E74D12E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289BC90" w14:textId="491394B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F3BFC82" w14:textId="0B52AF2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E16B0FA" w14:textId="4790550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71B41F8" w14:textId="3BBE78B2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52927F2" w14:textId="66EE3C3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C89DB62" w14:textId="2FB215A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DF61D82" w14:textId="45D6DCA4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EDB664E" w14:textId="21F0994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635E615" w14:textId="7CC8759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1530F86" w14:textId="5A87450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270AE23" w14:textId="07D520D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659FE26" w14:textId="1577BF1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DE998B0" w14:textId="7593638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25E898A" w14:textId="6FCF35E4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B5365F5" w14:textId="497B6B34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1ECC85D4" w14:textId="2736EAFC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0E19EA4" w14:textId="6A8FABE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4C3A5B3" w14:textId="00B899F9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44F7A60C" w14:textId="6BA9E3D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6F9781DB" w14:textId="225D900B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A6BB59B" w14:textId="112303AE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750F42B" w14:textId="47B3D3D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8D1A342" w14:textId="7D710CD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5077E15" w14:textId="3B7CD8F3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F9BBCB7" w14:textId="54A39B89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392B58E" w14:textId="4E4BD9CF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4EEFB024" w14:textId="5C453C07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671CC869" w14:textId="56414540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10A91AD" w14:textId="2D836321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47EB531" w14:textId="2BF9E83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2D4EC13A" w14:textId="4157A4D6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A5B8C9E" w14:textId="052E724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61E3B2D6" w14:textId="7750A4C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6BCECC8C" w14:textId="7789F7BD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2F2089F" w14:textId="1A417216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BC283EB" w14:textId="504BBB9E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4696FCC" w14:textId="5BF29EF4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5C8D92D" w14:textId="0540415C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0D1807C5" w14:textId="6DEEBD85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AE996EB" w14:textId="6E4F9C18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7F24461E" w14:textId="2DA2E16A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5CAE645E" w14:textId="77777777" w:rsidR="00A860C2" w:rsidRDefault="00A860C2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AEAD0F0" w14:textId="24A38C86" w:rsidR="000D7BA0" w:rsidRDefault="000D7BA0" w:rsidP="000D7BA0">
      <w:pPr>
        <w:pStyle w:val="af"/>
        <w:spacing w:before="6" w:line="225" w:lineRule="auto"/>
        <w:ind w:right="416"/>
        <w:jc w:val="both"/>
        <w:rPr>
          <w:rFonts w:hint="eastAsia"/>
          <w:lang w:eastAsia="ko-KR"/>
        </w:rPr>
      </w:pPr>
    </w:p>
    <w:p w14:paraId="3173D212" w14:textId="05C38030" w:rsidR="000D7BA0" w:rsidRDefault="000D7BA0" w:rsidP="000D7BA0">
      <w:pPr>
        <w:pStyle w:val="ab"/>
      </w:pPr>
      <w:bookmarkStart w:id="23" w:name="_Toc33213721"/>
      <w:r>
        <w:rPr>
          <w:rFonts w:hint="eastAsia"/>
        </w:rPr>
        <w:lastRenderedPageBreak/>
        <w:t>5.</w:t>
      </w:r>
      <w:r w:rsidR="00A860C2">
        <w:t>5</w:t>
      </w:r>
      <w:r>
        <w:rPr>
          <w:rFonts w:hint="eastAsia"/>
        </w:rPr>
        <w:t xml:space="preserve"> 쿠키설정</w:t>
      </w:r>
      <w:bookmarkEnd w:id="23"/>
    </w:p>
    <w:p w14:paraId="200AE9F6" w14:textId="592AB341" w:rsidR="000D7BA0" w:rsidRDefault="000D7BA0" w:rsidP="0079786A">
      <w:pPr>
        <w:pStyle w:val="af"/>
        <w:numPr>
          <w:ilvl w:val="0"/>
          <w:numId w:val="23"/>
        </w:numPr>
        <w:spacing w:before="1" w:line="225" w:lineRule="auto"/>
        <w:ind w:right="508"/>
        <w:rPr>
          <w:rFonts w:hint="eastAsia"/>
          <w:lang w:eastAsia="ko-KR"/>
        </w:rPr>
      </w:pPr>
      <w:r>
        <w:rPr>
          <w:lang w:eastAsia="ko-KR"/>
        </w:rPr>
        <w:t xml:space="preserve"> IOS WebView </w:t>
      </w:r>
      <w:r>
        <w:rPr>
          <w:lang w:eastAsia="ko-KR"/>
        </w:rPr>
        <w:t>에서</w:t>
      </w:r>
      <w:r>
        <w:rPr>
          <w:lang w:eastAsia="ko-KR"/>
        </w:rPr>
        <w:t xml:space="preserve"> </w:t>
      </w:r>
      <w:r>
        <w:rPr>
          <w:lang w:eastAsia="ko-KR"/>
        </w:rPr>
        <w:t>호출하고</w:t>
      </w:r>
      <w:r>
        <w:rPr>
          <w:lang w:eastAsia="ko-KR"/>
        </w:rPr>
        <w:t xml:space="preserve">, </w:t>
      </w:r>
      <w:r>
        <w:rPr>
          <w:lang w:eastAsia="ko-KR"/>
        </w:rPr>
        <w:t>안심클릭</w:t>
      </w:r>
      <w:r>
        <w:rPr>
          <w:lang w:eastAsia="ko-KR"/>
        </w:rPr>
        <w:t xml:space="preserve"> </w:t>
      </w:r>
      <w:r>
        <w:rPr>
          <w:lang w:eastAsia="ko-KR"/>
        </w:rPr>
        <w:t>계열</w:t>
      </w:r>
      <w:r>
        <w:rPr>
          <w:lang w:eastAsia="ko-KR"/>
        </w:rPr>
        <w:t xml:space="preserve"> </w:t>
      </w:r>
      <w:r>
        <w:rPr>
          <w:lang w:eastAsia="ko-KR"/>
        </w:rPr>
        <w:t>서비스를</w:t>
      </w:r>
      <w:r>
        <w:rPr>
          <w:lang w:eastAsia="ko-KR"/>
        </w:rPr>
        <w:t xml:space="preserve"> </w:t>
      </w:r>
      <w:r>
        <w:rPr>
          <w:lang w:eastAsia="ko-KR"/>
        </w:rPr>
        <w:t>사용하는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세</w:t>
      </w:r>
      <w:r>
        <w:rPr>
          <w:lang w:eastAsia="ko-KR"/>
        </w:rPr>
        <w:t xml:space="preserve"> </w:t>
      </w:r>
      <w:r>
        <w:rPr>
          <w:lang w:eastAsia="ko-KR"/>
        </w:rPr>
        <w:t>션만료</w:t>
      </w:r>
      <w:r>
        <w:rPr>
          <w:lang w:eastAsia="ko-KR"/>
        </w:rPr>
        <w:t xml:space="preserve"> </w:t>
      </w:r>
      <w:r>
        <w:rPr>
          <w:lang w:eastAsia="ko-KR"/>
        </w:rPr>
        <w:t>오류경고가</w:t>
      </w:r>
      <w:r>
        <w:rPr>
          <w:lang w:eastAsia="ko-KR"/>
        </w:rPr>
        <w:t xml:space="preserve"> </w:t>
      </w:r>
      <w:r>
        <w:rPr>
          <w:lang w:eastAsia="ko-KR"/>
        </w:rPr>
        <w:t>발생할</w:t>
      </w:r>
      <w:r>
        <w:rPr>
          <w:lang w:eastAsia="ko-KR"/>
        </w:rPr>
        <w:t xml:space="preserve"> </w:t>
      </w:r>
      <w:r>
        <w:rPr>
          <w:lang w:eastAsia="ko-KR"/>
        </w:rPr>
        <w:t>수</w:t>
      </w:r>
      <w:r>
        <w:rPr>
          <w:lang w:eastAsia="ko-KR"/>
        </w:rPr>
        <w:t xml:space="preserve"> </w:t>
      </w:r>
      <w:r>
        <w:rPr>
          <w:lang w:eastAsia="ko-KR"/>
        </w:rPr>
        <w:t>있습니다</w:t>
      </w:r>
      <w:r>
        <w:rPr>
          <w:lang w:eastAsia="ko-KR"/>
        </w:rPr>
        <w:t xml:space="preserve">. </w:t>
      </w:r>
      <w:r>
        <w:rPr>
          <w:lang w:eastAsia="ko-KR"/>
        </w:rPr>
        <w:t>이에</w:t>
      </w:r>
      <w:r>
        <w:rPr>
          <w:lang w:eastAsia="ko-KR"/>
        </w:rPr>
        <w:t xml:space="preserve">, </w:t>
      </w:r>
      <w:r>
        <w:rPr>
          <w:lang w:eastAsia="ko-KR"/>
        </w:rPr>
        <w:t>하기의</w:t>
      </w:r>
      <w:r>
        <w:rPr>
          <w:lang w:eastAsia="ko-KR"/>
        </w:rPr>
        <w:t xml:space="preserve"> </w:t>
      </w:r>
      <w:r>
        <w:rPr>
          <w:lang w:eastAsia="ko-KR"/>
        </w:rPr>
        <w:t>샘플과</w:t>
      </w:r>
      <w:r>
        <w:rPr>
          <w:lang w:eastAsia="ko-KR"/>
        </w:rPr>
        <w:t xml:space="preserve"> </w:t>
      </w:r>
      <w:r>
        <w:rPr>
          <w:lang w:eastAsia="ko-KR"/>
        </w:rPr>
        <w:t>같이</w:t>
      </w:r>
      <w:r>
        <w:rPr>
          <w:lang w:eastAsia="ko-KR"/>
        </w:rPr>
        <w:t xml:space="preserve"> </w:t>
      </w:r>
      <w:r>
        <w:rPr>
          <w:lang w:eastAsia="ko-KR"/>
        </w:rPr>
        <w:t>쿠키를</w:t>
      </w:r>
      <w:r>
        <w:rPr>
          <w:lang w:eastAsia="ko-KR"/>
        </w:rPr>
        <w:t xml:space="preserve"> </w:t>
      </w:r>
      <w:r>
        <w:rPr>
          <w:lang w:eastAsia="ko-KR"/>
        </w:rPr>
        <w:t>허용해야</w:t>
      </w:r>
      <w:r>
        <w:rPr>
          <w:lang w:eastAsia="ko-KR"/>
        </w:rPr>
        <w:t xml:space="preserve"> </w:t>
      </w:r>
      <w:r>
        <w:rPr>
          <w:lang w:eastAsia="ko-KR"/>
        </w:rPr>
        <w:t>합니다</w:t>
      </w:r>
      <w:r>
        <w:rPr>
          <w:lang w:eastAsia="ko-KR"/>
        </w:rPr>
        <w:t>.</w:t>
      </w:r>
    </w:p>
    <w:p w14:paraId="258D1600" w14:textId="1A39A054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3091B692" w14:textId="23CC2F20" w:rsidR="000D7BA0" w:rsidRDefault="00A860C2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  <w:r>
        <w:rPr>
          <w:rFonts w:asciiTheme="minorEastAsia" w:hAnsiTheme="minorEastAsia" w:hint="eastAsia"/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D5557EB" wp14:editId="31AACB48">
                <wp:simplePos x="0" y="0"/>
                <wp:positionH relativeFrom="column">
                  <wp:posOffset>295275</wp:posOffset>
                </wp:positionH>
                <wp:positionV relativeFrom="paragraph">
                  <wp:posOffset>3175</wp:posOffset>
                </wp:positionV>
                <wp:extent cx="5324475" cy="203835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203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4DBDA" w14:textId="77777777" w:rsidR="005F7164" w:rsidRPr="006D3381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(BOOL)application:(UIApplication *)application didFinishLaunchingWithOptions:(NSDictionary</w:t>
                            </w: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ab/>
                              <w:t>*)launchOptions</w:t>
                            </w:r>
                          </w:p>
                          <w:p w14:paraId="3A133DC5" w14:textId="77777777" w:rsidR="005F7164" w:rsidRPr="006D3381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{</w:t>
                            </w:r>
                          </w:p>
                          <w:p w14:paraId="0F3586E9" w14:textId="77777777" w:rsidR="005F7164" w:rsidRPr="006D3381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[[NSHTTPCookieStorage sharedHTTPCookieStorage] setCookieAcceptPolicy:NSHTTPCookieAcceptPolicyAlways];</w:t>
                            </w:r>
                          </w:p>
                          <w:p w14:paraId="1385520B" w14:textId="77777777" w:rsidR="005F7164" w:rsidRPr="006D3381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...</w:t>
                            </w:r>
                          </w:p>
                          <w:p w14:paraId="7CA928B7" w14:textId="77777777" w:rsidR="005F7164" w:rsidRPr="006D3381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return YES;</w:t>
                            </w:r>
                          </w:p>
                          <w:p w14:paraId="2CF11CF9" w14:textId="008BE195" w:rsidR="005F7164" w:rsidRPr="00625C4B" w:rsidRDefault="005F7164" w:rsidP="006D3381">
                            <w:pPr>
                              <w:ind w:leftChars="140" w:left="100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6D3381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557EB" id="Text Box 20" o:spid="_x0000_s1036" type="#_x0000_t202" style="position:absolute;margin-left:23.25pt;margin-top:.25pt;width:419.25pt;height:160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" fillcolor="white [3201]" strokeweight=".5pt">
                <v:textbox>
                  <w:txbxContent>
                    <w:p w14:paraId="6D24DBDA" w14:textId="77777777" w:rsidR="005F7164" w:rsidRPr="006D3381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(BOOL)application:(UIApplication *)application didFinishLaunchingWithOptions:(NSDictionary</w:t>
                      </w: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ab/>
                        <w:t>*)launchOptions</w:t>
                      </w:r>
                    </w:p>
                    <w:p w14:paraId="3A133DC5" w14:textId="77777777" w:rsidR="005F7164" w:rsidRPr="006D3381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{</w:t>
                      </w:r>
                    </w:p>
                    <w:p w14:paraId="0F3586E9" w14:textId="77777777" w:rsidR="005F7164" w:rsidRPr="006D3381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[[NSHTTPCookieStorage sharedHTTPCookieStorage] setCookieAcceptPolicy:NSHTTPCookieAcceptPolicyAlways];</w:t>
                      </w:r>
                    </w:p>
                    <w:p w14:paraId="1385520B" w14:textId="77777777" w:rsidR="005F7164" w:rsidRPr="006D3381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...</w:t>
                      </w:r>
                    </w:p>
                    <w:p w14:paraId="7CA928B7" w14:textId="77777777" w:rsidR="005F7164" w:rsidRPr="006D3381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return YES;</w:t>
                      </w:r>
                    </w:p>
                    <w:p w14:paraId="2CF11CF9" w14:textId="008BE195" w:rsidR="005F7164" w:rsidRPr="00625C4B" w:rsidRDefault="005F7164" w:rsidP="006D3381">
                      <w:pPr>
                        <w:ind w:leftChars="140" w:left="1000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6D3381"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6115DE32" w14:textId="2CE61DA5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65A88799" w14:textId="4143EAAE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0D66EF32" w14:textId="0409CCF6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40F3193F" w14:textId="3E23B2C5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491C55AF" w14:textId="77777777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30374107" w14:textId="533C6CDA" w:rsidR="006D3381" w:rsidRDefault="006D3381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52C68807" w14:textId="6EDB5A0C" w:rsidR="006D3381" w:rsidRDefault="006D3381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255D5042" w14:textId="77777777" w:rsidR="006D3381" w:rsidRDefault="006D3381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07DCB40B" w14:textId="77777777" w:rsidR="006D3381" w:rsidRDefault="006D3381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38F3C916" w14:textId="191ED86F" w:rsidR="006D3381" w:rsidRDefault="006D3381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5F100592" w14:textId="77777777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04B29A91" w14:textId="77777777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52E06F10" w14:textId="038CE54F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0711901C" w14:textId="77777777" w:rsidR="000D7BA0" w:rsidRDefault="000D7BA0" w:rsidP="000D7BA0">
      <w:pPr>
        <w:pStyle w:val="af"/>
        <w:spacing w:before="1" w:line="225" w:lineRule="auto"/>
        <w:ind w:right="508"/>
        <w:rPr>
          <w:rFonts w:hint="eastAsia"/>
          <w:lang w:eastAsia="ko-KR"/>
        </w:rPr>
      </w:pPr>
    </w:p>
    <w:p w14:paraId="14D34D89" w14:textId="0FC9D751" w:rsidR="006D3381" w:rsidRDefault="006D3381" w:rsidP="006D3381">
      <w:pPr>
        <w:pStyle w:val="ab"/>
        <w:ind w:left="0" w:firstLine="0"/>
      </w:pPr>
    </w:p>
    <w:p w14:paraId="043108F8" w14:textId="75385661" w:rsidR="006D3381" w:rsidRPr="006D3381" w:rsidRDefault="006D3381" w:rsidP="006D3381">
      <w:pPr>
        <w:pStyle w:val="ab"/>
        <w:rPr>
          <w:lang w:eastAsia="en-US"/>
        </w:rPr>
      </w:pPr>
      <w:bookmarkStart w:id="24" w:name="_Toc33213722"/>
      <w:r>
        <w:rPr>
          <w:rFonts w:hint="eastAsia"/>
        </w:rPr>
        <w:t>5.</w:t>
      </w:r>
      <w:r w:rsidR="00A860C2">
        <w:t>6</w:t>
      </w:r>
      <w:r>
        <w:rPr>
          <w:rFonts w:hint="eastAsia"/>
        </w:rPr>
        <w:t xml:space="preserve"> </w:t>
      </w:r>
      <w:r w:rsidRPr="006D3381">
        <w:rPr>
          <w:rFonts w:hint="eastAsia"/>
          <w:lang w:eastAsia="en-US"/>
        </w:rPr>
        <w:t>IOS9버전 Application 구현 시, 주의 사항</w:t>
      </w:r>
      <w:bookmarkEnd w:id="24"/>
    </w:p>
    <w:p w14:paraId="4736F0F1" w14:textId="44F5A511" w:rsidR="006D3381" w:rsidRPr="006D3381" w:rsidRDefault="006D3381" w:rsidP="0079786A">
      <w:pPr>
        <w:pStyle w:val="af"/>
        <w:numPr>
          <w:ilvl w:val="0"/>
          <w:numId w:val="23"/>
        </w:numPr>
        <w:spacing w:line="225" w:lineRule="auto"/>
        <w:ind w:right="962"/>
        <w:rPr>
          <w:rFonts w:asciiTheme="minorHAnsi" w:eastAsiaTheme="minorHAnsi" w:hAnsiTheme="minorHAnsi"/>
          <w:lang w:eastAsia="ko-KR"/>
        </w:rPr>
      </w:pPr>
      <w:r w:rsidRPr="006D3381">
        <w:rPr>
          <w:rFonts w:asciiTheme="minorHAnsi" w:eastAsiaTheme="minorHAnsi" w:hAnsiTheme="minorHAnsi"/>
        </w:rPr>
        <w:t xml:space="preserve">IOS9 업데이트 이후, APP 내 보안정책 강화로 canOpenUrl 또는 openUrl 함수 사용  시, info.plist 파일에 LSApplicationQueriesSchemes 배열을 정의하여 호출할 App scheme list를 등록 해주셔야 합니다. </w:t>
      </w:r>
      <w:r w:rsidRPr="006D3381">
        <w:rPr>
          <w:rFonts w:asciiTheme="minorHAnsi" w:eastAsiaTheme="minorHAnsi" w:hAnsiTheme="minorHAnsi"/>
          <w:lang w:eastAsia="ko-KR"/>
        </w:rPr>
        <w:t>(White List 등록)</w:t>
      </w:r>
    </w:p>
    <w:p w14:paraId="18CE7E1D" w14:textId="0D56CA4B" w:rsidR="00A806C9" w:rsidRDefault="00A806C9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559B46E2" w14:textId="40FB2950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7E6CBA66" w14:textId="2C37E12E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76C65A94" w14:textId="328DDACD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070FA7D8" w14:textId="7EA6B3E0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5C4F913C" w14:textId="7383842F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1772F3AA" w14:textId="2FFA8C83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39ED4991" w14:textId="5F2C208E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3AE9E278" w14:textId="39A1EB3D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13CA4E3E" w14:textId="53285426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4D31156A" w14:textId="6F0F54A7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3A2F8002" w14:textId="4B4E9196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2033FE90" w14:textId="05B99057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3AE30BA9" w14:textId="334312C2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2F337771" w14:textId="6479F128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352573D5" w14:textId="78D98638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4BFF1C5C" w14:textId="14EFE5BE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524D6837" w14:textId="77777777" w:rsidR="00A860C2" w:rsidRDefault="00A860C2" w:rsidP="002B3805">
      <w:pPr>
        <w:ind w:left="0" w:firstLine="0"/>
        <w:rPr>
          <w:rFonts w:asciiTheme="minorHAnsi" w:eastAsiaTheme="minorHAnsi" w:hAnsiTheme="minorHAnsi"/>
          <w:lang w:val="en-GB"/>
        </w:rPr>
      </w:pPr>
    </w:p>
    <w:p w14:paraId="239A12CF" w14:textId="60510565" w:rsidR="006D3381" w:rsidRPr="00661CB4" w:rsidRDefault="006D3381" w:rsidP="006D3381">
      <w:pPr>
        <w:pStyle w:val="1"/>
        <w:numPr>
          <w:ilvl w:val="0"/>
          <w:numId w:val="0"/>
        </w:numPr>
        <w:ind w:leftChars="60" w:left="120"/>
        <w:rPr>
          <w:lang w:eastAsia="ko-KR"/>
        </w:rPr>
      </w:pPr>
      <w:bookmarkStart w:id="25" w:name="_Toc33213723"/>
      <w:r>
        <w:rPr>
          <w:rFonts w:hint="eastAsia"/>
          <w:lang w:eastAsia="ko-KR"/>
        </w:rPr>
        <w:lastRenderedPageBreak/>
        <w:t>6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모바일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환경</w:t>
      </w:r>
      <w:r>
        <w:rPr>
          <w:rFonts w:hint="eastAsia"/>
          <w:lang w:eastAsia="ko-KR"/>
        </w:rPr>
        <w:t xml:space="preserve"> </w:t>
      </w:r>
      <w:r w:rsidR="00CA023C">
        <w:rPr>
          <w:rFonts w:hint="eastAsia"/>
          <w:lang w:eastAsia="ko-KR"/>
        </w:rPr>
        <w:t>적용</w:t>
      </w:r>
      <w:r w:rsidR="00CA023C">
        <w:rPr>
          <w:rFonts w:hint="eastAsia"/>
          <w:lang w:eastAsia="ko-KR"/>
        </w:rPr>
        <w:t xml:space="preserve"> </w:t>
      </w:r>
      <w:r w:rsidR="00CA023C">
        <w:rPr>
          <w:rFonts w:hint="eastAsia"/>
          <w:lang w:eastAsia="ko-KR"/>
        </w:rPr>
        <w:t>시</w:t>
      </w:r>
      <w:r w:rsidR="00CA023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유의사항</w:t>
      </w:r>
      <w:bookmarkEnd w:id="25"/>
    </w:p>
    <w:p w14:paraId="59D25ADA" w14:textId="32BEEF59" w:rsidR="00A806C9" w:rsidRDefault="006D3381" w:rsidP="006D3381">
      <w:pPr>
        <w:pStyle w:val="ab"/>
      </w:pPr>
      <w:bookmarkStart w:id="26" w:name="_Toc33213724"/>
      <w:r w:rsidRPr="006D3381">
        <w:rPr>
          <w:rFonts w:eastAsiaTheme="minorHAnsi" w:hint="eastAsia"/>
          <w:lang w:val="en-GB"/>
        </w:rPr>
        <w:t>6.1</w:t>
      </w:r>
      <w:r>
        <w:rPr>
          <w:rFonts w:eastAsiaTheme="minorHAnsi" w:hint="eastAsia"/>
          <w:b/>
          <w:lang w:val="en-GB"/>
        </w:rPr>
        <w:t xml:space="preserve"> </w:t>
      </w:r>
      <w:r w:rsidR="00A806C9">
        <w:rPr>
          <w:w w:val="109"/>
        </w:rPr>
        <w:t>네</w:t>
      </w:r>
      <w:r w:rsidR="00A806C9">
        <w:rPr>
          <w:spacing w:val="-3"/>
          <w:w w:val="109"/>
        </w:rPr>
        <w:t>이</w:t>
      </w:r>
      <w:r w:rsidR="00A806C9">
        <w:rPr>
          <w:w w:val="109"/>
        </w:rPr>
        <w:t>버</w:t>
      </w:r>
      <w:r w:rsidR="00A806C9">
        <w:rPr>
          <w:spacing w:val="-1"/>
          <w:w w:val="112"/>
        </w:rPr>
        <w:t>/</w:t>
      </w:r>
      <w:r w:rsidR="00A806C9">
        <w:rPr>
          <w:w w:val="109"/>
        </w:rPr>
        <w:t>카</w:t>
      </w:r>
      <w:r w:rsidR="00A806C9">
        <w:rPr>
          <w:spacing w:val="-3"/>
          <w:w w:val="109"/>
        </w:rPr>
        <w:t>카</w:t>
      </w:r>
      <w:r w:rsidR="00A806C9">
        <w:rPr>
          <w:w w:val="109"/>
        </w:rPr>
        <w:t>오톡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w w:val="109"/>
        </w:rPr>
        <w:t>앱</w:t>
      </w:r>
      <w:r w:rsidR="00A806C9">
        <w:t xml:space="preserve"> </w:t>
      </w:r>
      <w:r w:rsidR="00A806C9">
        <w:rPr>
          <w:spacing w:val="9"/>
        </w:rPr>
        <w:t xml:space="preserve"> </w:t>
      </w:r>
      <w:r w:rsidR="00A806C9">
        <w:rPr>
          <w:w w:val="109"/>
        </w:rPr>
        <w:t>환경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spacing w:val="-3"/>
          <w:w w:val="109"/>
        </w:rPr>
        <w:t>최</w:t>
      </w:r>
      <w:r w:rsidR="00A806C9">
        <w:rPr>
          <w:w w:val="109"/>
        </w:rPr>
        <w:t>적화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spacing w:val="-1"/>
          <w:w w:val="96"/>
        </w:rPr>
        <w:t>i</w:t>
      </w:r>
      <w:r w:rsidR="00A806C9">
        <w:rPr>
          <w:spacing w:val="-5"/>
          <w:w w:val="96"/>
        </w:rPr>
        <w:t>s</w:t>
      </w:r>
      <w:r w:rsidR="00A806C9">
        <w:rPr>
          <w:spacing w:val="-2"/>
          <w:w w:val="96"/>
        </w:rPr>
        <w:t>s</w:t>
      </w:r>
      <w:r w:rsidR="00A806C9">
        <w:rPr>
          <w:spacing w:val="-1"/>
          <w:w w:val="98"/>
        </w:rPr>
        <w:t>u</w:t>
      </w:r>
      <w:r w:rsidR="00A806C9">
        <w:rPr>
          <w:w w:val="98"/>
        </w:rPr>
        <w:t>e</w:t>
      </w:r>
      <w:r w:rsidR="00A806C9">
        <w:rPr>
          <w:w w:val="126"/>
        </w:rPr>
        <w:t>&gt;</w:t>
      </w:r>
      <w:bookmarkEnd w:id="26"/>
    </w:p>
    <w:p w14:paraId="75F43C6D" w14:textId="7329607E" w:rsidR="00A806C9" w:rsidRDefault="00A806C9" w:rsidP="00A806C9">
      <w:pPr>
        <w:pStyle w:val="af"/>
        <w:spacing w:before="15"/>
        <w:rPr>
          <w:rFonts w:ascii="Noto Sans CJK JP Medium" w:hint="eastAsia"/>
          <w:sz w:val="14"/>
          <w:lang w:eastAsia="ko-KR"/>
        </w:rPr>
      </w:pPr>
    </w:p>
    <w:p w14:paraId="35BF1CA2" w14:textId="5E0C07BC" w:rsidR="00A806C9" w:rsidRDefault="00A806C9" w:rsidP="0079786A">
      <w:pPr>
        <w:pStyle w:val="af"/>
        <w:numPr>
          <w:ilvl w:val="0"/>
          <w:numId w:val="23"/>
        </w:numPr>
        <w:spacing w:line="225" w:lineRule="auto"/>
        <w:ind w:right="416"/>
        <w:jc w:val="both"/>
        <w:rPr>
          <w:rFonts w:hint="eastAsia"/>
          <w:lang w:eastAsia="ko-KR"/>
        </w:rPr>
      </w:pPr>
      <w:r>
        <w:rPr>
          <w:lang w:eastAsia="ko-KR"/>
        </w:rPr>
        <w:t>네이버</w:t>
      </w:r>
      <w:r>
        <w:rPr>
          <w:lang w:eastAsia="ko-KR"/>
        </w:rPr>
        <w:t>/</w:t>
      </w:r>
      <w:r>
        <w:rPr>
          <w:lang w:eastAsia="ko-KR"/>
        </w:rPr>
        <w:t>카카오</w:t>
      </w:r>
      <w:r>
        <w:rPr>
          <w:lang w:eastAsia="ko-KR"/>
        </w:rPr>
        <w:t xml:space="preserve"> </w:t>
      </w:r>
      <w:r>
        <w:rPr>
          <w:lang w:eastAsia="ko-KR"/>
        </w:rPr>
        <w:t>앱에서는</w:t>
      </w:r>
      <w:r>
        <w:rPr>
          <w:lang w:eastAsia="ko-KR"/>
        </w:rPr>
        <w:t xml:space="preserve"> </w:t>
      </w:r>
      <w:r>
        <w:rPr>
          <w:lang w:eastAsia="ko-KR"/>
        </w:rPr>
        <w:t>해당</w:t>
      </w:r>
      <w:r>
        <w:rPr>
          <w:lang w:eastAsia="ko-KR"/>
        </w:rPr>
        <w:t xml:space="preserve"> </w:t>
      </w:r>
      <w:r>
        <w:rPr>
          <w:lang w:eastAsia="ko-KR"/>
        </w:rPr>
        <w:t>앱</w:t>
      </w:r>
      <w:r>
        <w:rPr>
          <w:lang w:eastAsia="ko-KR"/>
        </w:rPr>
        <w:t xml:space="preserve"> </w:t>
      </w:r>
      <w:r>
        <w:rPr>
          <w:lang w:eastAsia="ko-KR"/>
        </w:rPr>
        <w:t>특성에</w:t>
      </w:r>
      <w:r>
        <w:rPr>
          <w:lang w:eastAsia="ko-KR"/>
        </w:rPr>
        <w:t xml:space="preserve"> </w:t>
      </w:r>
      <w:r>
        <w:rPr>
          <w:lang w:eastAsia="ko-KR"/>
        </w:rPr>
        <w:t>따라</w:t>
      </w:r>
      <w:r>
        <w:rPr>
          <w:lang w:eastAsia="ko-KR"/>
        </w:rPr>
        <w:t xml:space="preserve">, </w:t>
      </w:r>
      <w:r>
        <w:rPr>
          <w:lang w:eastAsia="ko-KR"/>
        </w:rPr>
        <w:t>당사</w:t>
      </w:r>
      <w:r>
        <w:rPr>
          <w:lang w:eastAsia="ko-KR"/>
        </w:rPr>
        <w:t xml:space="preserve"> </w:t>
      </w:r>
      <w:r>
        <w:rPr>
          <w:lang w:eastAsia="ko-KR"/>
        </w:rPr>
        <w:t>결제창을</w:t>
      </w:r>
      <w:r>
        <w:rPr>
          <w:lang w:eastAsia="ko-KR"/>
        </w:rPr>
        <w:t xml:space="preserve"> </w:t>
      </w:r>
      <w:r>
        <w:rPr>
          <w:lang w:eastAsia="ko-KR"/>
        </w:rPr>
        <w:t>띄울</w:t>
      </w:r>
      <w:r>
        <w:rPr>
          <w:lang w:eastAsia="ko-KR"/>
        </w:rPr>
        <w:t xml:space="preserve">  </w:t>
      </w:r>
      <w:r>
        <w:rPr>
          <w:lang w:eastAsia="ko-KR"/>
        </w:rPr>
        <w:t>때</w:t>
      </w:r>
      <w:r>
        <w:rPr>
          <w:lang w:eastAsia="ko-KR"/>
        </w:rPr>
        <w:t xml:space="preserve">,  </w:t>
      </w:r>
      <w:r>
        <w:rPr>
          <w:lang w:eastAsia="ko-KR"/>
        </w:rPr>
        <w:t>새</w:t>
      </w:r>
      <w:r>
        <w:rPr>
          <w:lang w:eastAsia="ko-KR"/>
        </w:rPr>
        <w:t xml:space="preserve">  </w:t>
      </w:r>
      <w:r>
        <w:rPr>
          <w:lang w:eastAsia="ko-KR"/>
        </w:rPr>
        <w:t>창</w:t>
      </w:r>
      <w:r>
        <w:rPr>
          <w:lang w:eastAsia="ko-KR"/>
        </w:rPr>
        <w:t>(_blank)</w:t>
      </w:r>
      <w:r>
        <w:rPr>
          <w:lang w:eastAsia="ko-KR"/>
        </w:rPr>
        <w:t>을</w:t>
      </w:r>
      <w:r>
        <w:rPr>
          <w:lang w:eastAsia="ko-KR"/>
        </w:rPr>
        <w:t xml:space="preserve">  </w:t>
      </w:r>
      <w:r>
        <w:rPr>
          <w:lang w:eastAsia="ko-KR"/>
        </w:rPr>
        <w:t>띄울</w:t>
      </w:r>
      <w:r>
        <w:rPr>
          <w:lang w:eastAsia="ko-KR"/>
        </w:rPr>
        <w:t xml:space="preserve"> 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정상적으로</w:t>
      </w:r>
      <w:r>
        <w:rPr>
          <w:lang w:eastAsia="ko-KR"/>
        </w:rPr>
        <w:t xml:space="preserve"> </w:t>
      </w:r>
      <w:r>
        <w:rPr>
          <w:lang w:eastAsia="ko-KR"/>
        </w:rPr>
        <w:t>결제가</w:t>
      </w:r>
      <w:r>
        <w:rPr>
          <w:lang w:eastAsia="ko-KR"/>
        </w:rPr>
        <w:t xml:space="preserve"> </w:t>
      </w:r>
      <w:r>
        <w:rPr>
          <w:lang w:eastAsia="ko-KR"/>
        </w:rPr>
        <w:t>진행되지</w:t>
      </w:r>
      <w:r>
        <w:rPr>
          <w:lang w:eastAsia="ko-KR"/>
        </w:rPr>
        <w:t xml:space="preserve"> </w:t>
      </w:r>
      <w:r>
        <w:rPr>
          <w:lang w:eastAsia="ko-KR"/>
        </w:rPr>
        <w:t>않을</w:t>
      </w:r>
      <w:r>
        <w:rPr>
          <w:lang w:eastAsia="ko-KR"/>
        </w:rPr>
        <w:t xml:space="preserve"> </w:t>
      </w:r>
      <w:r>
        <w:rPr>
          <w:lang w:eastAsia="ko-KR"/>
        </w:rPr>
        <w:t>수</w:t>
      </w:r>
      <w:r>
        <w:rPr>
          <w:lang w:eastAsia="ko-KR"/>
        </w:rPr>
        <w:t xml:space="preserve"> </w:t>
      </w:r>
      <w:r>
        <w:rPr>
          <w:lang w:eastAsia="ko-KR"/>
        </w:rPr>
        <w:t>있습니다</w:t>
      </w:r>
      <w:r>
        <w:rPr>
          <w:lang w:eastAsia="ko-KR"/>
        </w:rPr>
        <w:t xml:space="preserve">. </w:t>
      </w:r>
      <w:r>
        <w:rPr>
          <w:lang w:eastAsia="ko-KR"/>
        </w:rPr>
        <w:t>따라서</w:t>
      </w:r>
      <w:r>
        <w:rPr>
          <w:lang w:eastAsia="ko-KR"/>
        </w:rPr>
        <w:t xml:space="preserve">  </w:t>
      </w:r>
      <w:r>
        <w:rPr>
          <w:lang w:eastAsia="ko-KR"/>
        </w:rPr>
        <w:t>가맹점</w:t>
      </w:r>
      <w:r>
        <w:rPr>
          <w:lang w:eastAsia="ko-KR"/>
        </w:rPr>
        <w:t xml:space="preserve">  </w:t>
      </w:r>
      <w:r>
        <w:rPr>
          <w:lang w:eastAsia="ko-KR"/>
        </w:rPr>
        <w:t>플랫폼에서</w:t>
      </w:r>
      <w:r>
        <w:rPr>
          <w:lang w:eastAsia="ko-KR"/>
        </w:rPr>
        <w:t xml:space="preserve">,  </w:t>
      </w:r>
      <w:r>
        <w:rPr>
          <w:lang w:eastAsia="ko-KR"/>
        </w:rPr>
        <w:t>당사</w:t>
      </w:r>
      <w:r>
        <w:rPr>
          <w:lang w:eastAsia="ko-KR"/>
        </w:rPr>
        <w:t xml:space="preserve">  </w:t>
      </w:r>
      <w:r>
        <w:rPr>
          <w:lang w:eastAsia="ko-KR"/>
        </w:rPr>
        <w:t>결제</w:t>
      </w:r>
      <w:r>
        <w:rPr>
          <w:lang w:eastAsia="ko-KR"/>
        </w:rPr>
        <w:t xml:space="preserve">  </w:t>
      </w:r>
      <w:r>
        <w:rPr>
          <w:lang w:eastAsia="ko-KR"/>
        </w:rPr>
        <w:t>창을</w:t>
      </w:r>
      <w:r>
        <w:rPr>
          <w:lang w:eastAsia="ko-KR"/>
        </w:rPr>
        <w:t xml:space="preserve"> </w:t>
      </w:r>
      <w:r>
        <w:rPr>
          <w:lang w:eastAsia="ko-KR"/>
        </w:rPr>
        <w:t>띄울</w:t>
      </w:r>
      <w:r>
        <w:rPr>
          <w:lang w:eastAsia="ko-KR"/>
        </w:rPr>
        <w:t xml:space="preserve"> </w:t>
      </w:r>
      <w:r>
        <w:rPr>
          <w:lang w:eastAsia="ko-KR"/>
        </w:rPr>
        <w:t>때</w:t>
      </w:r>
      <w:r>
        <w:rPr>
          <w:lang w:eastAsia="ko-KR"/>
        </w:rPr>
        <w:t xml:space="preserve">, </w:t>
      </w:r>
      <w:r>
        <w:rPr>
          <w:lang w:eastAsia="ko-KR"/>
        </w:rPr>
        <w:t>새창이</w:t>
      </w:r>
      <w:r>
        <w:rPr>
          <w:lang w:eastAsia="ko-KR"/>
        </w:rPr>
        <w:t xml:space="preserve"> </w:t>
      </w:r>
      <w:r>
        <w:rPr>
          <w:lang w:eastAsia="ko-KR"/>
        </w:rPr>
        <w:t>아닌</w:t>
      </w:r>
      <w:r>
        <w:rPr>
          <w:lang w:eastAsia="ko-KR"/>
        </w:rPr>
        <w:t xml:space="preserve">, _self </w:t>
      </w:r>
      <w:r>
        <w:rPr>
          <w:lang w:eastAsia="ko-KR"/>
        </w:rPr>
        <w:t>형태로</w:t>
      </w:r>
      <w:r>
        <w:rPr>
          <w:lang w:eastAsia="ko-KR"/>
        </w:rPr>
        <w:t xml:space="preserve"> </w:t>
      </w:r>
      <w:r>
        <w:rPr>
          <w:lang w:eastAsia="ko-KR"/>
        </w:rPr>
        <w:t>띄워주시길</w:t>
      </w:r>
      <w:r>
        <w:rPr>
          <w:spacing w:val="29"/>
          <w:lang w:eastAsia="ko-KR"/>
        </w:rPr>
        <w:t xml:space="preserve"> </w:t>
      </w:r>
      <w:r>
        <w:rPr>
          <w:lang w:eastAsia="ko-KR"/>
        </w:rPr>
        <w:t>권장합니다</w:t>
      </w:r>
      <w:r>
        <w:rPr>
          <w:lang w:eastAsia="ko-KR"/>
        </w:rPr>
        <w:t>.</w:t>
      </w:r>
    </w:p>
    <w:p w14:paraId="7FBA3037" w14:textId="4F429CF3" w:rsidR="00A806C9" w:rsidRDefault="00A806C9" w:rsidP="00A806C9">
      <w:pPr>
        <w:pStyle w:val="af"/>
        <w:spacing w:before="14"/>
        <w:rPr>
          <w:rFonts w:hint="eastAsia"/>
          <w:sz w:val="34"/>
          <w:lang w:eastAsia="ko-KR"/>
        </w:rPr>
      </w:pPr>
    </w:p>
    <w:p w14:paraId="24D8A51E" w14:textId="186E499B" w:rsidR="00A806C9" w:rsidRDefault="006D3381" w:rsidP="006D3381">
      <w:pPr>
        <w:pStyle w:val="ab"/>
      </w:pPr>
      <w:bookmarkStart w:id="27" w:name="_bookmark22"/>
      <w:bookmarkStart w:id="28" w:name="_Toc33213725"/>
      <w:bookmarkEnd w:id="27"/>
      <w:r>
        <w:rPr>
          <w:rFonts w:ascii="Times New Roman" w:hAnsi="Times New Roman" w:hint="eastAsia"/>
        </w:rPr>
        <w:t xml:space="preserve">6.2 </w:t>
      </w:r>
      <w:r w:rsidR="00A806C9">
        <w:rPr>
          <w:w w:val="109"/>
        </w:rPr>
        <w:t>안</w:t>
      </w:r>
      <w:r w:rsidR="00A806C9">
        <w:rPr>
          <w:spacing w:val="-3"/>
          <w:w w:val="109"/>
        </w:rPr>
        <w:t>드</w:t>
      </w:r>
      <w:r w:rsidR="00A806C9">
        <w:rPr>
          <w:w w:val="109"/>
        </w:rPr>
        <w:t>로이드</w:t>
      </w:r>
      <w:r w:rsidR="00A806C9">
        <w:rPr>
          <w:spacing w:val="-4"/>
          <w:w w:val="112"/>
        </w:rPr>
        <w:t>/</w:t>
      </w:r>
      <w:r w:rsidR="00A806C9">
        <w:t>I</w:t>
      </w:r>
      <w:r w:rsidR="00A806C9">
        <w:rPr>
          <w:spacing w:val="-1"/>
          <w:w w:val="103"/>
        </w:rPr>
        <w:t>O</w:t>
      </w:r>
      <w:r w:rsidR="00A806C9">
        <w:rPr>
          <w:w w:val="93"/>
        </w:rPr>
        <w:t>S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w w:val="109"/>
        </w:rPr>
        <w:t>앱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w w:val="97"/>
        </w:rPr>
        <w:t>U</w:t>
      </w:r>
      <w:r w:rsidR="00A806C9">
        <w:rPr>
          <w:spacing w:val="-4"/>
          <w:w w:val="97"/>
        </w:rPr>
        <w:t>S</w:t>
      </w:r>
      <w:r w:rsidR="00A806C9">
        <w:rPr>
          <w:w w:val="90"/>
        </w:rPr>
        <w:t>E</w:t>
      </w:r>
      <w:r w:rsidR="00A806C9">
        <w:t xml:space="preserve">R </w:t>
      </w:r>
      <w:r w:rsidR="00A806C9">
        <w:rPr>
          <w:spacing w:val="-23"/>
        </w:rPr>
        <w:t xml:space="preserve"> </w:t>
      </w:r>
      <w:r w:rsidR="00A806C9">
        <w:rPr>
          <w:spacing w:val="-2"/>
          <w:w w:val="113"/>
        </w:rPr>
        <w:t>A</w:t>
      </w:r>
      <w:r w:rsidR="00A806C9">
        <w:rPr>
          <w:spacing w:val="-4"/>
          <w:w w:val="103"/>
        </w:rPr>
        <w:t>G</w:t>
      </w:r>
      <w:r w:rsidR="00A806C9">
        <w:rPr>
          <w:w w:val="90"/>
        </w:rPr>
        <w:t>E</w:t>
      </w:r>
      <w:r w:rsidR="00A806C9">
        <w:rPr>
          <w:spacing w:val="-2"/>
          <w:w w:val="109"/>
        </w:rPr>
        <w:t>N</w:t>
      </w:r>
      <w:r w:rsidR="00A806C9">
        <w:rPr>
          <w:w w:val="95"/>
        </w:rPr>
        <w:t>T</w:t>
      </w:r>
      <w:r w:rsidR="00A806C9">
        <w:t xml:space="preserve"> </w:t>
      </w:r>
      <w:r w:rsidR="00A806C9">
        <w:rPr>
          <w:spacing w:val="10"/>
        </w:rPr>
        <w:t xml:space="preserve"> </w:t>
      </w:r>
      <w:r w:rsidR="00A806C9">
        <w:rPr>
          <w:w w:val="109"/>
        </w:rPr>
        <w:t>수정</w:t>
      </w:r>
      <w:bookmarkEnd w:id="28"/>
    </w:p>
    <w:p w14:paraId="2643428C" w14:textId="77777777" w:rsidR="00A806C9" w:rsidRDefault="00A806C9" w:rsidP="00A806C9">
      <w:pPr>
        <w:pStyle w:val="af"/>
        <w:spacing w:before="8"/>
        <w:rPr>
          <w:rFonts w:ascii="Noto Sans CJK JP Medium" w:hint="eastAsia"/>
          <w:sz w:val="16"/>
          <w:lang w:eastAsia="ko-KR"/>
        </w:rPr>
      </w:pPr>
    </w:p>
    <w:p w14:paraId="7D5CB5BE" w14:textId="6E52FC24" w:rsidR="00A806C9" w:rsidRDefault="00A806C9" w:rsidP="0079786A">
      <w:pPr>
        <w:pStyle w:val="af"/>
        <w:numPr>
          <w:ilvl w:val="0"/>
          <w:numId w:val="23"/>
        </w:numPr>
        <w:spacing w:line="225" w:lineRule="auto"/>
        <w:ind w:right="418"/>
        <w:jc w:val="both"/>
        <w:rPr>
          <w:rFonts w:hint="eastAsia"/>
          <w:lang w:eastAsia="ko-KR"/>
        </w:rPr>
      </w:pPr>
      <w:r>
        <w:rPr>
          <w:lang w:eastAsia="ko-KR"/>
        </w:rPr>
        <w:t>신용카드</w:t>
      </w:r>
      <w:r>
        <w:rPr>
          <w:lang w:eastAsia="ko-KR"/>
        </w:rPr>
        <w:t xml:space="preserve"> </w:t>
      </w:r>
      <w:r>
        <w:rPr>
          <w:lang w:eastAsia="ko-KR"/>
        </w:rPr>
        <w:t>결제</w:t>
      </w:r>
      <w:r>
        <w:rPr>
          <w:lang w:eastAsia="ko-KR"/>
        </w:rPr>
        <w:t xml:space="preserve">  </w:t>
      </w:r>
      <w:r>
        <w:rPr>
          <w:lang w:eastAsia="ko-KR"/>
        </w:rPr>
        <w:t>시</w:t>
      </w:r>
      <w:r>
        <w:rPr>
          <w:lang w:eastAsia="ko-KR"/>
        </w:rPr>
        <w:t xml:space="preserve">  </w:t>
      </w:r>
      <w:r>
        <w:rPr>
          <w:lang w:eastAsia="ko-KR"/>
        </w:rPr>
        <w:t>각</w:t>
      </w:r>
      <w:r>
        <w:rPr>
          <w:lang w:eastAsia="ko-KR"/>
        </w:rPr>
        <w:t xml:space="preserve">  </w:t>
      </w:r>
      <w:r>
        <w:rPr>
          <w:lang w:eastAsia="ko-KR"/>
        </w:rPr>
        <w:t>카드사</w:t>
      </w:r>
      <w:r>
        <w:rPr>
          <w:lang w:eastAsia="ko-KR"/>
        </w:rPr>
        <w:t xml:space="preserve">  ACS</w:t>
      </w:r>
      <w:r>
        <w:rPr>
          <w:lang w:eastAsia="ko-KR"/>
        </w:rPr>
        <w:t>페이지에서는</w:t>
      </w:r>
      <w:r>
        <w:rPr>
          <w:lang w:eastAsia="ko-KR"/>
        </w:rPr>
        <w:t xml:space="preserve">  </w:t>
      </w:r>
      <w:r>
        <w:rPr>
          <w:lang w:eastAsia="ko-KR"/>
        </w:rPr>
        <w:t>사용자의</w:t>
      </w:r>
      <w:r>
        <w:rPr>
          <w:lang w:eastAsia="ko-KR"/>
        </w:rPr>
        <w:t xml:space="preserve">  USER  AGENT</w:t>
      </w:r>
      <w:r>
        <w:rPr>
          <w:lang w:eastAsia="ko-KR"/>
        </w:rPr>
        <w:t>를</w:t>
      </w:r>
      <w:r>
        <w:rPr>
          <w:lang w:eastAsia="ko-KR"/>
        </w:rPr>
        <w:t xml:space="preserve">  </w:t>
      </w:r>
      <w:r>
        <w:rPr>
          <w:lang w:eastAsia="ko-KR"/>
        </w:rPr>
        <w:t>검증하고</w:t>
      </w:r>
      <w:r>
        <w:rPr>
          <w:lang w:eastAsia="ko-KR"/>
        </w:rPr>
        <w:t xml:space="preserve">  </w:t>
      </w:r>
      <w:r>
        <w:rPr>
          <w:lang w:eastAsia="ko-KR"/>
        </w:rPr>
        <w:t>있습니다</w:t>
      </w:r>
      <w:r>
        <w:rPr>
          <w:lang w:eastAsia="ko-KR"/>
        </w:rPr>
        <w:t xml:space="preserve">.  ( </w:t>
      </w:r>
      <w:r>
        <w:rPr>
          <w:lang w:eastAsia="ko-KR"/>
        </w:rPr>
        <w:t>검증방식은</w:t>
      </w:r>
      <w:r>
        <w:rPr>
          <w:lang w:eastAsia="ko-KR"/>
        </w:rPr>
        <w:t xml:space="preserve"> </w:t>
      </w:r>
      <w:r>
        <w:rPr>
          <w:lang w:eastAsia="ko-KR"/>
        </w:rPr>
        <w:t>카드사별</w:t>
      </w:r>
      <w:r>
        <w:rPr>
          <w:lang w:eastAsia="ko-KR"/>
        </w:rPr>
        <w:t xml:space="preserve"> </w:t>
      </w:r>
      <w:r>
        <w:rPr>
          <w:lang w:eastAsia="ko-KR"/>
        </w:rPr>
        <w:t>상이</w:t>
      </w:r>
      <w:r>
        <w:rPr>
          <w:lang w:eastAsia="ko-KR"/>
        </w:rPr>
        <w:t xml:space="preserve"> ) </w:t>
      </w:r>
      <w:r>
        <w:rPr>
          <w:lang w:eastAsia="ko-KR"/>
        </w:rPr>
        <w:t>가맹점</w:t>
      </w:r>
      <w:r>
        <w:rPr>
          <w:lang w:eastAsia="ko-KR"/>
        </w:rPr>
        <w:t xml:space="preserve"> </w:t>
      </w:r>
      <w:r>
        <w:rPr>
          <w:lang w:eastAsia="ko-KR"/>
        </w:rPr>
        <w:t>앱에서</w:t>
      </w:r>
      <w:r>
        <w:rPr>
          <w:lang w:eastAsia="ko-KR"/>
        </w:rPr>
        <w:t xml:space="preserve"> USER AGENT</w:t>
      </w:r>
      <w:r>
        <w:rPr>
          <w:lang w:eastAsia="ko-KR"/>
        </w:rPr>
        <w:t>를</w:t>
      </w:r>
      <w:r>
        <w:rPr>
          <w:lang w:eastAsia="ko-KR"/>
        </w:rPr>
        <w:t xml:space="preserve"> </w:t>
      </w:r>
      <w:r>
        <w:rPr>
          <w:lang w:eastAsia="ko-KR"/>
        </w:rPr>
        <w:t>임의로</w:t>
      </w:r>
      <w:r>
        <w:rPr>
          <w:lang w:eastAsia="ko-KR"/>
        </w:rPr>
        <w:t xml:space="preserve"> </w:t>
      </w:r>
      <w:r>
        <w:rPr>
          <w:lang w:eastAsia="ko-KR"/>
        </w:rPr>
        <w:t>변경하는</w:t>
      </w:r>
      <w:r>
        <w:rPr>
          <w:lang w:eastAsia="ko-KR"/>
        </w:rPr>
        <w:t xml:space="preserve"> </w:t>
      </w:r>
      <w:r>
        <w:rPr>
          <w:lang w:eastAsia="ko-KR"/>
        </w:rPr>
        <w:t>경우</w:t>
      </w:r>
      <w:r>
        <w:rPr>
          <w:lang w:eastAsia="ko-KR"/>
        </w:rPr>
        <w:t xml:space="preserve">, </w:t>
      </w:r>
      <w:r>
        <w:rPr>
          <w:lang w:eastAsia="ko-KR"/>
        </w:rPr>
        <w:t>카드사</w:t>
      </w:r>
      <w:r>
        <w:rPr>
          <w:lang w:eastAsia="ko-KR"/>
        </w:rPr>
        <w:t xml:space="preserve"> </w:t>
      </w:r>
      <w:r>
        <w:rPr>
          <w:lang w:eastAsia="ko-KR"/>
        </w:rPr>
        <w:t>인증실패가</w:t>
      </w:r>
      <w:r>
        <w:rPr>
          <w:lang w:eastAsia="ko-KR"/>
        </w:rPr>
        <w:t xml:space="preserve"> </w:t>
      </w:r>
      <w:r>
        <w:rPr>
          <w:lang w:eastAsia="ko-KR"/>
        </w:rPr>
        <w:t>발생할</w:t>
      </w:r>
      <w:r>
        <w:rPr>
          <w:lang w:eastAsia="ko-KR"/>
        </w:rPr>
        <w:t xml:space="preserve"> </w:t>
      </w:r>
      <w:r>
        <w:rPr>
          <w:lang w:eastAsia="ko-KR"/>
        </w:rPr>
        <w:t>수</w:t>
      </w:r>
      <w:r>
        <w:rPr>
          <w:lang w:eastAsia="ko-KR"/>
        </w:rPr>
        <w:t xml:space="preserve"> </w:t>
      </w:r>
      <w:r>
        <w:rPr>
          <w:lang w:eastAsia="ko-KR"/>
        </w:rPr>
        <w:t>있으니</w:t>
      </w:r>
      <w:r>
        <w:rPr>
          <w:lang w:eastAsia="ko-KR"/>
        </w:rPr>
        <w:t xml:space="preserve"> </w:t>
      </w:r>
      <w:r>
        <w:rPr>
          <w:lang w:eastAsia="ko-KR"/>
        </w:rPr>
        <w:t>이점</w:t>
      </w:r>
      <w:r>
        <w:rPr>
          <w:lang w:eastAsia="ko-KR"/>
        </w:rPr>
        <w:t xml:space="preserve"> </w:t>
      </w:r>
      <w:r>
        <w:rPr>
          <w:lang w:eastAsia="ko-KR"/>
        </w:rPr>
        <w:t>유의</w:t>
      </w:r>
      <w:r>
        <w:rPr>
          <w:spacing w:val="25"/>
          <w:lang w:eastAsia="ko-KR"/>
        </w:rPr>
        <w:t xml:space="preserve"> </w:t>
      </w:r>
      <w:r>
        <w:rPr>
          <w:lang w:eastAsia="ko-KR"/>
        </w:rPr>
        <w:t>바랍니다</w:t>
      </w:r>
      <w:r>
        <w:rPr>
          <w:lang w:eastAsia="ko-KR"/>
        </w:rPr>
        <w:t>.</w:t>
      </w:r>
    </w:p>
    <w:p w14:paraId="68B545C3" w14:textId="6F8E6E3B" w:rsidR="00A806C9" w:rsidRDefault="00A806C9" w:rsidP="00A806C9">
      <w:pPr>
        <w:pStyle w:val="af"/>
        <w:spacing w:before="14"/>
        <w:rPr>
          <w:rFonts w:hint="eastAsia"/>
          <w:sz w:val="34"/>
          <w:lang w:eastAsia="ko-KR"/>
        </w:rPr>
      </w:pPr>
    </w:p>
    <w:p w14:paraId="41C0A972" w14:textId="011AA40D" w:rsidR="00A806C9" w:rsidRPr="006D3381" w:rsidRDefault="006D3381" w:rsidP="006D3381">
      <w:pPr>
        <w:pStyle w:val="ab"/>
      </w:pPr>
      <w:bookmarkStart w:id="29" w:name="_bookmark23"/>
      <w:bookmarkStart w:id="30" w:name="_Toc33213726"/>
      <w:bookmarkEnd w:id="29"/>
      <w:r>
        <w:rPr>
          <w:rFonts w:hint="eastAsia"/>
          <w:w w:val="109"/>
        </w:rPr>
        <w:t xml:space="preserve">6.3 </w:t>
      </w:r>
      <w:r w:rsidR="00A806C9">
        <w:rPr>
          <w:w w:val="109"/>
        </w:rPr>
        <w:t>아</w:t>
      </w:r>
      <w:r w:rsidR="00A806C9">
        <w:rPr>
          <w:spacing w:val="-3"/>
          <w:w w:val="109"/>
        </w:rPr>
        <w:t>이</w:t>
      </w:r>
      <w:r w:rsidR="00A806C9">
        <w:rPr>
          <w:w w:val="109"/>
        </w:rPr>
        <w:t>폰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spacing w:val="-1"/>
          <w:w w:val="102"/>
        </w:rPr>
        <w:t>3</w:t>
      </w:r>
      <w:r w:rsidR="00A806C9">
        <w:rPr>
          <w:w w:val="97"/>
          <w:position w:val="8"/>
          <w:sz w:val="14"/>
        </w:rPr>
        <w:t>rd</w:t>
      </w:r>
      <w:r w:rsidR="00A806C9">
        <w:rPr>
          <w:position w:val="8"/>
          <w:sz w:val="14"/>
        </w:rPr>
        <w:t xml:space="preserve"> </w:t>
      </w:r>
      <w:r w:rsidR="00A806C9">
        <w:rPr>
          <w:spacing w:val="13"/>
          <w:position w:val="8"/>
          <w:sz w:val="14"/>
        </w:rPr>
        <w:t xml:space="preserve"> </w:t>
      </w:r>
      <w:r w:rsidR="00A806C9">
        <w:rPr>
          <w:spacing w:val="-2"/>
          <w:w w:val="99"/>
        </w:rPr>
        <w:t>p</w:t>
      </w:r>
      <w:r w:rsidR="00A806C9">
        <w:rPr>
          <w:w w:val="95"/>
        </w:rPr>
        <w:t>a</w:t>
      </w:r>
      <w:r w:rsidR="00A806C9">
        <w:rPr>
          <w:spacing w:val="6"/>
          <w:w w:val="95"/>
        </w:rPr>
        <w:t>r</w:t>
      </w:r>
      <w:r w:rsidR="00A806C9">
        <w:rPr>
          <w:spacing w:val="-1"/>
          <w:w w:val="97"/>
        </w:rPr>
        <w:t>t</w:t>
      </w:r>
      <w:r w:rsidR="00A806C9">
        <w:rPr>
          <w:spacing w:val="-1"/>
          <w:w w:val="98"/>
        </w:rPr>
        <w:t>y</w:t>
      </w:r>
      <w:r w:rsidR="00A806C9">
        <w:rPr>
          <w:w w:val="101"/>
        </w:rPr>
        <w:t>(</w:t>
      </w:r>
      <w:r w:rsidR="00A806C9">
        <w:rPr>
          <w:w w:val="109"/>
        </w:rPr>
        <w:t>제</w:t>
      </w:r>
      <w:r w:rsidR="00A806C9">
        <w:rPr>
          <w:w w:val="102"/>
        </w:rPr>
        <w:t>3</w:t>
      </w:r>
      <w:r w:rsidR="00A806C9">
        <w:t xml:space="preserve"> </w:t>
      </w:r>
      <w:r w:rsidR="00A806C9">
        <w:rPr>
          <w:spacing w:val="8"/>
        </w:rPr>
        <w:t xml:space="preserve"> </w:t>
      </w:r>
      <w:r w:rsidR="00A806C9">
        <w:rPr>
          <w:w w:val="109"/>
        </w:rPr>
        <w:t>공급자</w:t>
      </w:r>
      <w:r w:rsidR="00A806C9">
        <w:rPr>
          <w:w w:val="101"/>
        </w:rPr>
        <w:t>)</w:t>
      </w:r>
      <w:r w:rsidR="00A806C9">
        <w:t xml:space="preserve"> </w:t>
      </w:r>
      <w:r w:rsidR="00A806C9">
        <w:rPr>
          <w:spacing w:val="9"/>
        </w:rPr>
        <w:t xml:space="preserve"> </w:t>
      </w:r>
      <w:r w:rsidR="00A806C9">
        <w:rPr>
          <w:w w:val="109"/>
        </w:rPr>
        <w:t>앱</w:t>
      </w:r>
      <w:r w:rsidR="00A806C9">
        <w:rPr>
          <w:spacing w:val="-3"/>
          <w:w w:val="109"/>
        </w:rPr>
        <w:t>브</w:t>
      </w:r>
      <w:r w:rsidR="00A806C9">
        <w:rPr>
          <w:w w:val="109"/>
        </w:rPr>
        <w:t>라우저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spacing w:val="-3"/>
          <w:w w:val="109"/>
        </w:rPr>
        <w:t>결</w:t>
      </w:r>
      <w:r w:rsidR="00A806C9">
        <w:rPr>
          <w:w w:val="109"/>
        </w:rPr>
        <w:t>제</w:t>
      </w:r>
      <w:r w:rsidR="00A806C9">
        <w:t xml:space="preserve"> </w:t>
      </w:r>
      <w:r w:rsidR="00A806C9">
        <w:rPr>
          <w:spacing w:val="11"/>
        </w:rPr>
        <w:t xml:space="preserve"> </w:t>
      </w:r>
      <w:r w:rsidR="00A806C9">
        <w:rPr>
          <w:spacing w:val="-1"/>
          <w:w w:val="96"/>
        </w:rPr>
        <w:t>i</w:t>
      </w:r>
      <w:r w:rsidR="00A806C9">
        <w:rPr>
          <w:spacing w:val="-2"/>
          <w:w w:val="96"/>
        </w:rPr>
        <w:t>ss</w:t>
      </w:r>
      <w:r w:rsidR="00A806C9">
        <w:rPr>
          <w:spacing w:val="-1"/>
          <w:w w:val="98"/>
        </w:rPr>
        <w:t>u</w:t>
      </w:r>
      <w:r w:rsidR="00A806C9">
        <w:rPr>
          <w:w w:val="98"/>
        </w:rPr>
        <w:t>e</w:t>
      </w:r>
      <w:bookmarkEnd w:id="30"/>
    </w:p>
    <w:p w14:paraId="04B2FBF1" w14:textId="7A909185" w:rsidR="006D3381" w:rsidRPr="006D3381" w:rsidRDefault="00A806C9" w:rsidP="0079786A">
      <w:pPr>
        <w:pStyle w:val="af"/>
        <w:numPr>
          <w:ilvl w:val="0"/>
          <w:numId w:val="23"/>
        </w:numPr>
        <w:spacing w:before="99" w:line="225" w:lineRule="auto"/>
        <w:ind w:right="962"/>
        <w:rPr>
          <w:rFonts w:asciiTheme="minorHAnsi" w:eastAsiaTheme="minorHAnsi" w:hAnsiTheme="minorHAnsi"/>
          <w:w w:val="105"/>
          <w:lang w:eastAsia="ko-KR"/>
        </w:rPr>
      </w:pPr>
      <w:r>
        <w:rPr>
          <w:lang w:eastAsia="ko-KR"/>
        </w:rPr>
        <w:t xml:space="preserve">iOS </w:t>
      </w:r>
      <w:r>
        <w:rPr>
          <w:lang w:eastAsia="ko-KR"/>
        </w:rPr>
        <w:t>기본</w:t>
      </w:r>
      <w:r>
        <w:rPr>
          <w:lang w:eastAsia="ko-KR"/>
        </w:rPr>
        <w:t xml:space="preserve"> </w:t>
      </w:r>
      <w:r>
        <w:rPr>
          <w:lang w:eastAsia="ko-KR"/>
        </w:rPr>
        <w:t>브라우저인</w:t>
      </w:r>
      <w:r>
        <w:rPr>
          <w:lang w:eastAsia="ko-KR"/>
        </w:rPr>
        <w:t xml:space="preserve"> Safari </w:t>
      </w:r>
      <w:r>
        <w:rPr>
          <w:lang w:eastAsia="ko-KR"/>
        </w:rPr>
        <w:t>외</w:t>
      </w:r>
      <w:r>
        <w:rPr>
          <w:lang w:eastAsia="ko-KR"/>
        </w:rPr>
        <w:t xml:space="preserve"> </w:t>
      </w:r>
      <w:r>
        <w:rPr>
          <w:lang w:eastAsia="ko-KR"/>
        </w:rPr>
        <w:t>앱브라우저</w:t>
      </w:r>
      <w:r>
        <w:rPr>
          <w:lang w:eastAsia="ko-KR"/>
        </w:rPr>
        <w:t>(</w:t>
      </w:r>
      <w:r>
        <w:rPr>
          <w:lang w:eastAsia="ko-KR"/>
        </w:rPr>
        <w:t>다음</w:t>
      </w:r>
      <w:r>
        <w:rPr>
          <w:lang w:eastAsia="ko-KR"/>
        </w:rPr>
        <w:t xml:space="preserve">, </w:t>
      </w:r>
      <w:r>
        <w:rPr>
          <w:lang w:eastAsia="ko-KR"/>
        </w:rPr>
        <w:t>네이버</w:t>
      </w:r>
      <w:r>
        <w:rPr>
          <w:lang w:eastAsia="ko-KR"/>
        </w:rPr>
        <w:t xml:space="preserve">,  </w:t>
      </w:r>
      <w:r>
        <w:rPr>
          <w:lang w:eastAsia="ko-KR"/>
        </w:rPr>
        <w:t>크롬</w:t>
      </w:r>
      <w:r>
        <w:rPr>
          <w:lang w:eastAsia="ko-KR"/>
        </w:rPr>
        <w:t xml:space="preserve">,  </w:t>
      </w:r>
      <w:r>
        <w:rPr>
          <w:lang w:eastAsia="ko-KR"/>
        </w:rPr>
        <w:t>페이스북</w:t>
      </w:r>
      <w:r>
        <w:rPr>
          <w:lang w:eastAsia="ko-KR"/>
        </w:rPr>
        <w:t xml:space="preserve">  </w:t>
      </w:r>
      <w:r>
        <w:rPr>
          <w:lang w:eastAsia="ko-KR"/>
        </w:rPr>
        <w:t>등</w:t>
      </w:r>
      <w:r>
        <w:rPr>
          <w:lang w:eastAsia="ko-KR"/>
        </w:rPr>
        <w:t xml:space="preserve">)  </w:t>
      </w:r>
      <w:r>
        <w:rPr>
          <w:lang w:eastAsia="ko-KR"/>
        </w:rPr>
        <w:t>에서</w:t>
      </w:r>
      <w:r>
        <w:rPr>
          <w:lang w:eastAsia="ko-KR"/>
        </w:rPr>
        <w:t xml:space="preserve">  ISP  </w:t>
      </w:r>
      <w:r>
        <w:rPr>
          <w:lang w:eastAsia="ko-KR"/>
        </w:rPr>
        <w:t>결제</w:t>
      </w:r>
      <w:r>
        <w:rPr>
          <w:lang w:eastAsia="ko-KR"/>
        </w:rPr>
        <w:t xml:space="preserve">  </w:t>
      </w:r>
      <w:r>
        <w:rPr>
          <w:lang w:eastAsia="ko-KR"/>
        </w:rPr>
        <w:t>진행</w:t>
      </w:r>
      <w:r>
        <w:rPr>
          <w:lang w:eastAsia="ko-KR"/>
        </w:rPr>
        <w:t xml:space="preserve"> </w:t>
      </w:r>
      <w:r>
        <w:rPr>
          <w:lang w:eastAsia="ko-KR"/>
        </w:rPr>
        <w:t>시</w:t>
      </w:r>
      <w:r>
        <w:rPr>
          <w:lang w:eastAsia="ko-KR"/>
        </w:rPr>
        <w:t xml:space="preserve">, ISP </w:t>
      </w:r>
      <w:r>
        <w:rPr>
          <w:lang w:eastAsia="ko-KR"/>
        </w:rPr>
        <w:t>앱에서</w:t>
      </w:r>
      <w:r>
        <w:rPr>
          <w:lang w:eastAsia="ko-KR"/>
        </w:rPr>
        <w:t xml:space="preserve"> </w:t>
      </w:r>
      <w:r>
        <w:rPr>
          <w:lang w:eastAsia="ko-KR"/>
        </w:rPr>
        <w:t>인증</w:t>
      </w:r>
      <w:r>
        <w:rPr>
          <w:lang w:eastAsia="ko-KR"/>
        </w:rPr>
        <w:t xml:space="preserve">  </w:t>
      </w:r>
      <w:r>
        <w:rPr>
          <w:lang w:eastAsia="ko-KR"/>
        </w:rPr>
        <w:t>완료</w:t>
      </w:r>
      <w:r>
        <w:rPr>
          <w:lang w:eastAsia="ko-KR"/>
        </w:rPr>
        <w:t xml:space="preserve"> </w:t>
      </w:r>
      <w:r>
        <w:rPr>
          <w:lang w:eastAsia="ko-KR"/>
        </w:rPr>
        <w:t>후</w:t>
      </w:r>
      <w:r>
        <w:rPr>
          <w:lang w:eastAsia="ko-KR"/>
        </w:rPr>
        <w:t xml:space="preserve"> </w:t>
      </w:r>
      <w:r>
        <w:rPr>
          <w:lang w:eastAsia="ko-KR"/>
        </w:rPr>
        <w:t>결제를</w:t>
      </w:r>
      <w:r>
        <w:rPr>
          <w:lang w:eastAsia="ko-KR"/>
        </w:rPr>
        <w:t xml:space="preserve"> </w:t>
      </w:r>
      <w:r>
        <w:rPr>
          <w:lang w:eastAsia="ko-KR"/>
        </w:rPr>
        <w:t>진행한</w:t>
      </w:r>
      <w:r>
        <w:rPr>
          <w:lang w:eastAsia="ko-KR"/>
        </w:rPr>
        <w:t xml:space="preserve"> </w:t>
      </w:r>
      <w:r>
        <w:rPr>
          <w:lang w:eastAsia="ko-KR"/>
        </w:rPr>
        <w:t>브라우저</w:t>
      </w:r>
      <w:r>
        <w:rPr>
          <w:lang w:eastAsia="ko-KR"/>
        </w:rPr>
        <w:t xml:space="preserve"> </w:t>
      </w:r>
      <w:r>
        <w:rPr>
          <w:lang w:eastAsia="ko-KR"/>
        </w:rPr>
        <w:t>앱이</w:t>
      </w:r>
      <w:r>
        <w:rPr>
          <w:lang w:eastAsia="ko-KR"/>
        </w:rPr>
        <w:t xml:space="preserve"> </w:t>
      </w:r>
      <w:r>
        <w:rPr>
          <w:lang w:eastAsia="ko-KR"/>
        </w:rPr>
        <w:t>아닌</w:t>
      </w:r>
      <w:r>
        <w:rPr>
          <w:lang w:eastAsia="ko-KR"/>
        </w:rPr>
        <w:t xml:space="preserve"> </w:t>
      </w:r>
      <w:r w:rsidRPr="006D3381">
        <w:rPr>
          <w:rFonts w:asciiTheme="minorHAnsi" w:eastAsiaTheme="minorHAnsi" w:hAnsiTheme="minorHAnsi"/>
          <w:lang w:eastAsia="ko-KR"/>
        </w:rPr>
        <w:t>Safari 브라우저로 돌아    가는 이슈가</w:t>
      </w:r>
      <w:r w:rsidRPr="006D3381">
        <w:rPr>
          <w:rFonts w:asciiTheme="minorHAnsi" w:eastAsiaTheme="minorHAnsi" w:hAnsiTheme="minorHAnsi"/>
          <w:spacing w:val="43"/>
          <w:lang w:eastAsia="ko-KR"/>
        </w:rPr>
        <w:t xml:space="preserve"> </w:t>
      </w:r>
      <w:r w:rsidRPr="006D3381">
        <w:rPr>
          <w:rFonts w:asciiTheme="minorHAnsi" w:eastAsiaTheme="minorHAnsi" w:hAnsiTheme="minorHAnsi"/>
          <w:lang w:eastAsia="ko-KR"/>
        </w:rPr>
        <w:t>있습니다.</w:t>
      </w:r>
      <w:r w:rsidRPr="006D3381">
        <w:rPr>
          <w:rFonts w:asciiTheme="minorHAnsi" w:eastAsiaTheme="minorHAnsi" w:hAnsiTheme="minorHAnsi" w:hint="eastAsia"/>
          <w:lang w:eastAsia="ko-KR"/>
        </w:rPr>
        <w:t xml:space="preserve"> </w:t>
      </w:r>
      <w:r w:rsidRPr="006D3381">
        <w:rPr>
          <w:rFonts w:asciiTheme="minorHAnsi" w:eastAsiaTheme="minorHAnsi" w:hAnsiTheme="minorHAnsi"/>
          <w:lang w:eastAsia="ko-KR"/>
        </w:rPr>
        <w:t>브라우저 앱에서 결제를 진행하는 경우, 앱브라우저의 user-agent를 확인하여</w:t>
      </w:r>
      <w:r w:rsidRPr="006D3381">
        <w:rPr>
          <w:rFonts w:asciiTheme="minorHAnsi" w:eastAsiaTheme="minorHAnsi" w:hAnsiTheme="minorHAnsi" w:hint="eastAsia"/>
          <w:lang w:eastAsia="ko-KR"/>
        </w:rPr>
        <w:t xml:space="preserve"> </w:t>
      </w:r>
      <w:r w:rsidRPr="006D3381">
        <w:rPr>
          <w:rFonts w:asciiTheme="minorHAnsi" w:eastAsiaTheme="minorHAnsi" w:hAnsiTheme="minorHAnsi"/>
          <w:lang w:eastAsia="ko-KR"/>
        </w:rPr>
        <w:t>P_RESERVED에 app_scheme={앱스키마}:// 형태를 설정하시면 해당 이슈가  해결 됩니다</w:t>
      </w:r>
    </w:p>
    <w:p w14:paraId="175C8FBD" w14:textId="795193DD" w:rsidR="00A806C9" w:rsidRPr="006D3381" w:rsidRDefault="00A806C9" w:rsidP="0079786A">
      <w:pPr>
        <w:pStyle w:val="a5"/>
        <w:widowControl w:val="0"/>
        <w:numPr>
          <w:ilvl w:val="0"/>
          <w:numId w:val="23"/>
        </w:numPr>
        <w:tabs>
          <w:tab w:val="left" w:pos="1181"/>
          <w:tab w:val="left" w:pos="1182"/>
        </w:tabs>
        <w:overflowPunct/>
        <w:adjustRightInd/>
        <w:ind w:leftChars="0"/>
        <w:textAlignment w:val="auto"/>
        <w:rPr>
          <w:rFonts w:asciiTheme="minorHAnsi" w:eastAsiaTheme="minorHAnsi" w:hAnsiTheme="minorHAnsi"/>
        </w:rPr>
      </w:pPr>
      <w:r w:rsidRPr="006D3381">
        <w:rPr>
          <w:rFonts w:asciiTheme="minorHAnsi" w:eastAsiaTheme="minorHAnsi" w:hAnsiTheme="minorHAnsi"/>
        </w:rPr>
        <w:t>확인된</w:t>
      </w:r>
      <w:r w:rsidR="006D3381">
        <w:rPr>
          <w:rFonts w:asciiTheme="minorHAnsi" w:eastAsiaTheme="minorHAnsi" w:hAnsiTheme="minorHAnsi"/>
        </w:rPr>
        <w:t xml:space="preserve"> App Scheme </w:t>
      </w:r>
    </w:p>
    <w:p w14:paraId="5502F4A4" w14:textId="77777777" w:rsidR="00A806C9" w:rsidRPr="006D3381" w:rsidRDefault="00A806C9" w:rsidP="00A806C9">
      <w:pPr>
        <w:pStyle w:val="af"/>
        <w:spacing w:before="17" w:after="1"/>
        <w:rPr>
          <w:rFonts w:asciiTheme="minorHAnsi" w:eastAsiaTheme="minorHAnsi" w:hAnsiTheme="minorHAnsi"/>
          <w:sz w:val="17"/>
        </w:rPr>
      </w:pPr>
    </w:p>
    <w:tbl>
      <w:tblPr>
        <w:tblStyle w:val="TableNormal"/>
        <w:tblW w:w="0" w:type="auto"/>
        <w:tblInd w:w="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7152"/>
      </w:tblGrid>
      <w:tr w:rsidR="00A806C9" w:rsidRPr="006D3381" w14:paraId="07D5A532" w14:textId="77777777" w:rsidTr="00A806C9">
        <w:trPr>
          <w:trHeight w:val="347"/>
        </w:trPr>
        <w:tc>
          <w:tcPr>
            <w:tcW w:w="1666" w:type="dxa"/>
          </w:tcPr>
          <w:p w14:paraId="6D700D25" w14:textId="77777777" w:rsidR="00A806C9" w:rsidRPr="006D3381" w:rsidRDefault="00A806C9" w:rsidP="006D3381">
            <w:pPr>
              <w:pStyle w:val="TableParagraph"/>
              <w:spacing w:line="328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다음</w:t>
            </w:r>
          </w:p>
        </w:tc>
        <w:tc>
          <w:tcPr>
            <w:tcW w:w="7152" w:type="dxa"/>
          </w:tcPr>
          <w:p w14:paraId="7EB52EE9" w14:textId="77777777" w:rsidR="00A806C9" w:rsidRPr="006D3381" w:rsidRDefault="00A806C9" w:rsidP="00A806C9">
            <w:pPr>
              <w:pStyle w:val="TableParagraph"/>
              <w:spacing w:line="328" w:lineRule="exact"/>
              <w:ind w:left="967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daumapps://</w:t>
            </w:r>
          </w:p>
        </w:tc>
      </w:tr>
      <w:tr w:rsidR="00A806C9" w:rsidRPr="006D3381" w14:paraId="4F6E7D7D" w14:textId="77777777" w:rsidTr="00A806C9">
        <w:trPr>
          <w:trHeight w:val="345"/>
        </w:trPr>
        <w:tc>
          <w:tcPr>
            <w:tcW w:w="1666" w:type="dxa"/>
          </w:tcPr>
          <w:p w14:paraId="2A2F2F14" w14:textId="77777777" w:rsidR="00A806C9" w:rsidRPr="006D3381" w:rsidRDefault="00A806C9" w:rsidP="006D3381">
            <w:pPr>
              <w:pStyle w:val="TableParagraph"/>
              <w:spacing w:line="325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네이버</w:t>
            </w:r>
          </w:p>
        </w:tc>
        <w:tc>
          <w:tcPr>
            <w:tcW w:w="7152" w:type="dxa"/>
          </w:tcPr>
          <w:p w14:paraId="6F2DE9C8" w14:textId="77777777" w:rsidR="00A806C9" w:rsidRPr="006D3381" w:rsidRDefault="00A806C9" w:rsidP="00A806C9">
            <w:pPr>
              <w:pStyle w:val="TableParagraph"/>
              <w:spacing w:line="325" w:lineRule="exact"/>
              <w:ind w:left="967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naversearchapp://</w:t>
            </w:r>
          </w:p>
        </w:tc>
      </w:tr>
      <w:tr w:rsidR="00A806C9" w:rsidRPr="006D3381" w14:paraId="187D4332" w14:textId="77777777" w:rsidTr="00A806C9">
        <w:trPr>
          <w:trHeight w:val="345"/>
        </w:trPr>
        <w:tc>
          <w:tcPr>
            <w:tcW w:w="1666" w:type="dxa"/>
          </w:tcPr>
          <w:p w14:paraId="5CD10A89" w14:textId="77777777" w:rsidR="00A806C9" w:rsidRPr="006D3381" w:rsidRDefault="00A806C9" w:rsidP="006D3381">
            <w:pPr>
              <w:pStyle w:val="TableParagraph"/>
              <w:spacing w:line="325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크롬</w:t>
            </w:r>
          </w:p>
        </w:tc>
        <w:tc>
          <w:tcPr>
            <w:tcW w:w="7152" w:type="dxa"/>
          </w:tcPr>
          <w:p w14:paraId="5A8E19B6" w14:textId="77777777" w:rsidR="00A806C9" w:rsidRPr="006D3381" w:rsidRDefault="00A806C9" w:rsidP="00A806C9">
            <w:pPr>
              <w:pStyle w:val="TableParagraph"/>
              <w:spacing w:line="325" w:lineRule="exact"/>
              <w:ind w:left="967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googlechromes://</w:t>
            </w:r>
          </w:p>
        </w:tc>
      </w:tr>
      <w:tr w:rsidR="00A806C9" w:rsidRPr="006D3381" w14:paraId="369132E9" w14:textId="77777777" w:rsidTr="00A806C9">
        <w:trPr>
          <w:trHeight w:val="347"/>
        </w:trPr>
        <w:tc>
          <w:tcPr>
            <w:tcW w:w="1666" w:type="dxa"/>
          </w:tcPr>
          <w:p w14:paraId="1887941B" w14:textId="77777777" w:rsidR="00A806C9" w:rsidRPr="006D3381" w:rsidRDefault="00A806C9" w:rsidP="006D3381">
            <w:pPr>
              <w:pStyle w:val="TableParagraph"/>
              <w:spacing w:line="328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페이스북</w:t>
            </w:r>
          </w:p>
        </w:tc>
        <w:tc>
          <w:tcPr>
            <w:tcW w:w="7152" w:type="dxa"/>
          </w:tcPr>
          <w:p w14:paraId="24499977" w14:textId="77777777" w:rsidR="00A806C9" w:rsidRPr="006D3381" w:rsidRDefault="00A806C9" w:rsidP="00A806C9">
            <w:pPr>
              <w:pStyle w:val="TableParagraph"/>
              <w:spacing w:line="328" w:lineRule="exact"/>
              <w:ind w:left="967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fb://</w:t>
            </w:r>
          </w:p>
        </w:tc>
      </w:tr>
      <w:tr w:rsidR="00A806C9" w:rsidRPr="006D3381" w14:paraId="63C3E184" w14:textId="77777777" w:rsidTr="00A806C9">
        <w:trPr>
          <w:trHeight w:val="345"/>
        </w:trPr>
        <w:tc>
          <w:tcPr>
            <w:tcW w:w="1666" w:type="dxa"/>
          </w:tcPr>
          <w:p w14:paraId="7B5AF5D3" w14:textId="77777777" w:rsidR="00A806C9" w:rsidRPr="006D3381" w:rsidRDefault="00A806C9" w:rsidP="006D3381">
            <w:pPr>
              <w:pStyle w:val="TableParagraph"/>
              <w:spacing w:line="326" w:lineRule="exact"/>
              <w:ind w:right="200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카카오톡</w:t>
            </w:r>
          </w:p>
        </w:tc>
        <w:tc>
          <w:tcPr>
            <w:tcW w:w="7152" w:type="dxa"/>
          </w:tcPr>
          <w:p w14:paraId="6B95900B" w14:textId="77777777" w:rsidR="00A806C9" w:rsidRPr="006D3381" w:rsidRDefault="00A806C9" w:rsidP="00A806C9">
            <w:pPr>
              <w:pStyle w:val="TableParagraph"/>
              <w:spacing w:line="326" w:lineRule="exact"/>
              <w:ind w:left="967"/>
              <w:rPr>
                <w:rFonts w:asciiTheme="minorHAnsi" w:eastAsiaTheme="minorHAnsi" w:hAnsiTheme="minorHAnsi"/>
                <w:sz w:val="20"/>
              </w:rPr>
            </w:pPr>
            <w:r w:rsidRPr="006D3381">
              <w:rPr>
                <w:rFonts w:asciiTheme="minorHAnsi" w:eastAsiaTheme="minorHAnsi" w:hAnsiTheme="minorHAnsi"/>
                <w:sz w:val="20"/>
              </w:rPr>
              <w:t>kakaotalk://</w:t>
            </w:r>
          </w:p>
        </w:tc>
      </w:tr>
    </w:tbl>
    <w:p w14:paraId="05341F43" w14:textId="06919174" w:rsidR="00A806C9" w:rsidRDefault="00A806C9" w:rsidP="002B3805">
      <w:pPr>
        <w:ind w:left="0" w:firstLine="0"/>
        <w:rPr>
          <w:rFonts w:asciiTheme="minorHAnsi" w:eastAsiaTheme="minorHAnsi" w:hAnsiTheme="minorHAnsi"/>
        </w:rPr>
      </w:pPr>
    </w:p>
    <w:p w14:paraId="1985B296" w14:textId="3920E03E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3D478A7D" w14:textId="7C98B2E6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09142B6D" w14:textId="65D2B077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5EC8A417" w14:textId="524BDE8C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43A572AE" w14:textId="3D2D648A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1176C81E" w14:textId="14E7F367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21717B5B" w14:textId="37F2EB7C" w:rsidR="00E56A46" w:rsidRDefault="00E56A46" w:rsidP="002B3805">
      <w:pPr>
        <w:ind w:left="0" w:firstLine="0"/>
        <w:rPr>
          <w:rFonts w:asciiTheme="minorHAnsi" w:eastAsiaTheme="minorHAnsi" w:hAnsiTheme="minorHAnsi"/>
        </w:rPr>
      </w:pPr>
    </w:p>
    <w:p w14:paraId="7D40BD06" w14:textId="77777777" w:rsidR="00B57523" w:rsidRDefault="00B57523" w:rsidP="002B3805">
      <w:pPr>
        <w:ind w:left="0" w:firstLine="0"/>
        <w:rPr>
          <w:rFonts w:asciiTheme="minorHAnsi" w:eastAsiaTheme="minorHAnsi" w:hAnsiTheme="minorHAnsi"/>
        </w:rPr>
      </w:pPr>
    </w:p>
    <w:p w14:paraId="0E001386" w14:textId="3BCF4C59" w:rsidR="00E56A46" w:rsidRPr="00661CB4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7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암호화</w:t>
      </w:r>
    </w:p>
    <w:p w14:paraId="33F9C4BC" w14:textId="61F2794A" w:rsidR="00E56A46" w:rsidRDefault="00E56A46" w:rsidP="0079786A">
      <w:pPr>
        <w:pStyle w:val="ab"/>
        <w:numPr>
          <w:ilvl w:val="1"/>
          <w:numId w:val="27"/>
        </w:numPr>
        <w:rPr>
          <w:lang w:bidi="x-none"/>
        </w:rPr>
      </w:pPr>
      <w:r>
        <w:rPr>
          <w:rFonts w:hint="eastAsia"/>
          <w:lang w:bidi="x-none"/>
        </w:rPr>
        <w:t>결제 승인 시 암호화 구성</w:t>
      </w:r>
    </w:p>
    <w:p w14:paraId="0FFD3DF6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985"/>
        <w:gridCol w:w="5528"/>
      </w:tblGrid>
      <w:tr w:rsidR="00E56A46" w:rsidRPr="00661CB4" w14:paraId="005FCD8F" w14:textId="77777777" w:rsidTr="00731894">
        <w:trPr>
          <w:trHeight w:val="462"/>
        </w:trPr>
        <w:tc>
          <w:tcPr>
            <w:tcW w:w="1417" w:type="dxa"/>
            <w:shd w:val="clear" w:color="auto" w:fill="D9D9D9"/>
          </w:tcPr>
          <w:p w14:paraId="013EBBCC" w14:textId="77777777" w:rsidR="00E56A46" w:rsidRPr="00661CB4" w:rsidRDefault="00E56A46" w:rsidP="00731894">
            <w:pPr>
              <w:pStyle w:val="TableParagraph"/>
              <w:ind w:rightChars="24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985" w:type="dxa"/>
            <w:shd w:val="clear" w:color="auto" w:fill="D9D9D9"/>
          </w:tcPr>
          <w:p w14:paraId="5EB721C7" w14:textId="77777777" w:rsidR="00E56A46" w:rsidRPr="00661CB4" w:rsidRDefault="00E56A46" w:rsidP="00731894">
            <w:pPr>
              <w:pStyle w:val="TableParagraph"/>
              <w:jc w:val="center"/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암호화 방식</w:t>
            </w:r>
          </w:p>
        </w:tc>
        <w:tc>
          <w:tcPr>
            <w:tcW w:w="5528" w:type="dxa"/>
            <w:shd w:val="clear" w:color="auto" w:fill="D9D9D9"/>
          </w:tcPr>
          <w:p w14:paraId="3297B0A1" w14:textId="77777777" w:rsidR="00E56A46" w:rsidRPr="00661CB4" w:rsidRDefault="00E56A46" w:rsidP="00731894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w w:val="110"/>
                <w:sz w:val="18"/>
              </w:rPr>
            </w:pPr>
          </w:p>
        </w:tc>
      </w:tr>
      <w:tr w:rsidR="00E56A46" w:rsidRPr="00661CB4" w14:paraId="6B52229F" w14:textId="77777777" w:rsidTr="00731894">
        <w:trPr>
          <w:trHeight w:val="462"/>
        </w:trPr>
        <w:tc>
          <w:tcPr>
            <w:tcW w:w="1417" w:type="dxa"/>
          </w:tcPr>
          <w:p w14:paraId="765D9BD8" w14:textId="593801D0" w:rsidR="00E56A46" w:rsidRPr="00661CB4" w:rsidRDefault="008E4458" w:rsidP="00731894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sz w:val="18"/>
                <w:lang w:eastAsia="ko-KR"/>
              </w:rPr>
              <w:t>encData</w:t>
            </w:r>
          </w:p>
        </w:tc>
        <w:tc>
          <w:tcPr>
            <w:tcW w:w="1985" w:type="dxa"/>
          </w:tcPr>
          <w:p w14:paraId="0030B6D1" w14:textId="77777777" w:rsidR="00E56A46" w:rsidRPr="00661CB4" w:rsidRDefault="00E56A46" w:rsidP="00731894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w w:val="90"/>
                <w:sz w:val="18"/>
                <w:lang w:eastAsia="ko-KR"/>
              </w:rPr>
              <w:t>Hex(Sha256)</w:t>
            </w:r>
          </w:p>
        </w:tc>
        <w:tc>
          <w:tcPr>
            <w:tcW w:w="5528" w:type="dxa"/>
          </w:tcPr>
          <w:p w14:paraId="67E22FD6" w14:textId="77777777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mid + ediDate + goodsAmt + </w:t>
            </w: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상점키(</w:t>
            </w:r>
            <w:r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  <w:t>merchantKey)</w:t>
            </w:r>
          </w:p>
        </w:tc>
      </w:tr>
    </w:tbl>
    <w:p w14:paraId="49071BFB" w14:textId="77777777" w:rsidR="00E56A46" w:rsidRPr="00921D6A" w:rsidRDefault="00E56A46" w:rsidP="00E56A46">
      <w:pPr>
        <w:rPr>
          <w:lang w:bidi="x-none"/>
        </w:rPr>
      </w:pPr>
    </w:p>
    <w:p w14:paraId="30C94D84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E56A46" w:rsidRPr="00661CB4" w14:paraId="422E5235" w14:textId="77777777" w:rsidTr="00731894">
        <w:trPr>
          <w:trHeight w:val="1338"/>
        </w:trPr>
        <w:tc>
          <w:tcPr>
            <w:tcW w:w="8930" w:type="dxa"/>
          </w:tcPr>
          <w:p w14:paraId="35AF98EB" w14:textId="594D1138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String mid =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“</w:t>
            </w:r>
            <w:r w:rsidR="00E4288F"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demotest0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m”;</w:t>
            </w:r>
          </w:p>
          <w:p w14:paraId="2C8A52A7" w14:textId="09353084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ediDate = “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20210713151115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51919DFE" w14:textId="4BF76EA1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goodsAmt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1004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5A67047F" w14:textId="59110D5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merchantKey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BoBwBC4hRuMxAztw9p85L7K+SB7Iswd1tdRwca7xQ2sFftC5nYAFgYkOctQ1ubHzACV0YzaWHJdqWAGZW34kPw==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</w:t>
            </w:r>
          </w:p>
          <w:p w14:paraId="3D245334" w14:textId="77777777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</w:p>
          <w:p w14:paraId="3598CE47" w14:textId="2353EB81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암호화값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: 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4684f4b322ae388e2e4c9a60309c66a472db61140e5cb8da085b1bd6dbb6f0c1</w:t>
            </w:r>
          </w:p>
        </w:tc>
      </w:tr>
    </w:tbl>
    <w:p w14:paraId="0614A1FC" w14:textId="77777777" w:rsidR="00E56A46" w:rsidRPr="001D4507" w:rsidRDefault="00E56A46" w:rsidP="00E56A46">
      <w:pPr>
        <w:rPr>
          <w:lang w:bidi="x-none"/>
        </w:rPr>
      </w:pPr>
    </w:p>
    <w:p w14:paraId="1831E53E" w14:textId="77777777" w:rsidR="00E56A46" w:rsidRPr="00B57ECB" w:rsidRDefault="00E56A46" w:rsidP="00E56A46">
      <w:pPr>
        <w:rPr>
          <w:lang w:bidi="x-none"/>
        </w:rPr>
      </w:pPr>
    </w:p>
    <w:p w14:paraId="392847AA" w14:textId="3C74AD7D" w:rsidR="00E56A46" w:rsidRDefault="00E56A46" w:rsidP="0079786A">
      <w:pPr>
        <w:pStyle w:val="ab"/>
        <w:numPr>
          <w:ilvl w:val="1"/>
          <w:numId w:val="27"/>
        </w:numPr>
        <w:rPr>
          <w:lang w:bidi="x-none"/>
        </w:rPr>
      </w:pPr>
      <w:r>
        <w:rPr>
          <w:rFonts w:hint="eastAsia"/>
          <w:lang w:bidi="x-none"/>
        </w:rPr>
        <w:t>결제 취소 시 암호화 구성</w:t>
      </w:r>
    </w:p>
    <w:p w14:paraId="59520EB6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985"/>
        <w:gridCol w:w="5528"/>
      </w:tblGrid>
      <w:tr w:rsidR="00E56A46" w:rsidRPr="00661CB4" w14:paraId="111C7E62" w14:textId="77777777" w:rsidTr="00731894">
        <w:trPr>
          <w:trHeight w:val="462"/>
        </w:trPr>
        <w:tc>
          <w:tcPr>
            <w:tcW w:w="1417" w:type="dxa"/>
            <w:shd w:val="clear" w:color="auto" w:fill="D9D9D9"/>
          </w:tcPr>
          <w:p w14:paraId="3C0B40AC" w14:textId="77777777" w:rsidR="00E56A46" w:rsidRPr="00661CB4" w:rsidRDefault="00E56A46" w:rsidP="00731894">
            <w:pPr>
              <w:pStyle w:val="TableParagraph"/>
              <w:ind w:rightChars="24" w:right="48"/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파라미터</w:t>
            </w:r>
          </w:p>
        </w:tc>
        <w:tc>
          <w:tcPr>
            <w:tcW w:w="1985" w:type="dxa"/>
            <w:shd w:val="clear" w:color="auto" w:fill="D9D9D9"/>
          </w:tcPr>
          <w:p w14:paraId="16BCD72F" w14:textId="77777777" w:rsidR="00E56A46" w:rsidRPr="00661CB4" w:rsidRDefault="00E56A46" w:rsidP="00731894">
            <w:pPr>
              <w:pStyle w:val="TableParagraph"/>
              <w:jc w:val="center"/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암호화 방식</w:t>
            </w:r>
          </w:p>
        </w:tc>
        <w:tc>
          <w:tcPr>
            <w:tcW w:w="5528" w:type="dxa"/>
            <w:shd w:val="clear" w:color="auto" w:fill="D9D9D9"/>
          </w:tcPr>
          <w:p w14:paraId="6597F19A" w14:textId="77777777" w:rsidR="00E56A46" w:rsidRPr="00661CB4" w:rsidRDefault="00E56A46" w:rsidP="00731894">
            <w:pPr>
              <w:pStyle w:val="TableParagraph"/>
              <w:ind w:rightChars="1166" w:right="2332"/>
              <w:jc w:val="center"/>
              <w:rPr>
                <w:rFonts w:asciiTheme="majorHAnsi" w:eastAsiaTheme="majorHAnsi" w:hAnsiTheme="majorHAnsi"/>
                <w:w w:val="110"/>
                <w:sz w:val="18"/>
              </w:rPr>
            </w:pPr>
          </w:p>
        </w:tc>
      </w:tr>
      <w:tr w:rsidR="00E56A46" w:rsidRPr="00661CB4" w14:paraId="61C3CD82" w14:textId="77777777" w:rsidTr="00731894">
        <w:trPr>
          <w:trHeight w:val="462"/>
        </w:trPr>
        <w:tc>
          <w:tcPr>
            <w:tcW w:w="1417" w:type="dxa"/>
          </w:tcPr>
          <w:p w14:paraId="0D293C7D" w14:textId="2D924AF4" w:rsidR="00E56A46" w:rsidRPr="00661CB4" w:rsidRDefault="00E56A46" w:rsidP="00731894">
            <w:pPr>
              <w:pStyle w:val="TableParagraph"/>
              <w:spacing w:line="366" w:lineRule="exact"/>
              <w:ind w:left="63" w:right="50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 w:hint="eastAsia"/>
                <w:sz w:val="18"/>
                <w:lang w:eastAsia="ko-KR"/>
              </w:rPr>
              <w:t>encData</w:t>
            </w:r>
          </w:p>
        </w:tc>
        <w:tc>
          <w:tcPr>
            <w:tcW w:w="1985" w:type="dxa"/>
          </w:tcPr>
          <w:p w14:paraId="02023472" w14:textId="77777777" w:rsidR="00E56A46" w:rsidRPr="00661CB4" w:rsidRDefault="00E56A46" w:rsidP="00731894">
            <w:pPr>
              <w:pStyle w:val="TableParagraph"/>
              <w:spacing w:line="366" w:lineRule="exact"/>
              <w:ind w:leftChars="100" w:left="200"/>
              <w:rPr>
                <w:rFonts w:asciiTheme="majorHAnsi" w:eastAsiaTheme="majorHAnsi" w:hAnsiTheme="majorHAnsi"/>
                <w:w w:val="110"/>
                <w:sz w:val="18"/>
              </w:rPr>
            </w:pPr>
            <w:r>
              <w:rPr>
                <w:rFonts w:asciiTheme="majorHAnsi" w:eastAsiaTheme="majorHAnsi" w:hAnsiTheme="majorHAnsi" w:hint="eastAsia"/>
                <w:w w:val="90"/>
                <w:sz w:val="18"/>
                <w:lang w:eastAsia="ko-KR"/>
              </w:rPr>
              <w:t>Hex(Sha256)</w:t>
            </w:r>
          </w:p>
        </w:tc>
        <w:tc>
          <w:tcPr>
            <w:tcW w:w="5528" w:type="dxa"/>
          </w:tcPr>
          <w:p w14:paraId="29A2B343" w14:textId="09F2CBE7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mid + ediDate + </w:t>
            </w:r>
            <w:r w:rsidR="00EC5DB2"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  <w:r w:rsidR="00EC5DB2">
              <w:rPr>
                <w:rFonts w:asciiTheme="majorHAnsi" w:eastAsiaTheme="majorHAnsi" w:hAnsiTheme="majorHAnsi"/>
                <w:w w:val="110"/>
                <w:sz w:val="18"/>
              </w:rPr>
              <w:t xml:space="preserve"> </w:t>
            </w:r>
            <w:r>
              <w:rPr>
                <w:rFonts w:asciiTheme="majorHAnsi" w:eastAsiaTheme="majorHAnsi" w:hAnsiTheme="majorHAnsi"/>
                <w:w w:val="110"/>
                <w:sz w:val="18"/>
              </w:rPr>
              <w:t xml:space="preserve">+ </w:t>
            </w:r>
            <w:r>
              <w:rPr>
                <w:rFonts w:asciiTheme="majorHAnsi" w:eastAsiaTheme="majorHAnsi" w:hAnsiTheme="majorHAnsi" w:hint="eastAsia"/>
                <w:w w:val="110"/>
                <w:sz w:val="18"/>
                <w:lang w:eastAsia="ko-KR"/>
              </w:rPr>
              <w:t>상점키(</w:t>
            </w:r>
            <w:r>
              <w:rPr>
                <w:rFonts w:asciiTheme="majorHAnsi" w:eastAsiaTheme="majorHAnsi" w:hAnsiTheme="majorHAnsi"/>
                <w:w w:val="110"/>
                <w:sz w:val="18"/>
                <w:lang w:eastAsia="ko-KR"/>
              </w:rPr>
              <w:t>merchantKey)</w:t>
            </w:r>
          </w:p>
        </w:tc>
      </w:tr>
    </w:tbl>
    <w:p w14:paraId="2FAFDF9A" w14:textId="77777777" w:rsidR="00E56A46" w:rsidRPr="00921D6A" w:rsidRDefault="00E56A46" w:rsidP="00E56A46">
      <w:pPr>
        <w:rPr>
          <w:lang w:bidi="x-none"/>
        </w:rPr>
      </w:pPr>
    </w:p>
    <w:p w14:paraId="0921D597" w14:textId="77777777" w:rsidR="00E56A46" w:rsidRDefault="00E56A46" w:rsidP="00E56A46">
      <w:pPr>
        <w:rPr>
          <w:lang w:bidi="x-none"/>
        </w:rPr>
      </w:pPr>
    </w:p>
    <w:tbl>
      <w:tblPr>
        <w:tblStyle w:val="TableNormal"/>
        <w:tblW w:w="8930" w:type="dxa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E56A46" w:rsidRPr="00661CB4" w14:paraId="468E708C" w14:textId="77777777" w:rsidTr="00731894">
        <w:trPr>
          <w:trHeight w:val="1338"/>
        </w:trPr>
        <w:tc>
          <w:tcPr>
            <w:tcW w:w="8930" w:type="dxa"/>
          </w:tcPr>
          <w:p w14:paraId="720BAFA2" w14:textId="023B772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String mid =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“</w:t>
            </w:r>
            <w:r w:rsidR="00E4288F"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demotest0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m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455DD961" w14:textId="13FAAED0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ediDate = “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20210713151115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3C693E12" w14:textId="33AF1D0D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String </w:t>
            </w:r>
            <w:r w:rsidR="00EC5DB2">
              <w:rPr>
                <w:rFonts w:asciiTheme="minorHAnsi" w:eastAsiaTheme="minorHAnsi" w:hAnsiTheme="minorHAnsi" w:hint="eastAsia"/>
                <w:sz w:val="18"/>
                <w:lang w:eastAsia="ko-KR"/>
              </w:rPr>
              <w:t>canAmt</w:t>
            </w:r>
            <w:r w:rsidR="00EC5DB2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1004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”;</w:t>
            </w:r>
          </w:p>
          <w:p w14:paraId="2C7F1E98" w14:textId="636ED4F3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String merchantKey = “</w:t>
            </w:r>
            <w:r w:rsidR="00E4288F" w:rsidRPr="001D4507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BoBwBC4hRuMxAztw9p85L7K+SB7Iswd1tdRwca7xQ2sFftC5nYAFgYkOctQ1ubHzACV0YzaWHJdqWAGZW34kPw==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>”</w:t>
            </w:r>
          </w:p>
          <w:p w14:paraId="23C56FD5" w14:textId="77777777" w:rsidR="00E56A46" w:rsidRPr="001D4507" w:rsidRDefault="00E56A46" w:rsidP="00731894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</w:p>
          <w:p w14:paraId="68600436" w14:textId="6B7394FA" w:rsidR="00E56A46" w:rsidRPr="00661CB4" w:rsidRDefault="00E56A46" w:rsidP="00731894">
            <w:pPr>
              <w:pStyle w:val="TableParagraph"/>
              <w:spacing w:line="366" w:lineRule="exact"/>
              <w:ind w:left="106"/>
              <w:rPr>
                <w:rFonts w:asciiTheme="majorHAnsi" w:eastAsiaTheme="majorHAnsi" w:hAnsiTheme="majorHAnsi"/>
                <w:sz w:val="18"/>
                <w:lang w:eastAsia="ko-KR"/>
              </w:rPr>
            </w:pPr>
            <w:r w:rsidRPr="001D4507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 xml:space="preserve">암호화값 </w:t>
            </w:r>
            <w:r w:rsidRPr="001D4507"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  <w:t xml:space="preserve">: </w:t>
            </w:r>
            <w:r w:rsidR="001D4507" w:rsidRPr="001D4507">
              <w:rPr>
                <w:rFonts w:asciiTheme="minorHAnsi" w:eastAsiaTheme="minorHAnsi" w:hAnsiTheme="minorHAnsi" w:cs="Consolas"/>
                <w:sz w:val="18"/>
                <w:szCs w:val="18"/>
              </w:rPr>
              <w:t>4684f4b322ae388e2e4c9a60309c66a472db61140e5cb8da085b1bd6dbb6f0c1</w:t>
            </w:r>
          </w:p>
        </w:tc>
      </w:tr>
    </w:tbl>
    <w:p w14:paraId="61807809" w14:textId="77777777" w:rsidR="00E56A46" w:rsidRPr="001D4507" w:rsidRDefault="00E56A46" w:rsidP="00E56A46">
      <w:pPr>
        <w:pStyle w:val="a5"/>
        <w:ind w:leftChars="60" w:left="120" w:firstLine="0"/>
        <w:rPr>
          <w:rFonts w:asciiTheme="minorHAnsi" w:eastAsiaTheme="minorHAnsi" w:hAnsiTheme="minorHAnsi"/>
        </w:rPr>
      </w:pPr>
    </w:p>
    <w:p w14:paraId="65B92BC3" w14:textId="77777777" w:rsidR="001D4507" w:rsidRDefault="001D4507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  <w:r>
        <w:br w:type="page"/>
      </w:r>
    </w:p>
    <w:p w14:paraId="79C5FCE4" w14:textId="680011D6" w:rsidR="00E56A46" w:rsidRPr="00661CB4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8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결과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코드</w:t>
      </w:r>
    </w:p>
    <w:p w14:paraId="3B83B8D4" w14:textId="3A144AC1" w:rsidR="00E56A46" w:rsidRDefault="00E56A46" w:rsidP="0079786A">
      <w:pPr>
        <w:pStyle w:val="ab"/>
        <w:numPr>
          <w:ilvl w:val="1"/>
          <w:numId w:val="28"/>
        </w:numPr>
        <w:rPr>
          <w:lang w:bidi="x-none"/>
        </w:rPr>
      </w:pPr>
      <w:r>
        <w:rPr>
          <w:rFonts w:hint="eastAsia"/>
          <w:lang w:bidi="x-none"/>
        </w:rPr>
        <w:t>주의사항</w:t>
      </w:r>
    </w:p>
    <w:p w14:paraId="47567C8D" w14:textId="1FE73C06" w:rsidR="00E56A46" w:rsidRDefault="00E56A46" w:rsidP="0079786A">
      <w:pPr>
        <w:pStyle w:val="a5"/>
        <w:numPr>
          <w:ilvl w:val="0"/>
          <w:numId w:val="5"/>
        </w:numPr>
        <w:ind w:leftChars="0"/>
        <w:rPr>
          <w:lang w:bidi="x-none"/>
        </w:rPr>
      </w:pPr>
      <w:r>
        <w:rPr>
          <w:rFonts w:hint="eastAsia"/>
          <w:lang w:bidi="x-none"/>
        </w:rPr>
        <w:t>제공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되는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코드에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기재되어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않은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파트너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업체의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그대로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전달하고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있습니다</w:t>
      </w:r>
      <w:r>
        <w:rPr>
          <w:rFonts w:hint="eastAsia"/>
          <w:lang w:bidi="x-none"/>
        </w:rPr>
        <w:t>.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해당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사항에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포함되는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건은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개인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정보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확인이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필요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있으며</w:t>
      </w:r>
      <w:r>
        <w:rPr>
          <w:rFonts w:hint="eastAsia"/>
          <w:lang w:bidi="x-none"/>
        </w:rPr>
        <w:t>,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사용자</w:t>
      </w:r>
      <w:r>
        <w:rPr>
          <w:rFonts w:hint="eastAsia"/>
          <w:lang w:bidi="x-none"/>
        </w:rPr>
        <w:t>(</w:t>
      </w:r>
      <w:r>
        <w:rPr>
          <w:rFonts w:hint="eastAsia"/>
          <w:lang w:bidi="x-none"/>
        </w:rPr>
        <w:t>결제자</w:t>
      </w:r>
      <w:r>
        <w:rPr>
          <w:rFonts w:hint="eastAsia"/>
          <w:lang w:bidi="x-none"/>
        </w:rPr>
        <w:t>)</w:t>
      </w:r>
      <w:r>
        <w:rPr>
          <w:rFonts w:hint="eastAsia"/>
          <w:lang w:bidi="x-none"/>
        </w:rPr>
        <w:t>가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파트너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업체</w:t>
      </w:r>
      <w:r>
        <w:rPr>
          <w:rFonts w:hint="eastAsia"/>
          <w:lang w:bidi="x-none"/>
        </w:rPr>
        <w:t>(</w:t>
      </w:r>
      <w:r>
        <w:rPr>
          <w:rFonts w:hint="eastAsia"/>
          <w:lang w:bidi="x-none"/>
        </w:rPr>
        <w:t>카드사</w:t>
      </w:r>
      <w:r>
        <w:rPr>
          <w:rFonts w:hint="eastAsia"/>
          <w:lang w:bidi="x-none"/>
        </w:rPr>
        <w:t>,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통신사</w:t>
      </w:r>
      <w:r>
        <w:rPr>
          <w:rFonts w:hint="eastAsia"/>
          <w:lang w:bidi="x-none"/>
        </w:rPr>
        <w:t xml:space="preserve">, </w:t>
      </w:r>
      <w:r>
        <w:rPr>
          <w:rFonts w:hint="eastAsia"/>
          <w:lang w:bidi="x-none"/>
        </w:rPr>
        <w:t>은행</w:t>
      </w:r>
      <w:r>
        <w:rPr>
          <w:rFonts w:hint="eastAsia"/>
          <w:lang w:bidi="x-none"/>
        </w:rPr>
        <w:t>)</w:t>
      </w:r>
      <w:r>
        <w:rPr>
          <w:rFonts w:hint="eastAsia"/>
          <w:lang w:bidi="x-none"/>
        </w:rPr>
        <w:t>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통해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직접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확인이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필요할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수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있습니다</w:t>
      </w:r>
      <w:r>
        <w:rPr>
          <w:rFonts w:hint="eastAsia"/>
          <w:lang w:bidi="x-none"/>
        </w:rPr>
        <w:t>.</w:t>
      </w:r>
      <w:r>
        <w:rPr>
          <w:lang w:bidi="x-none"/>
        </w:rPr>
        <w:t xml:space="preserve"> </w:t>
      </w:r>
      <w:r>
        <w:rPr>
          <w:rFonts w:hint="eastAsia"/>
          <w:lang w:bidi="x-none"/>
        </w:rPr>
        <w:t>필요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시</w:t>
      </w:r>
      <w:r w:rsidRPr="00E4288F">
        <w:rPr>
          <w:rFonts w:hint="eastAsia"/>
          <w:lang w:bidi="x-none"/>
        </w:rPr>
        <w:t>,</w:t>
      </w:r>
      <w:r w:rsidRPr="00E4288F">
        <w:rPr>
          <w:lang w:bidi="x-none"/>
        </w:rPr>
        <w:t xml:space="preserve"> </w:t>
      </w:r>
      <w:r w:rsidR="00663534">
        <w:rPr>
          <w:rFonts w:ascii="Consolas" w:eastAsia="바탕체" w:hAnsi="Consolas" w:cs="Consolas"/>
        </w:rPr>
        <w:t>help</w:t>
      </w:r>
      <w:r w:rsidR="00E4288F" w:rsidRPr="00E4288F">
        <w:rPr>
          <w:rFonts w:ascii="Consolas" w:eastAsia="바탕체" w:hAnsi="Consolas" w:cs="Consolas"/>
        </w:rPr>
        <w:t>@</w:t>
      </w:r>
      <w:r w:rsidR="00847E31">
        <w:rPr>
          <w:rFonts w:ascii="Consolas" w:eastAsia="바탕체" w:hAnsi="Consolas" w:cs="Consolas"/>
        </w:rPr>
        <w:t>fintree.kr</w:t>
      </w:r>
      <w:r w:rsidRPr="00E4288F">
        <w:rPr>
          <w:lang w:bidi="x-none"/>
        </w:rPr>
        <w:t xml:space="preserve"> </w:t>
      </w:r>
      <w:r>
        <w:rPr>
          <w:rFonts w:hint="eastAsia"/>
          <w:lang w:bidi="x-none"/>
        </w:rPr>
        <w:t>로</w:t>
      </w:r>
      <w:r>
        <w:rPr>
          <w:lang w:bidi="x-none"/>
        </w:rPr>
        <w:t xml:space="preserve"> TID, ordNo, MID, ediDate</w:t>
      </w:r>
      <w:r>
        <w:rPr>
          <w:rFonts w:hint="eastAsia"/>
          <w:lang w:bidi="x-none"/>
        </w:rPr>
        <w:t>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전달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바랍니다</w:t>
      </w:r>
      <w:r>
        <w:rPr>
          <w:rFonts w:hint="eastAsia"/>
          <w:lang w:bidi="x-none"/>
        </w:rPr>
        <w:t>.</w:t>
      </w:r>
    </w:p>
    <w:p w14:paraId="5FC3FD83" w14:textId="77777777" w:rsidR="00E56A46" w:rsidRPr="00E4288F" w:rsidRDefault="00E56A46" w:rsidP="00E56A46">
      <w:pPr>
        <w:pStyle w:val="a5"/>
        <w:ind w:leftChars="0" w:left="1560" w:firstLine="0"/>
        <w:rPr>
          <w:lang w:bidi="x-none"/>
        </w:rPr>
      </w:pPr>
    </w:p>
    <w:p w14:paraId="7CE17549" w14:textId="171A8CC5" w:rsidR="00E56A46" w:rsidRDefault="00E56A46" w:rsidP="0079786A">
      <w:pPr>
        <w:pStyle w:val="a5"/>
        <w:numPr>
          <w:ilvl w:val="1"/>
          <w:numId w:val="28"/>
        </w:numPr>
        <w:ind w:leftChars="0"/>
        <w:rPr>
          <w:lang w:bidi="x-none"/>
        </w:rPr>
      </w:pPr>
      <w:r>
        <w:rPr>
          <w:rFonts w:hint="eastAsia"/>
          <w:lang w:bidi="x-none"/>
        </w:rPr>
        <w:t>카드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</w:t>
      </w:r>
    </w:p>
    <w:p w14:paraId="705D6488" w14:textId="77777777" w:rsidR="00E56A46" w:rsidRDefault="00E56A46" w:rsidP="00E56A46">
      <w:pPr>
        <w:pStyle w:val="a5"/>
        <w:ind w:leftChars="0" w:left="1080" w:firstLine="0"/>
        <w:rPr>
          <w:lang w:bidi="x-none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2"/>
        <w:gridCol w:w="7203"/>
      </w:tblGrid>
      <w:tr w:rsidR="00E56A46" w14:paraId="1A26224A" w14:textId="77777777" w:rsidTr="00731894">
        <w:trPr>
          <w:trHeight w:val="70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49E6AEB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7203" w:type="dxa"/>
            <w:shd w:val="clear" w:color="auto" w:fill="D9D9D9" w:themeFill="background1" w:themeFillShade="D9"/>
            <w:vAlign w:val="center"/>
          </w:tcPr>
          <w:p w14:paraId="31C97F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메시지</w:t>
            </w:r>
          </w:p>
        </w:tc>
      </w:tr>
      <w:tr w:rsidR="00E56A46" w14:paraId="4339726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3FE3EE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3001</w:t>
            </w:r>
          </w:p>
        </w:tc>
        <w:tc>
          <w:tcPr>
            <w:tcW w:w="7203" w:type="dxa"/>
            <w:vAlign w:val="center"/>
          </w:tcPr>
          <w:p w14:paraId="0BBF41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성공</w:t>
            </w:r>
          </w:p>
        </w:tc>
      </w:tr>
      <w:tr w:rsidR="00E56A46" w14:paraId="2247B30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DE6B92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3002</w:t>
            </w:r>
          </w:p>
        </w:tc>
        <w:tc>
          <w:tcPr>
            <w:tcW w:w="7203" w:type="dxa"/>
            <w:vAlign w:val="center"/>
          </w:tcPr>
          <w:p w14:paraId="675AD26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</w:p>
        </w:tc>
      </w:tr>
      <w:tr w:rsidR="00E56A46" w14:paraId="17FF06B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3AD0B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3011</w:t>
            </w:r>
          </w:p>
        </w:tc>
        <w:tc>
          <w:tcPr>
            <w:tcW w:w="7203" w:type="dxa"/>
            <w:vAlign w:val="center"/>
          </w:tcPr>
          <w:p w14:paraId="10AEABB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27FE1AF6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DB175E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3012</w:t>
            </w:r>
          </w:p>
        </w:tc>
        <w:tc>
          <w:tcPr>
            <w:tcW w:w="7203" w:type="dxa"/>
            <w:vAlign w:val="center"/>
          </w:tcPr>
          <w:p w14:paraId="0C049CC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미확인</w:t>
            </w:r>
          </w:p>
        </w:tc>
      </w:tr>
      <w:tr w:rsidR="00E56A46" w14:paraId="4E3059F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A5D257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3013</w:t>
            </w:r>
          </w:p>
        </w:tc>
        <w:tc>
          <w:tcPr>
            <w:tcW w:w="7203" w:type="dxa"/>
            <w:vAlign w:val="center"/>
          </w:tcPr>
          <w:p w14:paraId="4272EE6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개시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안됨</w:t>
            </w:r>
          </w:p>
        </w:tc>
      </w:tr>
      <w:tr w:rsidR="00E56A46" w14:paraId="42EAF5C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FF7C78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3014</w:t>
            </w:r>
          </w:p>
        </w:tc>
        <w:tc>
          <w:tcPr>
            <w:tcW w:w="7203" w:type="dxa"/>
            <w:vAlign w:val="center"/>
          </w:tcPr>
          <w:p w14:paraId="4FAD358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59AE84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AE296B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3015</w:t>
            </w:r>
          </w:p>
        </w:tc>
        <w:tc>
          <w:tcPr>
            <w:tcW w:w="7203" w:type="dxa"/>
            <w:vAlign w:val="center"/>
          </w:tcPr>
          <w:p w14:paraId="71BC239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사용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중지된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가맹점입니다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36476F0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72BFBD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3021</w:t>
            </w:r>
          </w:p>
        </w:tc>
        <w:tc>
          <w:tcPr>
            <w:tcW w:w="7203" w:type="dxa"/>
            <w:vAlign w:val="center"/>
          </w:tcPr>
          <w:p w14:paraId="0D69FE2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유효기간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140FF10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D7BA2C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3022</w:t>
            </w:r>
          </w:p>
        </w:tc>
        <w:tc>
          <w:tcPr>
            <w:tcW w:w="7203" w:type="dxa"/>
            <w:vAlign w:val="center"/>
          </w:tcPr>
          <w:p w14:paraId="3B21A05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할부개월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0686164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29F97A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3023</w:t>
            </w:r>
          </w:p>
        </w:tc>
        <w:tc>
          <w:tcPr>
            <w:tcW w:w="7203" w:type="dxa"/>
            <w:vAlign w:val="center"/>
          </w:tcPr>
          <w:p w14:paraId="7F8AAFC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할부개월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한도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503B1C8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1233A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3024</w:t>
            </w:r>
          </w:p>
        </w:tc>
        <w:tc>
          <w:tcPr>
            <w:tcW w:w="7203" w:type="dxa"/>
            <w:vAlign w:val="center"/>
          </w:tcPr>
          <w:p w14:paraId="125489E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50000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미만은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합니다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5084443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6C2A7C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3025</w:t>
            </w:r>
          </w:p>
        </w:tc>
        <w:tc>
          <w:tcPr>
            <w:tcW w:w="7203" w:type="dxa"/>
            <w:vAlign w:val="center"/>
          </w:tcPr>
          <w:p w14:paraId="74AA9E3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카드비밀번호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미입력</w:t>
            </w:r>
          </w:p>
        </w:tc>
      </w:tr>
      <w:tr w:rsidR="00E56A46" w14:paraId="6B75A8B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D39368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3026</w:t>
            </w:r>
          </w:p>
        </w:tc>
        <w:tc>
          <w:tcPr>
            <w:tcW w:w="7203" w:type="dxa"/>
            <w:vAlign w:val="center"/>
          </w:tcPr>
          <w:p w14:paraId="16EF0A9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본인인증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필수값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누락</w:t>
            </w:r>
          </w:p>
        </w:tc>
      </w:tr>
      <w:tr w:rsidR="00E56A46" w14:paraId="432DA0F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BD5F28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3027</w:t>
            </w:r>
          </w:p>
        </w:tc>
        <w:tc>
          <w:tcPr>
            <w:tcW w:w="7203" w:type="dxa"/>
            <w:vAlign w:val="center"/>
          </w:tcPr>
          <w:p w14:paraId="79C6300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카드인징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필수값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누락</w:t>
            </w:r>
          </w:p>
        </w:tc>
      </w:tr>
      <w:tr w:rsidR="00E56A46" w14:paraId="0A7B090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883DEB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3031</w:t>
            </w:r>
          </w:p>
        </w:tc>
        <w:tc>
          <w:tcPr>
            <w:tcW w:w="7203" w:type="dxa"/>
            <w:vAlign w:val="center"/>
          </w:tcPr>
          <w:p w14:paraId="06050AC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7CCD774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D16F74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3032</w:t>
            </w:r>
          </w:p>
        </w:tc>
        <w:tc>
          <w:tcPr>
            <w:tcW w:w="7203" w:type="dxa"/>
            <w:vAlign w:val="center"/>
          </w:tcPr>
          <w:p w14:paraId="6518A0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개월수</w:t>
            </w:r>
          </w:p>
        </w:tc>
      </w:tr>
      <w:tr w:rsidR="00E56A46" w14:paraId="484A1B1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1671C3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3033</w:t>
            </w:r>
          </w:p>
        </w:tc>
        <w:tc>
          <w:tcPr>
            <w:tcW w:w="7203" w:type="dxa"/>
            <w:vAlign w:val="center"/>
          </w:tcPr>
          <w:p w14:paraId="1BB34AD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6DFC648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DFE92DA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3034</w:t>
            </w:r>
          </w:p>
        </w:tc>
        <w:tc>
          <w:tcPr>
            <w:tcW w:w="7203" w:type="dxa"/>
            <w:vAlign w:val="center"/>
          </w:tcPr>
          <w:p w14:paraId="0A54B04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무이자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미설정</w:t>
            </w:r>
          </w:p>
        </w:tc>
      </w:tr>
      <w:tr w:rsidR="00E56A46" w14:paraId="51821BC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6A9276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3041</w:t>
            </w:r>
          </w:p>
        </w:tc>
        <w:tc>
          <w:tcPr>
            <w:tcW w:w="7203" w:type="dxa"/>
            <w:vAlign w:val="center"/>
          </w:tcPr>
          <w:p w14:paraId="225928E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lang w:bidi="x-none"/>
              </w:rPr>
              <w:t>1000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승인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7654715E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76F70B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3051</w:t>
            </w:r>
          </w:p>
        </w:tc>
        <w:tc>
          <w:tcPr>
            <w:tcW w:w="7203" w:type="dxa"/>
            <w:vAlign w:val="center"/>
          </w:tcPr>
          <w:p w14:paraId="5942E4E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미등록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18D8C2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08E223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3052</w:t>
            </w:r>
          </w:p>
        </w:tc>
        <w:tc>
          <w:tcPr>
            <w:tcW w:w="7203" w:type="dxa"/>
            <w:vAlign w:val="center"/>
          </w:tcPr>
          <w:p w14:paraId="07C3E75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통화코드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0616E73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E4789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3053</w:t>
            </w:r>
          </w:p>
        </w:tc>
        <w:tc>
          <w:tcPr>
            <w:tcW w:w="7203" w:type="dxa"/>
            <w:vAlign w:val="center"/>
          </w:tcPr>
          <w:p w14:paraId="096BC2A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확인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해외카드</w:t>
            </w:r>
          </w:p>
        </w:tc>
      </w:tr>
      <w:tr w:rsidR="00E56A46" w14:paraId="525D903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7B195D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3054</w:t>
            </w:r>
          </w:p>
        </w:tc>
        <w:tc>
          <w:tcPr>
            <w:tcW w:w="7203" w:type="dxa"/>
            <w:vAlign w:val="center"/>
          </w:tcPr>
          <w:p w14:paraId="32CF362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환율전환오류</w:t>
            </w:r>
          </w:p>
        </w:tc>
      </w:tr>
      <w:tr w:rsidR="00E56A46" w14:paraId="6C9FD96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A729F9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3055</w:t>
            </w:r>
          </w:p>
        </w:tc>
        <w:tc>
          <w:tcPr>
            <w:tcW w:w="7203" w:type="dxa"/>
            <w:vAlign w:val="center"/>
          </w:tcPr>
          <w:p w14:paraId="4A6054B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인증시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달러승인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3972BCD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B64698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3056</w:t>
            </w:r>
          </w:p>
        </w:tc>
        <w:tc>
          <w:tcPr>
            <w:tcW w:w="7203" w:type="dxa"/>
            <w:vAlign w:val="center"/>
          </w:tcPr>
          <w:p w14:paraId="663279A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국내카드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달러승인불가</w:t>
            </w:r>
          </w:p>
        </w:tc>
      </w:tr>
      <w:tr w:rsidR="00E56A46" w14:paraId="3B95191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1C23EA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lastRenderedPageBreak/>
              <w:t>3057</w:t>
            </w:r>
          </w:p>
        </w:tc>
        <w:tc>
          <w:tcPr>
            <w:tcW w:w="7203" w:type="dxa"/>
            <w:vAlign w:val="center"/>
          </w:tcPr>
          <w:p w14:paraId="13EB0E6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인증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불가카드</w:t>
            </w:r>
          </w:p>
        </w:tc>
      </w:tr>
      <w:tr w:rsidR="00E56A46" w14:paraId="379E9B2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F00EE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3061</w:t>
            </w:r>
          </w:p>
        </w:tc>
        <w:tc>
          <w:tcPr>
            <w:tcW w:w="7203" w:type="dxa"/>
            <w:vAlign w:val="center"/>
          </w:tcPr>
          <w:p w14:paraId="51795AD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국민카드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인터넷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안전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적용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4BA7B10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AB432F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3062</w:t>
            </w:r>
          </w:p>
        </w:tc>
        <w:tc>
          <w:tcPr>
            <w:tcW w:w="7203" w:type="dxa"/>
            <w:vAlign w:val="center"/>
          </w:tcPr>
          <w:p w14:paraId="4E130B5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승인번호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22A770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B3EFC8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3071</w:t>
            </w:r>
          </w:p>
        </w:tc>
        <w:tc>
          <w:tcPr>
            <w:tcW w:w="7203" w:type="dxa"/>
            <w:vAlign w:val="center"/>
          </w:tcPr>
          <w:p w14:paraId="3A6AE6F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3167CFA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22437D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3072</w:t>
            </w:r>
          </w:p>
        </w:tc>
        <w:tc>
          <w:tcPr>
            <w:tcW w:w="7203" w:type="dxa"/>
            <w:vAlign w:val="center"/>
          </w:tcPr>
          <w:p w14:paraId="627EB16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lang w:bidi="x-none"/>
              </w:rPr>
              <w:t xml:space="preserve">TID </w:t>
            </w:r>
            <w:r>
              <w:rPr>
                <w:rFonts w:hint="eastAsia"/>
                <w:lang w:bidi="x-none"/>
              </w:rPr>
              <w:t>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BBF318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694EA7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3073</w:t>
            </w:r>
          </w:p>
        </w:tc>
        <w:tc>
          <w:tcPr>
            <w:tcW w:w="7203" w:type="dxa"/>
            <w:vAlign w:val="center"/>
          </w:tcPr>
          <w:p w14:paraId="49F4B48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기매입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8201B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0DB091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3081</w:t>
            </w:r>
          </w:p>
        </w:tc>
        <w:tc>
          <w:tcPr>
            <w:tcW w:w="7203" w:type="dxa"/>
            <w:vAlign w:val="center"/>
          </w:tcPr>
          <w:p w14:paraId="6DF982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잔액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값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723A61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2D0E5F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3091</w:t>
            </w:r>
          </w:p>
        </w:tc>
        <w:tc>
          <w:tcPr>
            <w:tcW w:w="7203" w:type="dxa"/>
            <w:vAlign w:val="center"/>
          </w:tcPr>
          <w:p w14:paraId="43127BC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제휴카드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사용불가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202FDE1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DA677B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3095</w:t>
            </w:r>
          </w:p>
        </w:tc>
        <w:tc>
          <w:tcPr>
            <w:tcW w:w="7203" w:type="dxa"/>
            <w:vAlign w:val="center"/>
          </w:tcPr>
          <w:p w14:paraId="264AD73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응답</w:t>
            </w:r>
          </w:p>
        </w:tc>
      </w:tr>
      <w:tr w:rsidR="00E56A46" w14:paraId="0557793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7688C5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3096</w:t>
            </w:r>
          </w:p>
        </w:tc>
        <w:tc>
          <w:tcPr>
            <w:tcW w:w="7203" w:type="dxa"/>
            <w:vAlign w:val="center"/>
          </w:tcPr>
          <w:p w14:paraId="30DC0F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외화승인불가</w:t>
            </w:r>
            <w:r>
              <w:rPr>
                <w:rFonts w:hint="eastAsia"/>
                <w:lang w:bidi="x-none"/>
              </w:rPr>
              <w:t>VAN</w:t>
            </w:r>
          </w:p>
        </w:tc>
      </w:tr>
      <w:tr w:rsidR="00E56A46" w14:paraId="7C1F7FD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7D277A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3097</w:t>
            </w:r>
          </w:p>
        </w:tc>
        <w:tc>
          <w:tcPr>
            <w:tcW w:w="7203" w:type="dxa"/>
            <w:vAlign w:val="center"/>
          </w:tcPr>
          <w:p w14:paraId="3045AD8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외화승인설정오류</w:t>
            </w:r>
          </w:p>
        </w:tc>
      </w:tr>
      <w:tr w:rsidR="00E56A46" w14:paraId="2E9E7BB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F784CD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3098</w:t>
            </w:r>
          </w:p>
        </w:tc>
        <w:tc>
          <w:tcPr>
            <w:tcW w:w="7203" w:type="dxa"/>
            <w:vAlign w:val="center"/>
          </w:tcPr>
          <w:p w14:paraId="2528F07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해외카드결제불가</w:t>
            </w:r>
          </w:p>
        </w:tc>
      </w:tr>
      <w:tr w:rsidR="00E56A46" w14:paraId="39B1BEF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0FE18C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3099</w:t>
            </w:r>
          </w:p>
        </w:tc>
        <w:tc>
          <w:tcPr>
            <w:tcW w:w="7203" w:type="dxa"/>
            <w:vAlign w:val="center"/>
          </w:tcPr>
          <w:p w14:paraId="7F09E56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해외카드는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할부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불가합니다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7B9A5E0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2F6CB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3100</w:t>
            </w:r>
          </w:p>
        </w:tc>
        <w:tc>
          <w:tcPr>
            <w:tcW w:w="7203" w:type="dxa"/>
            <w:vAlign w:val="center"/>
          </w:tcPr>
          <w:p w14:paraId="00D80DE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세이브결제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47F5A60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C1586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3101</w:t>
            </w:r>
          </w:p>
        </w:tc>
        <w:tc>
          <w:tcPr>
            <w:tcW w:w="7203" w:type="dxa"/>
            <w:vAlign w:val="center"/>
          </w:tcPr>
          <w:p w14:paraId="10C3F0B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타상점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574CA7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5EEE0F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3102</w:t>
            </w:r>
          </w:p>
        </w:tc>
        <w:tc>
          <w:tcPr>
            <w:tcW w:w="7203" w:type="dxa"/>
            <w:vAlign w:val="center"/>
          </w:tcPr>
          <w:p w14:paraId="283A153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거래금액이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입금완료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아님</w:t>
            </w:r>
          </w:p>
        </w:tc>
      </w:tr>
      <w:tr w:rsidR="00E56A46" w14:paraId="2E4A88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2C31FD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3103</w:t>
            </w:r>
          </w:p>
        </w:tc>
        <w:tc>
          <w:tcPr>
            <w:tcW w:w="7203" w:type="dxa"/>
            <w:vAlign w:val="center"/>
          </w:tcPr>
          <w:p w14:paraId="02A9270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가드번호</w:t>
            </w:r>
          </w:p>
        </w:tc>
      </w:tr>
      <w:tr w:rsidR="00E56A46" w14:paraId="594EC98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C7159E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3104</w:t>
            </w:r>
          </w:p>
        </w:tc>
        <w:tc>
          <w:tcPr>
            <w:tcW w:w="7203" w:type="dxa"/>
            <w:vAlign w:val="center"/>
          </w:tcPr>
          <w:p w14:paraId="2392FF0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카드사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번호</w:t>
            </w:r>
          </w:p>
        </w:tc>
      </w:tr>
      <w:tr w:rsidR="00E56A46" w14:paraId="4AFCA81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E95D79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3105</w:t>
            </w:r>
          </w:p>
        </w:tc>
        <w:tc>
          <w:tcPr>
            <w:tcW w:w="7203" w:type="dxa"/>
            <w:vAlign w:val="center"/>
          </w:tcPr>
          <w:p w14:paraId="157BD73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유형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설정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오류</w:t>
            </w:r>
          </w:p>
        </w:tc>
      </w:tr>
      <w:tr w:rsidR="00E56A46" w14:paraId="396A9708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9C9099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3106</w:t>
            </w:r>
          </w:p>
        </w:tc>
        <w:tc>
          <w:tcPr>
            <w:tcW w:w="7203" w:type="dxa"/>
            <w:vAlign w:val="center"/>
          </w:tcPr>
          <w:p w14:paraId="1080D4A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서브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거래내역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</w:tbl>
    <w:p w14:paraId="740C3DFF" w14:textId="77777777" w:rsidR="00E56A46" w:rsidRDefault="00E56A46" w:rsidP="00E56A46">
      <w:pPr>
        <w:rPr>
          <w:lang w:bidi="x-none"/>
        </w:rPr>
      </w:pPr>
    </w:p>
    <w:p w14:paraId="475DBC24" w14:textId="77777777" w:rsidR="003D7C8B" w:rsidRPr="003D7C8B" w:rsidRDefault="003D7C8B" w:rsidP="00E56A46">
      <w:pPr>
        <w:rPr>
          <w:lang w:bidi="x-none"/>
        </w:rPr>
      </w:pPr>
    </w:p>
    <w:p w14:paraId="5CAAF5D7" w14:textId="77777777" w:rsidR="00E56A46" w:rsidRDefault="00E56A46" w:rsidP="0079786A">
      <w:pPr>
        <w:pStyle w:val="a5"/>
        <w:numPr>
          <w:ilvl w:val="1"/>
          <w:numId w:val="28"/>
        </w:numPr>
        <w:ind w:leftChars="0"/>
        <w:rPr>
          <w:lang w:bidi="x-none"/>
        </w:rPr>
      </w:pPr>
      <w:r>
        <w:rPr>
          <w:rFonts w:hint="eastAsia"/>
          <w:lang w:bidi="x-none"/>
        </w:rPr>
        <w:t>취소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결과</w:t>
      </w:r>
      <w:r>
        <w:rPr>
          <w:rFonts w:hint="eastAsia"/>
          <w:lang w:bidi="x-none"/>
        </w:rPr>
        <w:t xml:space="preserve"> </w:t>
      </w:r>
      <w:r>
        <w:rPr>
          <w:rFonts w:hint="eastAsia"/>
          <w:lang w:bidi="x-none"/>
        </w:rPr>
        <w:t>코드</w:t>
      </w:r>
    </w:p>
    <w:p w14:paraId="25A61B90" w14:textId="77777777" w:rsidR="00E56A46" w:rsidRDefault="00E56A46" w:rsidP="00E56A46">
      <w:pPr>
        <w:pStyle w:val="a5"/>
        <w:ind w:leftChars="0" w:left="1080" w:firstLine="0"/>
        <w:rPr>
          <w:lang w:bidi="x-none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2"/>
        <w:gridCol w:w="7203"/>
      </w:tblGrid>
      <w:tr w:rsidR="00E56A46" w14:paraId="41F6B1A5" w14:textId="77777777" w:rsidTr="00731894">
        <w:trPr>
          <w:trHeight w:val="70"/>
        </w:trPr>
        <w:tc>
          <w:tcPr>
            <w:tcW w:w="2082" w:type="dxa"/>
            <w:shd w:val="clear" w:color="auto" w:fill="D9D9D9" w:themeFill="background1" w:themeFillShade="D9"/>
            <w:vAlign w:val="center"/>
          </w:tcPr>
          <w:p w14:paraId="707C30B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7203" w:type="dxa"/>
            <w:shd w:val="clear" w:color="auto" w:fill="D9D9D9" w:themeFill="background1" w:themeFillShade="D9"/>
            <w:vAlign w:val="center"/>
          </w:tcPr>
          <w:p w14:paraId="6765A84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메시지</w:t>
            </w:r>
          </w:p>
        </w:tc>
      </w:tr>
      <w:tr w:rsidR="00E56A46" w14:paraId="427BD3A4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009E3B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2001</w:t>
            </w:r>
          </w:p>
        </w:tc>
        <w:tc>
          <w:tcPr>
            <w:tcW w:w="7203" w:type="dxa"/>
            <w:vAlign w:val="center"/>
          </w:tcPr>
          <w:p w14:paraId="0671454A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성공</w:t>
            </w:r>
          </w:p>
        </w:tc>
      </w:tr>
      <w:tr w:rsidR="00E56A46" w14:paraId="2F181F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373176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2002</w:t>
            </w:r>
          </w:p>
        </w:tc>
        <w:tc>
          <w:tcPr>
            <w:tcW w:w="7203" w:type="dxa"/>
            <w:vAlign w:val="center"/>
          </w:tcPr>
          <w:p w14:paraId="115619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진행중</w:t>
            </w:r>
          </w:p>
        </w:tc>
      </w:tr>
      <w:tr w:rsidR="00E56A46" w14:paraId="0D98E45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B7DC1C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2003</w:t>
            </w:r>
          </w:p>
        </w:tc>
        <w:tc>
          <w:tcPr>
            <w:tcW w:w="7203" w:type="dxa"/>
            <w:vAlign w:val="center"/>
          </w:tcPr>
          <w:p w14:paraId="3280AD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실패</w:t>
            </w:r>
          </w:p>
        </w:tc>
      </w:tr>
      <w:tr w:rsidR="00E56A46" w14:paraId="2F5BCB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D7BFC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2004</w:t>
            </w:r>
          </w:p>
        </w:tc>
        <w:tc>
          <w:tcPr>
            <w:tcW w:w="7203" w:type="dxa"/>
            <w:vAlign w:val="center"/>
          </w:tcPr>
          <w:p w14:paraId="58A0E41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이미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4F5EBC9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F9FC7F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2010</w:t>
            </w:r>
          </w:p>
        </w:tc>
        <w:tc>
          <w:tcPr>
            <w:tcW w:w="7203" w:type="dxa"/>
            <w:vAlign w:val="center"/>
          </w:tcPr>
          <w:p w14:paraId="5FC623F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요청금액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lang w:bidi="x-none"/>
              </w:rPr>
              <w:t>0</w:t>
            </w:r>
            <w:r>
              <w:rPr>
                <w:rFonts w:hint="eastAsia"/>
                <w:lang w:bidi="x-none"/>
              </w:rPr>
              <w:t>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이하</w:t>
            </w:r>
          </w:p>
        </w:tc>
      </w:tr>
      <w:tr w:rsidR="00E56A46" w14:paraId="749D7EB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07571A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2011</w:t>
            </w:r>
          </w:p>
        </w:tc>
        <w:tc>
          <w:tcPr>
            <w:tcW w:w="7203" w:type="dxa"/>
            <w:vAlign w:val="center"/>
          </w:tcPr>
          <w:p w14:paraId="3495DF1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2925CB0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913A27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2012</w:t>
            </w:r>
          </w:p>
        </w:tc>
        <w:tc>
          <w:tcPr>
            <w:tcW w:w="7203" w:type="dxa"/>
            <w:vAlign w:val="center"/>
          </w:tcPr>
          <w:p w14:paraId="614B847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해당거래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  <w:tr w:rsidR="00E56A46" w14:paraId="2908770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E9D64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2013</w:t>
            </w:r>
          </w:p>
        </w:tc>
        <w:tc>
          <w:tcPr>
            <w:tcW w:w="7203" w:type="dxa"/>
            <w:vAlign w:val="center"/>
          </w:tcPr>
          <w:p w14:paraId="0ACE57B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78CA75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4CB161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2014</w:t>
            </w:r>
          </w:p>
        </w:tc>
        <w:tc>
          <w:tcPr>
            <w:tcW w:w="7203" w:type="dxa"/>
            <w:vAlign w:val="center"/>
          </w:tcPr>
          <w:p w14:paraId="3E1A71C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</w:p>
        </w:tc>
      </w:tr>
      <w:tr w:rsidR="00E56A46" w14:paraId="18385DD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9FC23E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2015</w:t>
            </w:r>
          </w:p>
        </w:tc>
        <w:tc>
          <w:tcPr>
            <w:tcW w:w="7203" w:type="dxa"/>
            <w:vAlign w:val="center"/>
          </w:tcPr>
          <w:p w14:paraId="28F9F4F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기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요청</w:t>
            </w:r>
          </w:p>
        </w:tc>
      </w:tr>
      <w:tr w:rsidR="00E56A46" w14:paraId="303BE796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575937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2016</w:t>
            </w:r>
          </w:p>
        </w:tc>
        <w:tc>
          <w:tcPr>
            <w:tcW w:w="7203" w:type="dxa"/>
            <w:vAlign w:val="center"/>
          </w:tcPr>
          <w:p w14:paraId="4AA8290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기한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4DAE159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53035B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lastRenderedPageBreak/>
              <w:t>2017</w:t>
            </w:r>
          </w:p>
        </w:tc>
        <w:tc>
          <w:tcPr>
            <w:tcW w:w="7203" w:type="dxa"/>
            <w:vAlign w:val="center"/>
          </w:tcPr>
          <w:p w14:paraId="258A821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72D8EA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A7FC64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2018</w:t>
            </w:r>
          </w:p>
        </w:tc>
        <w:tc>
          <w:tcPr>
            <w:tcW w:w="7203" w:type="dxa"/>
            <w:vAlign w:val="center"/>
          </w:tcPr>
          <w:p w14:paraId="02E786DD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신용카드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매입후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0B5E871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9C733C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2019</w:t>
            </w:r>
          </w:p>
        </w:tc>
        <w:tc>
          <w:tcPr>
            <w:tcW w:w="7203" w:type="dxa"/>
            <w:vAlign w:val="center"/>
          </w:tcPr>
          <w:p w14:paraId="6A1A3B3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6CA12E8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472777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2020</w:t>
            </w:r>
          </w:p>
        </w:tc>
        <w:tc>
          <w:tcPr>
            <w:tcW w:w="7203" w:type="dxa"/>
            <w:vAlign w:val="center"/>
          </w:tcPr>
          <w:p w14:paraId="765D195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망상취소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허용시간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6508B35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E823B9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2021</w:t>
            </w:r>
          </w:p>
        </w:tc>
        <w:tc>
          <w:tcPr>
            <w:tcW w:w="7203" w:type="dxa"/>
            <w:vAlign w:val="center"/>
          </w:tcPr>
          <w:p w14:paraId="6536091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매입전취소</w:t>
            </w:r>
          </w:p>
        </w:tc>
      </w:tr>
      <w:tr w:rsidR="00E56A46" w14:paraId="1F3532B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9D4081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2022</w:t>
            </w:r>
          </w:p>
        </w:tc>
        <w:tc>
          <w:tcPr>
            <w:tcW w:w="7203" w:type="dxa"/>
            <w:vAlign w:val="center"/>
          </w:tcPr>
          <w:p w14:paraId="76470FC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매입후취소</w:t>
            </w:r>
          </w:p>
        </w:tc>
      </w:tr>
      <w:tr w:rsidR="00E56A46" w14:paraId="105D2C3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6E66B4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2023</w:t>
            </w:r>
          </w:p>
        </w:tc>
        <w:tc>
          <w:tcPr>
            <w:tcW w:w="7203" w:type="dxa"/>
            <w:vAlign w:val="center"/>
          </w:tcPr>
          <w:p w14:paraId="60AE0E0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한도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초과</w:t>
            </w:r>
          </w:p>
        </w:tc>
      </w:tr>
      <w:tr w:rsidR="00E56A46" w14:paraId="22209AE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174FAC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2024</w:t>
            </w:r>
          </w:p>
        </w:tc>
        <w:tc>
          <w:tcPr>
            <w:tcW w:w="7203" w:type="dxa"/>
            <w:vAlign w:val="center"/>
          </w:tcPr>
          <w:p w14:paraId="5FC4F61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취소패스워드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698305C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7E2862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2025</w:t>
            </w:r>
          </w:p>
        </w:tc>
        <w:tc>
          <w:tcPr>
            <w:tcW w:w="7203" w:type="dxa"/>
            <w:vAlign w:val="center"/>
          </w:tcPr>
          <w:p w14:paraId="2840520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취소패스워드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미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입력</w:t>
            </w:r>
          </w:p>
        </w:tc>
      </w:tr>
      <w:tr w:rsidR="00E56A46" w14:paraId="32DD57D7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5784146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2026</w:t>
            </w:r>
          </w:p>
        </w:tc>
        <w:tc>
          <w:tcPr>
            <w:tcW w:w="7203" w:type="dxa"/>
            <w:vAlign w:val="center"/>
          </w:tcPr>
          <w:p w14:paraId="010EE11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입금액보다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큽니다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3B0825D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07FA6F3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2027</w:t>
            </w:r>
          </w:p>
        </w:tc>
        <w:tc>
          <w:tcPr>
            <w:tcW w:w="7203" w:type="dxa"/>
            <w:vAlign w:val="center"/>
          </w:tcPr>
          <w:p w14:paraId="6C34A76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에스크로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또는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구매거절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상태에만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취소가능</w:t>
            </w:r>
          </w:p>
        </w:tc>
      </w:tr>
      <w:tr w:rsidR="00E56A46" w14:paraId="4E7595A9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429F8A5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2028</w:t>
            </w:r>
          </w:p>
        </w:tc>
        <w:tc>
          <w:tcPr>
            <w:tcW w:w="7203" w:type="dxa"/>
            <w:vAlign w:val="center"/>
          </w:tcPr>
          <w:p w14:paraId="7D8ABCB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가맹점</w:t>
            </w:r>
          </w:p>
        </w:tc>
      </w:tr>
      <w:tr w:rsidR="00E56A46" w14:paraId="6F7A255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FFB59A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2029</w:t>
            </w:r>
          </w:p>
        </w:tc>
        <w:tc>
          <w:tcPr>
            <w:tcW w:w="7203" w:type="dxa"/>
            <w:vAlign w:val="center"/>
          </w:tcPr>
          <w:p w14:paraId="38AA11D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결제수단</w:t>
            </w:r>
          </w:p>
        </w:tc>
      </w:tr>
      <w:tr w:rsidR="00E56A46" w14:paraId="1BF72C55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3BF8419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2030</w:t>
            </w:r>
          </w:p>
        </w:tc>
        <w:tc>
          <w:tcPr>
            <w:tcW w:w="7203" w:type="dxa"/>
            <w:vAlign w:val="center"/>
          </w:tcPr>
          <w:p w14:paraId="3DF931C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해당결제수단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731E096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746C839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2031</w:t>
            </w:r>
          </w:p>
        </w:tc>
        <w:tc>
          <w:tcPr>
            <w:tcW w:w="7203" w:type="dxa"/>
            <w:vAlign w:val="center"/>
          </w:tcPr>
          <w:p w14:paraId="0200C8A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전체금액취소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</w:p>
        </w:tc>
      </w:tr>
      <w:tr w:rsidR="00E56A46" w14:paraId="3573766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25C903C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2032</w:t>
            </w:r>
          </w:p>
        </w:tc>
        <w:tc>
          <w:tcPr>
            <w:tcW w:w="7203" w:type="dxa"/>
            <w:vAlign w:val="center"/>
          </w:tcPr>
          <w:p w14:paraId="14164576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취소금액이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취소가능금액보다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큼</w:t>
            </w:r>
          </w:p>
        </w:tc>
      </w:tr>
      <w:tr w:rsidR="00E56A46" w14:paraId="4C4C14A2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92A35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2033</w:t>
            </w:r>
          </w:p>
        </w:tc>
        <w:tc>
          <w:tcPr>
            <w:tcW w:w="7203" w:type="dxa"/>
            <w:vAlign w:val="center"/>
          </w:tcPr>
          <w:p w14:paraId="79910A7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불가능금액</w:t>
            </w:r>
            <w:r>
              <w:rPr>
                <w:rFonts w:hint="eastAsia"/>
                <w:lang w:bidi="x-none"/>
              </w:rPr>
              <w:t>,</w:t>
            </w:r>
            <w:r>
              <w:rPr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전체취소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이용바람</w:t>
            </w:r>
          </w:p>
        </w:tc>
      </w:tr>
      <w:tr w:rsidR="00E56A46" w14:paraId="6321FC10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DC05FB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2034</w:t>
            </w:r>
          </w:p>
        </w:tc>
        <w:tc>
          <w:tcPr>
            <w:tcW w:w="7203" w:type="dxa"/>
            <w:vAlign w:val="center"/>
          </w:tcPr>
          <w:p w14:paraId="7825F48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해당거래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부분취소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</w:t>
            </w:r>
            <w:r>
              <w:rPr>
                <w:rFonts w:hint="eastAsia"/>
                <w:lang w:bidi="x-none"/>
              </w:rPr>
              <w:t xml:space="preserve">. </w:t>
            </w:r>
            <w:r>
              <w:rPr>
                <w:rFonts w:hint="eastAsia"/>
                <w:lang w:bidi="x-none"/>
              </w:rPr>
              <w:t>매입완료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후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가능</w:t>
            </w:r>
          </w:p>
        </w:tc>
      </w:tr>
      <w:tr w:rsidR="00E56A46" w14:paraId="57A252E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9CFCDC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2035</w:t>
            </w:r>
          </w:p>
        </w:tc>
        <w:tc>
          <w:tcPr>
            <w:tcW w:w="7203" w:type="dxa"/>
            <w:vAlign w:val="center"/>
          </w:tcPr>
          <w:p w14:paraId="241513B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채권방지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설정으로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취소불가</w:t>
            </w:r>
            <w:r>
              <w:rPr>
                <w:rFonts w:hint="eastAsia"/>
                <w:lang w:bidi="x-none"/>
              </w:rPr>
              <w:t>.</w:t>
            </w:r>
            <w:r>
              <w:rPr>
                <w:lang w:bidi="x-none"/>
              </w:rPr>
              <w:t xml:space="preserve"> PG</w:t>
            </w:r>
            <w:r>
              <w:rPr>
                <w:rFonts w:hint="eastAsia"/>
                <w:lang w:bidi="x-none"/>
              </w:rPr>
              <w:t>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문의바람</w:t>
            </w:r>
          </w:p>
        </w:tc>
      </w:tr>
      <w:tr w:rsidR="00E56A46" w14:paraId="69FB73FD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954738B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2036</w:t>
            </w:r>
          </w:p>
        </w:tc>
        <w:tc>
          <w:tcPr>
            <w:tcW w:w="7203" w:type="dxa"/>
            <w:vAlign w:val="center"/>
          </w:tcPr>
          <w:p w14:paraId="07E1516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카드정보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3DC6E2CB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6E9D9F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2037</w:t>
            </w:r>
          </w:p>
        </w:tc>
        <w:tc>
          <w:tcPr>
            <w:tcW w:w="7203" w:type="dxa"/>
            <w:vAlign w:val="center"/>
          </w:tcPr>
          <w:p w14:paraId="300B54F4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취소요청금액과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취소금액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불일치</w:t>
            </w:r>
          </w:p>
        </w:tc>
      </w:tr>
      <w:tr w:rsidR="00E56A46" w14:paraId="46401C5F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11F74A89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2038</w:t>
            </w:r>
          </w:p>
        </w:tc>
        <w:tc>
          <w:tcPr>
            <w:tcW w:w="7203" w:type="dxa"/>
            <w:vAlign w:val="center"/>
          </w:tcPr>
          <w:p w14:paraId="56F31381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바람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rFonts w:hint="eastAsia"/>
                <w:lang w:bidi="x-none"/>
              </w:rPr>
              <w:t>일반취소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3F462A2A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48D408E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2039</w:t>
            </w:r>
          </w:p>
        </w:tc>
        <w:tc>
          <w:tcPr>
            <w:tcW w:w="7203" w:type="dxa"/>
            <w:vAlign w:val="center"/>
          </w:tcPr>
          <w:p w14:paraId="59F24B78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일반거래로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취소요청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바람</w:t>
            </w:r>
            <w:r>
              <w:rPr>
                <w:rFonts w:hint="eastAsia"/>
                <w:lang w:bidi="x-none"/>
              </w:rPr>
              <w:t>(</w:t>
            </w: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</w:t>
            </w:r>
            <w:r>
              <w:rPr>
                <w:rFonts w:hint="eastAsia"/>
                <w:lang w:bidi="x-none"/>
              </w:rPr>
              <w:t>)</w:t>
            </w:r>
          </w:p>
        </w:tc>
      </w:tr>
      <w:tr w:rsidR="00E56A46" w14:paraId="1A723493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01CC527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2040</w:t>
            </w:r>
          </w:p>
        </w:tc>
        <w:tc>
          <w:tcPr>
            <w:tcW w:w="7203" w:type="dxa"/>
            <w:vAlign w:val="center"/>
          </w:tcPr>
          <w:p w14:paraId="16857F52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장바구니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정보가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없음</w:t>
            </w:r>
          </w:p>
        </w:tc>
      </w:tr>
      <w:tr w:rsidR="00E56A46" w14:paraId="07E2E051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A57B655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2041</w:t>
            </w:r>
          </w:p>
        </w:tc>
        <w:tc>
          <w:tcPr>
            <w:tcW w:w="7203" w:type="dxa"/>
            <w:vAlign w:val="center"/>
          </w:tcPr>
          <w:p w14:paraId="01FAA6EF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익월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취소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불가능한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거래입니다</w:t>
            </w:r>
            <w:r>
              <w:rPr>
                <w:rFonts w:hint="eastAsia"/>
                <w:lang w:bidi="x-none"/>
              </w:rPr>
              <w:t>.</w:t>
            </w:r>
          </w:p>
        </w:tc>
      </w:tr>
      <w:tr w:rsidR="00E56A46" w14:paraId="0F8F3159" w14:textId="77777777" w:rsidTr="00731894">
        <w:trPr>
          <w:trHeight w:val="70"/>
        </w:trPr>
        <w:tc>
          <w:tcPr>
            <w:tcW w:w="2082" w:type="dxa"/>
            <w:vAlign w:val="center"/>
          </w:tcPr>
          <w:p w14:paraId="25C42D77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2042</w:t>
            </w:r>
          </w:p>
        </w:tc>
        <w:tc>
          <w:tcPr>
            <w:tcW w:w="7203" w:type="dxa"/>
            <w:vAlign w:val="center"/>
          </w:tcPr>
          <w:p w14:paraId="7210F4E0" w14:textId="77777777" w:rsidR="00E56A46" w:rsidRDefault="00E56A46" w:rsidP="00731894">
            <w:pPr>
              <w:ind w:left="1395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에스크로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거래는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구매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상태에만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환불</w:t>
            </w:r>
            <w:r>
              <w:rPr>
                <w:rFonts w:hint="eastAsia"/>
                <w:lang w:bidi="x-none"/>
              </w:rPr>
              <w:t xml:space="preserve"> </w:t>
            </w:r>
            <w:r>
              <w:rPr>
                <w:rFonts w:hint="eastAsia"/>
                <w:lang w:bidi="x-none"/>
              </w:rPr>
              <w:t>가능</w:t>
            </w:r>
          </w:p>
        </w:tc>
      </w:tr>
    </w:tbl>
    <w:p w14:paraId="0364D7DC" w14:textId="4B4F1FA2" w:rsidR="00E56A46" w:rsidRDefault="00E56A46" w:rsidP="00E56A46">
      <w:pPr>
        <w:rPr>
          <w:lang w:bidi="x-none"/>
        </w:rPr>
      </w:pPr>
    </w:p>
    <w:p w14:paraId="77416960" w14:textId="77777777" w:rsidR="00E22CEB" w:rsidRDefault="00E22CEB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  <w:r>
        <w:br w:type="page"/>
      </w:r>
    </w:p>
    <w:p w14:paraId="4EB9D30F" w14:textId="687BFA62" w:rsidR="00E56A46" w:rsidRPr="0082376B" w:rsidRDefault="00E56A46" w:rsidP="00E56A46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lang w:eastAsia="ko-KR"/>
        </w:rPr>
        <w:lastRenderedPageBreak/>
        <w:t>9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카드사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코드</w:t>
      </w:r>
    </w:p>
    <w:tbl>
      <w:tblPr>
        <w:tblW w:w="90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"/>
        <w:gridCol w:w="2108"/>
        <w:gridCol w:w="602"/>
        <w:gridCol w:w="2108"/>
        <w:gridCol w:w="2108"/>
      </w:tblGrid>
      <w:tr w:rsidR="00E56A46" w14:paraId="68DB224F" w14:textId="77777777" w:rsidTr="00731894">
        <w:trPr>
          <w:trHeight w:hRule="exact" w:val="34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9E2D2D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DC0887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E40BDDB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4C07F5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코드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7E1B4A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카드사</w:t>
            </w:r>
          </w:p>
        </w:tc>
      </w:tr>
      <w:tr w:rsidR="00E56A46" w14:paraId="7B9A42B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39C015C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01</w:t>
            </w:r>
          </w:p>
        </w:tc>
        <w:tc>
          <w:tcPr>
            <w:tcW w:w="1985" w:type="dxa"/>
            <w:vAlign w:val="center"/>
          </w:tcPr>
          <w:p w14:paraId="19104E69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비씨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19CC0D4" w14:textId="77777777" w:rsidR="00E56A46" w:rsidRPr="00836EE7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159E3EB7" w14:textId="77777777" w:rsidR="00E56A46" w:rsidRPr="00836EE7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27</w:t>
            </w:r>
          </w:p>
        </w:tc>
        <w:tc>
          <w:tcPr>
            <w:tcW w:w="1985" w:type="dxa"/>
            <w:vAlign w:val="center"/>
          </w:tcPr>
          <w:p w14:paraId="72D8A0B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해외다이너스</w:t>
            </w:r>
          </w:p>
        </w:tc>
      </w:tr>
      <w:tr w:rsidR="00E56A46" w14:paraId="58C6D433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7FEC6E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02</w:t>
            </w:r>
          </w:p>
        </w:tc>
        <w:tc>
          <w:tcPr>
            <w:tcW w:w="1985" w:type="dxa"/>
            <w:vAlign w:val="center"/>
          </w:tcPr>
          <w:p w14:paraId="3420F34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국민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F215AC1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6DA3A342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28</w:t>
            </w:r>
          </w:p>
        </w:tc>
        <w:tc>
          <w:tcPr>
            <w:tcW w:w="1985" w:type="dxa"/>
            <w:vAlign w:val="center"/>
          </w:tcPr>
          <w:p w14:paraId="39BB12A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  <w:r>
              <w:rPr>
                <w:rFonts w:hint="eastAsia"/>
                <w:lang w:bidi="x-none"/>
              </w:rPr>
              <w:t>AMAX</w:t>
            </w:r>
          </w:p>
        </w:tc>
      </w:tr>
      <w:tr w:rsidR="00E56A46" w14:paraId="56C65919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5EC7925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03</w:t>
            </w:r>
          </w:p>
        </w:tc>
        <w:tc>
          <w:tcPr>
            <w:tcW w:w="1985" w:type="dxa"/>
            <w:vAlign w:val="center"/>
          </w:tcPr>
          <w:p w14:paraId="2945664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하나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6716963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7E4F2A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29</w:t>
            </w:r>
          </w:p>
        </w:tc>
        <w:tc>
          <w:tcPr>
            <w:tcW w:w="1985" w:type="dxa"/>
            <w:vAlign w:val="center"/>
          </w:tcPr>
          <w:p w14:paraId="153CC10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  <w:r>
              <w:rPr>
                <w:rFonts w:hint="eastAsia"/>
                <w:lang w:bidi="x-none"/>
              </w:rPr>
              <w:t>JCB</w:t>
            </w:r>
          </w:p>
        </w:tc>
      </w:tr>
      <w:tr w:rsidR="00E56A46" w14:paraId="668DAD83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1255045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04</w:t>
            </w:r>
          </w:p>
        </w:tc>
        <w:tc>
          <w:tcPr>
            <w:tcW w:w="1985" w:type="dxa"/>
            <w:vAlign w:val="center"/>
          </w:tcPr>
          <w:p w14:paraId="6293C1B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삼성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97C447A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F5BEDD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30</w:t>
            </w:r>
          </w:p>
        </w:tc>
        <w:tc>
          <w:tcPr>
            <w:tcW w:w="1985" w:type="dxa"/>
            <w:vAlign w:val="center"/>
          </w:tcPr>
          <w:p w14:paraId="54C00BB3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</w:t>
            </w:r>
          </w:p>
        </w:tc>
      </w:tr>
      <w:tr w:rsidR="00E56A46" w14:paraId="6DF8881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4467279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06</w:t>
            </w:r>
          </w:p>
        </w:tc>
        <w:tc>
          <w:tcPr>
            <w:tcW w:w="1985" w:type="dxa"/>
            <w:vAlign w:val="center"/>
          </w:tcPr>
          <w:p w14:paraId="7DA27DC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신한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DBFEB65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6B6733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32</w:t>
            </w:r>
          </w:p>
        </w:tc>
        <w:tc>
          <w:tcPr>
            <w:tcW w:w="1985" w:type="dxa"/>
            <w:vAlign w:val="center"/>
          </w:tcPr>
          <w:p w14:paraId="406E993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우체국</w:t>
            </w:r>
          </w:p>
        </w:tc>
      </w:tr>
      <w:tr w:rsidR="00E56A46" w14:paraId="04350D5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728A455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07</w:t>
            </w:r>
          </w:p>
        </w:tc>
        <w:tc>
          <w:tcPr>
            <w:tcW w:w="1985" w:type="dxa"/>
            <w:vAlign w:val="center"/>
          </w:tcPr>
          <w:p w14:paraId="3D92995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현대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C11286C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948893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33</w:t>
            </w:r>
          </w:p>
        </w:tc>
        <w:tc>
          <w:tcPr>
            <w:tcW w:w="1985" w:type="dxa"/>
            <w:vAlign w:val="center"/>
          </w:tcPr>
          <w:p w14:paraId="6EC4852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MG</w:t>
            </w:r>
            <w:r>
              <w:rPr>
                <w:rFonts w:hint="eastAsia"/>
                <w:lang w:bidi="x-none"/>
              </w:rPr>
              <w:t>새마을체크</w:t>
            </w:r>
          </w:p>
        </w:tc>
      </w:tr>
      <w:tr w:rsidR="00E56A46" w14:paraId="26E49B5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24DE3A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08</w:t>
            </w:r>
          </w:p>
        </w:tc>
        <w:tc>
          <w:tcPr>
            <w:tcW w:w="1985" w:type="dxa"/>
            <w:vAlign w:val="center"/>
          </w:tcPr>
          <w:p w14:paraId="0122583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롯데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D9F8084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B12117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34</w:t>
            </w:r>
          </w:p>
        </w:tc>
        <w:tc>
          <w:tcPr>
            <w:tcW w:w="1985" w:type="dxa"/>
            <w:vAlign w:val="center"/>
          </w:tcPr>
          <w:p w14:paraId="4F345D1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중국은행체크</w:t>
            </w:r>
          </w:p>
        </w:tc>
      </w:tr>
      <w:tr w:rsidR="00E56A46" w14:paraId="58BA8D3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2B28B93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11</w:t>
            </w:r>
          </w:p>
        </w:tc>
        <w:tc>
          <w:tcPr>
            <w:tcW w:w="1985" w:type="dxa"/>
            <w:vAlign w:val="center"/>
          </w:tcPr>
          <w:p w14:paraId="5457486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시티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38273B0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2E9CE49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38</w:t>
            </w:r>
          </w:p>
        </w:tc>
        <w:tc>
          <w:tcPr>
            <w:tcW w:w="1985" w:type="dxa"/>
            <w:vAlign w:val="center"/>
          </w:tcPr>
          <w:p w14:paraId="53FAD49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은련</w:t>
            </w:r>
          </w:p>
        </w:tc>
      </w:tr>
      <w:tr w:rsidR="00E56A46" w14:paraId="4D2DA598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7C8EB4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12</w:t>
            </w:r>
          </w:p>
        </w:tc>
        <w:tc>
          <w:tcPr>
            <w:tcW w:w="1985" w:type="dxa"/>
            <w:vAlign w:val="center"/>
          </w:tcPr>
          <w:p w14:paraId="41F5AF6C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NH</w:t>
            </w:r>
            <w:r>
              <w:rPr>
                <w:rFonts w:hint="eastAsia"/>
                <w:lang w:bidi="x-none"/>
              </w:rPr>
              <w:t>농협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9578C6B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EB2919A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41</w:t>
            </w:r>
          </w:p>
        </w:tc>
        <w:tc>
          <w:tcPr>
            <w:tcW w:w="1985" w:type="dxa"/>
            <w:vAlign w:val="center"/>
          </w:tcPr>
          <w:p w14:paraId="2388ABA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신협</w:t>
            </w:r>
          </w:p>
        </w:tc>
      </w:tr>
      <w:tr w:rsidR="00E56A46" w14:paraId="7D7C49CB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B368B1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13</w:t>
            </w:r>
          </w:p>
        </w:tc>
        <w:tc>
          <w:tcPr>
            <w:tcW w:w="1985" w:type="dxa"/>
            <w:vAlign w:val="center"/>
          </w:tcPr>
          <w:p w14:paraId="2682C72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수협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021ED5E6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74008AE7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42</w:t>
            </w:r>
          </w:p>
        </w:tc>
        <w:tc>
          <w:tcPr>
            <w:tcW w:w="1985" w:type="dxa"/>
            <w:vAlign w:val="center"/>
          </w:tcPr>
          <w:p w14:paraId="53DDC28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저축은행</w:t>
            </w:r>
          </w:p>
        </w:tc>
      </w:tr>
      <w:tr w:rsidR="00E56A46" w14:paraId="2BC28DE8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2427FD0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15</w:t>
            </w:r>
          </w:p>
        </w:tc>
        <w:tc>
          <w:tcPr>
            <w:tcW w:w="1985" w:type="dxa"/>
            <w:vAlign w:val="center"/>
          </w:tcPr>
          <w:p w14:paraId="2D22372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우리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4A9BB11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E7A38F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43</w:t>
            </w:r>
          </w:p>
        </w:tc>
        <w:tc>
          <w:tcPr>
            <w:tcW w:w="1985" w:type="dxa"/>
            <w:vAlign w:val="center"/>
          </w:tcPr>
          <w:p w14:paraId="41E93C7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KDB</w:t>
            </w:r>
            <w:r>
              <w:rPr>
                <w:rFonts w:hint="eastAsia"/>
                <w:lang w:bidi="x-none"/>
              </w:rPr>
              <w:t>산업</w:t>
            </w:r>
          </w:p>
        </w:tc>
      </w:tr>
      <w:tr w:rsidR="00E56A46" w14:paraId="7361E38D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1CAD8D8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21</w:t>
            </w:r>
          </w:p>
        </w:tc>
        <w:tc>
          <w:tcPr>
            <w:tcW w:w="1985" w:type="dxa"/>
            <w:vAlign w:val="center"/>
          </w:tcPr>
          <w:p w14:paraId="3DEDAEF6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광주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25DDAB2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59BDBD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44</w:t>
            </w:r>
          </w:p>
        </w:tc>
        <w:tc>
          <w:tcPr>
            <w:tcW w:w="1985" w:type="dxa"/>
            <w:vAlign w:val="center"/>
          </w:tcPr>
          <w:p w14:paraId="074EC17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카카오뱅크</w:t>
            </w:r>
          </w:p>
        </w:tc>
      </w:tr>
      <w:tr w:rsidR="00E56A46" w14:paraId="47C75621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0D637DD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22</w:t>
            </w:r>
          </w:p>
        </w:tc>
        <w:tc>
          <w:tcPr>
            <w:tcW w:w="1985" w:type="dxa"/>
            <w:vAlign w:val="center"/>
          </w:tcPr>
          <w:p w14:paraId="3CDEED2E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전북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F3DDC45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133825C0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45</w:t>
            </w:r>
          </w:p>
        </w:tc>
        <w:tc>
          <w:tcPr>
            <w:tcW w:w="1985" w:type="dxa"/>
            <w:vAlign w:val="center"/>
          </w:tcPr>
          <w:p w14:paraId="6C0CF2B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케이뱅크</w:t>
            </w:r>
          </w:p>
        </w:tc>
      </w:tr>
      <w:tr w:rsidR="00E56A46" w14:paraId="0498E162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45400422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</w:t>
            </w:r>
            <w:r>
              <w:rPr>
                <w:lang w:bidi="x-none"/>
              </w:rPr>
              <w:t>3</w:t>
            </w:r>
          </w:p>
        </w:tc>
        <w:tc>
          <w:tcPr>
            <w:tcW w:w="1985" w:type="dxa"/>
            <w:vAlign w:val="center"/>
          </w:tcPr>
          <w:p w14:paraId="43EB6584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제주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8A258A3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472F3D5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46</w:t>
            </w:r>
          </w:p>
        </w:tc>
        <w:tc>
          <w:tcPr>
            <w:tcW w:w="1985" w:type="dxa"/>
            <w:vAlign w:val="center"/>
          </w:tcPr>
          <w:p w14:paraId="7A50B0B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카카오머니</w:t>
            </w:r>
          </w:p>
        </w:tc>
      </w:tr>
      <w:tr w:rsidR="00E56A46" w14:paraId="14DFBD1A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780B325B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25</w:t>
            </w:r>
          </w:p>
        </w:tc>
        <w:tc>
          <w:tcPr>
            <w:tcW w:w="1985" w:type="dxa"/>
            <w:vAlign w:val="center"/>
          </w:tcPr>
          <w:p w14:paraId="6097D161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해외비자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B486E0D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64B2AD35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47</w:t>
            </w:r>
          </w:p>
        </w:tc>
        <w:tc>
          <w:tcPr>
            <w:tcW w:w="1985" w:type="dxa"/>
            <w:vAlign w:val="center"/>
          </w:tcPr>
          <w:p w14:paraId="35ABA4D8" w14:textId="5C4642B7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강원</w:t>
            </w:r>
          </w:p>
        </w:tc>
      </w:tr>
      <w:tr w:rsidR="00E56A46" w14:paraId="798B367E" w14:textId="77777777" w:rsidTr="00731894">
        <w:trPr>
          <w:trHeight w:hRule="exact" w:val="340"/>
        </w:trPr>
        <w:tc>
          <w:tcPr>
            <w:tcW w:w="1985" w:type="dxa"/>
            <w:vAlign w:val="center"/>
          </w:tcPr>
          <w:p w14:paraId="66663E9F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26</w:t>
            </w:r>
          </w:p>
        </w:tc>
        <w:tc>
          <w:tcPr>
            <w:tcW w:w="1985" w:type="dxa"/>
            <w:vAlign w:val="center"/>
          </w:tcPr>
          <w:p w14:paraId="7B7D5218" w14:textId="77777777" w:rsidR="00E56A46" w:rsidRDefault="00E56A46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해외마스터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1C357FC" w14:textId="77777777" w:rsidR="00E56A46" w:rsidRDefault="00E56A46" w:rsidP="00731894">
            <w:pPr>
              <w:ind w:left="0" w:firstLine="0"/>
              <w:rPr>
                <w:lang w:bidi="x-none"/>
              </w:rPr>
            </w:pPr>
          </w:p>
        </w:tc>
        <w:tc>
          <w:tcPr>
            <w:tcW w:w="1985" w:type="dxa"/>
            <w:vAlign w:val="center"/>
          </w:tcPr>
          <w:p w14:paraId="0E131C5E" w14:textId="0283E128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48</w:t>
            </w:r>
          </w:p>
        </w:tc>
        <w:tc>
          <w:tcPr>
            <w:tcW w:w="1985" w:type="dxa"/>
            <w:vAlign w:val="center"/>
          </w:tcPr>
          <w:p w14:paraId="0E33F002" w14:textId="27BBE8EB" w:rsidR="00E56A46" w:rsidRDefault="00B92160" w:rsidP="00731894">
            <w:pPr>
              <w:ind w:left="0" w:firstLine="0"/>
              <w:rPr>
                <w:lang w:bidi="x-none"/>
              </w:rPr>
            </w:pPr>
            <w:r>
              <w:rPr>
                <w:rFonts w:hint="eastAsia"/>
                <w:lang w:bidi="x-none"/>
              </w:rPr>
              <w:t>UNIONPAY</w:t>
            </w:r>
          </w:p>
        </w:tc>
      </w:tr>
    </w:tbl>
    <w:p w14:paraId="0A67936F" w14:textId="5DA4BA53" w:rsidR="00E4288F" w:rsidRDefault="00E4288F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</w:p>
    <w:p w14:paraId="1C4D1B29" w14:textId="77777777" w:rsidR="00C45ACB" w:rsidRDefault="00C45ACB" w:rsidP="00C45ACB">
      <w:pPr>
        <w:pStyle w:val="1"/>
        <w:numPr>
          <w:ilvl w:val="0"/>
          <w:numId w:val="0"/>
        </w:numPr>
        <w:ind w:leftChars="100" w:left="200" w:firstLineChars="100" w:firstLine="280"/>
        <w:rPr>
          <w:lang w:eastAsia="ko-KR"/>
        </w:rPr>
      </w:pPr>
      <w:r>
        <w:rPr>
          <w:rFonts w:hint="eastAsia"/>
          <w:lang w:eastAsia="ko-KR"/>
        </w:rPr>
        <w:t>10</w:t>
      </w:r>
      <w:r w:rsidRPr="00661CB4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신용카드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전표</w:t>
      </w:r>
      <w:r>
        <w:rPr>
          <w:rFonts w:hint="eastAsia"/>
          <w:lang w:eastAsia="ko-KR"/>
        </w:rPr>
        <w:t xml:space="preserve"> URL</w:t>
      </w:r>
    </w:p>
    <w:p w14:paraId="5517B53B" w14:textId="77777777" w:rsidR="00C45ACB" w:rsidRPr="0014188A" w:rsidRDefault="00C45ACB" w:rsidP="00C45ACB">
      <w:pPr>
        <w:pStyle w:val="1"/>
        <w:numPr>
          <w:ilvl w:val="0"/>
          <w:numId w:val="0"/>
        </w:numPr>
        <w:ind w:leftChars="360" w:left="1440" w:hangingChars="257" w:hanging="720"/>
        <w:rPr>
          <w:lang w:eastAsia="ko-KR"/>
        </w:rPr>
      </w:pPr>
      <w:r w:rsidRPr="004479A5">
        <w:rPr>
          <w:szCs w:val="28"/>
          <w:lang w:val="en-US"/>
        </w:rPr>
        <w:t>https://api.</w:t>
      </w:r>
      <w:r>
        <w:rPr>
          <w:rFonts w:hint="eastAsia"/>
          <w:szCs w:val="28"/>
          <w:lang w:val="en-US" w:eastAsia="ko-KR"/>
        </w:rPr>
        <w:t>fintree</w:t>
      </w:r>
      <w:r w:rsidRPr="004479A5">
        <w:rPr>
          <w:szCs w:val="28"/>
          <w:lang w:val="en-US"/>
        </w:rPr>
        <w:t>.kr/receipt?tid=</w:t>
      </w:r>
      <w:r w:rsidRPr="004479A5">
        <w:rPr>
          <w:rFonts w:hint="eastAsia"/>
          <w:szCs w:val="28"/>
        </w:rPr>
        <w:t>{tid}</w:t>
      </w:r>
      <w:r w:rsidRPr="004479A5">
        <w:rPr>
          <w:szCs w:val="28"/>
          <w:lang w:val="en-US"/>
        </w:rPr>
        <w:t>&amp;appN</w:t>
      </w:r>
      <w:r w:rsidRPr="004479A5">
        <w:rPr>
          <w:rFonts w:hint="eastAsia"/>
          <w:szCs w:val="28"/>
        </w:rPr>
        <w:t>o</w:t>
      </w:r>
      <w:r w:rsidRPr="004479A5">
        <w:rPr>
          <w:szCs w:val="28"/>
          <w:lang w:val="en-US"/>
        </w:rPr>
        <w:t>=</w:t>
      </w:r>
      <w:r w:rsidRPr="004479A5">
        <w:rPr>
          <w:rFonts w:hint="eastAsia"/>
          <w:szCs w:val="28"/>
        </w:rPr>
        <w:t>{appNo}</w:t>
      </w:r>
    </w:p>
    <w:p w14:paraId="09908143" w14:textId="77777777" w:rsidR="00C45ACB" w:rsidRPr="0014188A" w:rsidRDefault="00C45ACB" w:rsidP="00C45ACB">
      <w:pPr>
        <w:pStyle w:val="Indent"/>
        <w:rPr>
          <w:sz w:val="28"/>
          <w:szCs w:val="28"/>
          <w:lang w:val="en-GB"/>
        </w:rPr>
      </w:pPr>
    </w:p>
    <w:tbl>
      <w:tblPr>
        <w:tblStyle w:val="TableNormal"/>
        <w:tblW w:w="7938" w:type="dxa"/>
        <w:tblInd w:w="8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985"/>
        <w:gridCol w:w="2835"/>
        <w:gridCol w:w="2268"/>
      </w:tblGrid>
      <w:tr w:rsidR="00C45ACB" w:rsidRPr="00BF41B6" w14:paraId="4D796D19" w14:textId="77777777" w:rsidTr="00A7117A">
        <w:trPr>
          <w:trHeight w:val="20"/>
        </w:trPr>
        <w:tc>
          <w:tcPr>
            <w:tcW w:w="850" w:type="dxa"/>
            <w:shd w:val="clear" w:color="auto" w:fill="D9D9D9"/>
            <w:vAlign w:val="center"/>
          </w:tcPr>
          <w:p w14:paraId="07BB9F3D" w14:textId="77777777" w:rsidR="00C45ACB" w:rsidRPr="00BF41B6" w:rsidRDefault="00C45ACB" w:rsidP="00A7117A">
            <w:pPr>
              <w:pStyle w:val="TableParagraph"/>
              <w:ind w:rightChars="24" w:right="48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필드명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43D8ADF8" w14:textId="77777777" w:rsidR="00C45ACB" w:rsidRPr="00BF41B6" w:rsidRDefault="00C45ACB" w:rsidP="00A7117A">
            <w:pPr>
              <w:pStyle w:val="TableParagraph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</w:rPr>
              <w:t>한글명칭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A96CF85" w14:textId="77777777" w:rsidR="00C45ACB" w:rsidRPr="00BF41B6" w:rsidRDefault="00C45ACB" w:rsidP="00A7117A">
            <w:pPr>
              <w:pStyle w:val="TableParagraph"/>
              <w:ind w:rightChars="1166" w:right="2332"/>
              <w:jc w:val="center"/>
              <w:rPr>
                <w:rFonts w:asciiTheme="minorHAnsi" w:eastAsiaTheme="minorHAnsi" w:hAnsiTheme="minorHAnsi"/>
                <w:bCs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bCs/>
                <w:w w:val="110"/>
                <w:sz w:val="18"/>
                <w:szCs w:val="18"/>
              </w:rPr>
              <w:t>설명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6A405A5" w14:textId="77777777" w:rsidR="00C45ACB" w:rsidRPr="00BF41B6" w:rsidRDefault="00C45ACB" w:rsidP="00A7117A">
            <w:pPr>
              <w:pStyle w:val="TableParagraph"/>
              <w:spacing w:line="312" w:lineRule="exact"/>
              <w:ind w:rightChars="244" w:right="488" w:firstLine="64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05"/>
                <w:sz w:val="18"/>
                <w:szCs w:val="18"/>
              </w:rPr>
              <w:t>크기 (최대)</w:t>
            </w:r>
          </w:p>
        </w:tc>
      </w:tr>
      <w:tr w:rsidR="00C45ACB" w:rsidRPr="00BF41B6" w14:paraId="690824C6" w14:textId="77777777" w:rsidTr="00A7117A">
        <w:trPr>
          <w:trHeight w:val="20"/>
        </w:trPr>
        <w:tc>
          <w:tcPr>
            <w:tcW w:w="850" w:type="dxa"/>
            <w:vAlign w:val="center"/>
          </w:tcPr>
          <w:p w14:paraId="465B2FF9" w14:textId="77777777" w:rsidR="00C45ACB" w:rsidRPr="00BF41B6" w:rsidRDefault="00C45ACB" w:rsidP="00A7117A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tid</w:t>
            </w:r>
          </w:p>
        </w:tc>
        <w:tc>
          <w:tcPr>
            <w:tcW w:w="1985" w:type="dxa"/>
            <w:vAlign w:val="center"/>
          </w:tcPr>
          <w:p w14:paraId="334C3FC5" w14:textId="77777777" w:rsidR="00C45ACB" w:rsidRPr="00BF41B6" w:rsidRDefault="00C45ACB" w:rsidP="00A7117A">
            <w:pPr>
              <w:pStyle w:val="TableParagraph"/>
              <w:spacing w:line="366" w:lineRule="exact"/>
              <w:ind w:leftChars="100" w:left="200" w:rightChars="84" w:right="168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거래번호</w:t>
            </w:r>
          </w:p>
        </w:tc>
        <w:tc>
          <w:tcPr>
            <w:tcW w:w="2835" w:type="dxa"/>
            <w:vAlign w:val="center"/>
          </w:tcPr>
          <w:p w14:paraId="0F373A04" w14:textId="77777777" w:rsidR="00C45ACB" w:rsidRPr="00BF41B6" w:rsidRDefault="00C45ACB" w:rsidP="00A7117A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/>
                <w:w w:val="110"/>
                <w:sz w:val="18"/>
                <w:szCs w:val="18"/>
              </w:rPr>
              <w:t>거래 번호</w:t>
            </w:r>
          </w:p>
        </w:tc>
        <w:tc>
          <w:tcPr>
            <w:tcW w:w="2268" w:type="dxa"/>
            <w:vAlign w:val="center"/>
          </w:tcPr>
          <w:p w14:paraId="54B96FF0" w14:textId="77777777" w:rsidR="00C45ACB" w:rsidRPr="00BF41B6" w:rsidRDefault="00C45ACB" w:rsidP="00A7117A">
            <w:pPr>
              <w:pStyle w:val="TableParagraph"/>
              <w:spacing w:line="366" w:lineRule="exact"/>
              <w:ind w:leftChars="100" w:left="200" w:rightChars="218" w:right="436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30 Byte</w:t>
            </w:r>
          </w:p>
        </w:tc>
      </w:tr>
      <w:tr w:rsidR="00C45ACB" w:rsidRPr="00BF41B6" w14:paraId="1A617A71" w14:textId="77777777" w:rsidTr="00A7117A">
        <w:trPr>
          <w:trHeight w:val="20"/>
        </w:trPr>
        <w:tc>
          <w:tcPr>
            <w:tcW w:w="850" w:type="dxa"/>
            <w:vAlign w:val="center"/>
          </w:tcPr>
          <w:p w14:paraId="7877B0EB" w14:textId="77777777" w:rsidR="00C45ACB" w:rsidRPr="00BF41B6" w:rsidRDefault="00C45ACB" w:rsidP="00A7117A">
            <w:pPr>
              <w:pStyle w:val="TableParagraph"/>
              <w:spacing w:line="366" w:lineRule="exact"/>
              <w:ind w:left="65" w:right="48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appNo</w:t>
            </w:r>
          </w:p>
        </w:tc>
        <w:tc>
          <w:tcPr>
            <w:tcW w:w="1985" w:type="dxa"/>
            <w:vAlign w:val="center"/>
          </w:tcPr>
          <w:p w14:paraId="22CB2447" w14:textId="77777777" w:rsidR="00C45ACB" w:rsidRPr="00BF41B6" w:rsidRDefault="00C45ACB" w:rsidP="00A7117A">
            <w:pPr>
              <w:pStyle w:val="TableParagraph"/>
              <w:spacing w:line="366" w:lineRule="exact"/>
              <w:ind w:leftChars="100" w:left="200"/>
              <w:rPr>
                <w:rFonts w:asciiTheme="minorHAnsi" w:eastAsiaTheme="minorHAnsi" w:hAnsiTheme="minorHAnsi"/>
                <w:w w:val="110"/>
                <w:sz w:val="18"/>
                <w:szCs w:val="18"/>
                <w:lang w:eastAsia="ko-KR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2835" w:type="dxa"/>
            <w:vAlign w:val="center"/>
          </w:tcPr>
          <w:p w14:paraId="663B89D6" w14:textId="77777777" w:rsidR="00C45ACB" w:rsidRPr="00BF41B6" w:rsidRDefault="00C45ACB" w:rsidP="00A7117A">
            <w:pPr>
              <w:pStyle w:val="TableParagraph"/>
              <w:spacing w:line="366" w:lineRule="exact"/>
              <w:ind w:left="106"/>
              <w:rPr>
                <w:rFonts w:asciiTheme="minorHAnsi" w:eastAsiaTheme="minorHAnsi" w:hAnsiTheme="minorHAnsi"/>
                <w:w w:val="110"/>
                <w:sz w:val="18"/>
                <w:szCs w:val="18"/>
              </w:rPr>
            </w:pPr>
            <w:r w:rsidRPr="00BF41B6">
              <w:rPr>
                <w:rFonts w:asciiTheme="minorHAnsi" w:eastAsiaTheme="minorHAnsi" w:hAnsiTheme="minorHAnsi" w:hint="eastAsia"/>
                <w:w w:val="110"/>
                <w:sz w:val="18"/>
                <w:szCs w:val="18"/>
                <w:lang w:eastAsia="ko-KR"/>
              </w:rPr>
              <w:t>승인번호</w:t>
            </w:r>
          </w:p>
        </w:tc>
        <w:tc>
          <w:tcPr>
            <w:tcW w:w="2268" w:type="dxa"/>
            <w:vAlign w:val="center"/>
          </w:tcPr>
          <w:p w14:paraId="1523D2FA" w14:textId="77777777" w:rsidR="00C45ACB" w:rsidRPr="00BF41B6" w:rsidRDefault="00C45ACB" w:rsidP="00A7117A">
            <w:pPr>
              <w:pStyle w:val="TableParagraph"/>
              <w:ind w:leftChars="100" w:left="200"/>
              <w:rPr>
                <w:rFonts w:asciiTheme="minorHAnsi" w:eastAsiaTheme="minorHAnsi" w:hAnsiTheme="minorHAnsi"/>
                <w:w w:val="90"/>
                <w:sz w:val="18"/>
                <w:szCs w:val="18"/>
                <w:lang w:eastAsia="ko-KR"/>
              </w:rPr>
            </w:pPr>
            <w:r>
              <w:rPr>
                <w:rFonts w:asciiTheme="minorHAnsi" w:eastAsiaTheme="minorHAnsi" w:hAnsiTheme="minorHAnsi" w:hint="eastAsia"/>
                <w:w w:val="90"/>
                <w:sz w:val="18"/>
                <w:szCs w:val="18"/>
                <w:lang w:eastAsia="ko-KR"/>
              </w:rPr>
              <w:t>20 Byte</w:t>
            </w:r>
          </w:p>
        </w:tc>
      </w:tr>
    </w:tbl>
    <w:p w14:paraId="383D21F9" w14:textId="77777777" w:rsidR="00C45ACB" w:rsidRDefault="00C45ACB">
      <w:pPr>
        <w:overflowPunct/>
        <w:autoSpaceDE/>
        <w:autoSpaceDN/>
        <w:adjustRightInd/>
        <w:ind w:left="0" w:firstLine="0"/>
        <w:textAlignment w:val="auto"/>
        <w:rPr>
          <w:rFonts w:ascii="Arial" w:eastAsiaTheme="majorEastAsia" w:hAnsi="Arial"/>
          <w:b/>
          <w:sz w:val="28"/>
          <w:lang w:val="en-GB"/>
        </w:rPr>
      </w:pPr>
    </w:p>
    <w:sectPr w:rsidR="00C45ACB" w:rsidSect="00380A02">
      <w:footerReference w:type="even" r:id="rId20"/>
      <w:footerReference w:type="default" r:id="rId21"/>
      <w:pgSz w:w="12240" w:h="15840" w:code="1"/>
      <w:pgMar w:top="1701" w:right="1440" w:bottom="1440" w:left="1440" w:header="720" w:footer="35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31344" w14:textId="77777777" w:rsidR="00B029EA" w:rsidRDefault="00B029EA">
      <w:r>
        <w:separator/>
      </w:r>
    </w:p>
  </w:endnote>
  <w:endnote w:type="continuationSeparator" w:id="0">
    <w:p w14:paraId="14D614FF" w14:textId="77777777" w:rsidR="00B029EA" w:rsidRDefault="00B0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Medium">
    <w:altName w:val="Arial"/>
    <w:charset w:val="00"/>
    <w:family w:val="swiss"/>
    <w:pitch w:val="variable"/>
  </w:font>
  <w:font w:name="UKIJ CJK">
    <w:altName w:val="Arial"/>
    <w:charset w:val="00"/>
    <w:family w:val="swiss"/>
    <w:pitch w:val="variable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oto Sans CJK JP Black">
    <w:altName w:val="Arial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8A5F7" w14:textId="77777777" w:rsidR="005F7164" w:rsidRPr="00E22CEB" w:rsidRDefault="005F7164" w:rsidP="00E22CE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FBF8C" w14:textId="557C2182" w:rsidR="005F7164" w:rsidRDefault="005F716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2CEB">
      <w:rPr>
        <w:rStyle w:val="a8"/>
        <w:noProof/>
      </w:rPr>
      <w:t>3</w:t>
    </w:r>
    <w:r>
      <w:rPr>
        <w:rStyle w:val="a8"/>
      </w:rPr>
      <w:fldChar w:fldCharType="end"/>
    </w:r>
  </w:p>
  <w:p w14:paraId="71140E56" w14:textId="77777777" w:rsidR="005F7164" w:rsidRDefault="005F7164">
    <w:pPr>
      <w:pStyle w:val="a6"/>
      <w:ind w:right="360"/>
    </w:pPr>
  </w:p>
  <w:p w14:paraId="7A401590" w14:textId="77777777" w:rsidR="005F7164" w:rsidRDefault="005F7164"/>
  <w:p w14:paraId="6DBA9455" w14:textId="77777777" w:rsidR="005F7164" w:rsidRDefault="005F7164"/>
  <w:p w14:paraId="3112ABEF" w14:textId="77777777" w:rsidR="005F7164" w:rsidRDefault="005F7164"/>
  <w:p w14:paraId="44B83EA4" w14:textId="77777777" w:rsidR="005F7164" w:rsidRDefault="005F716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D66ED" w14:textId="77777777" w:rsidR="005F7164" w:rsidRDefault="005F7164" w:rsidP="00A806C9">
    <w:pPr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46760" w14:textId="77777777" w:rsidR="00B029EA" w:rsidRDefault="00B029EA">
      <w:r>
        <w:separator/>
      </w:r>
    </w:p>
  </w:footnote>
  <w:footnote w:type="continuationSeparator" w:id="0">
    <w:p w14:paraId="6A8017C4" w14:textId="77777777" w:rsidR="00B029EA" w:rsidRDefault="00B02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8FCAC" w14:textId="73EA2FFD" w:rsidR="005F7164" w:rsidRPr="006969A5" w:rsidRDefault="005F7164" w:rsidP="006969A5">
    <w:pPr>
      <w:pStyle w:val="a4"/>
      <w:ind w:left="0" w:firstLine="0"/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A6016" w14:textId="77777777" w:rsidR="005F7164" w:rsidRPr="00380A02" w:rsidRDefault="005F7164" w:rsidP="00CA023C">
    <w:pPr>
      <w:pStyle w:val="a4"/>
      <w:ind w:left="0" w:firstLine="0"/>
      <w:rPr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38ED39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89B67AC8"/>
    <w:lvl w:ilvl="0">
      <w:start w:val="1"/>
      <w:numFmt w:val="none"/>
      <w:pStyle w:val="1"/>
      <w:suff w:val="nothing"/>
      <w:lvlText w:val="1"/>
      <w:lvlJc w:val="left"/>
      <w:pPr>
        <w:ind w:left="720" w:hanging="720"/>
      </w:pPr>
    </w:lvl>
    <w:lvl w:ilvl="1">
      <w:start w:val="1"/>
      <w:numFmt w:val="decimalFullWidth"/>
      <w:suff w:val="nothing"/>
      <w:lvlText w:val="제%2절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pStyle w:val="3"/>
      <w:suff w:val="nothing"/>
      <w:lvlText w:val="제%3항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0000005"/>
    <w:multiLevelType w:val="multilevel"/>
    <w:tmpl w:val="75F83F40"/>
    <w:lvl w:ilvl="0">
      <w:numFmt w:val="none"/>
      <w:lvlText w:val=""/>
      <w:lvlJc w:val="left"/>
      <w:pPr>
        <w:tabs>
          <w:tab w:val="num" w:pos="-360"/>
        </w:tabs>
      </w:pPr>
    </w:lvl>
    <w:lvl w:ilvl="1">
      <w:start w:val="1"/>
      <w:numFmt w:val="decimal"/>
      <w:pStyle w:val="2"/>
      <w:lvlText w:val="%1.%2"/>
      <w:lvlJc w:val="left"/>
      <w:pPr>
        <w:tabs>
          <w:tab w:val="num" w:pos="-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hint="eastAsia"/>
      </w:rPr>
    </w:lvl>
  </w:abstractNum>
  <w:abstractNum w:abstractNumId="3" w15:restartNumberingAfterBreak="0">
    <w:nsid w:val="091A53AE"/>
    <w:multiLevelType w:val="hybridMultilevel"/>
    <w:tmpl w:val="12441C28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4" w15:restartNumberingAfterBreak="0">
    <w:nsid w:val="0CDA3A31"/>
    <w:multiLevelType w:val="hybridMultilevel"/>
    <w:tmpl w:val="5F06D64C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5" w15:restartNumberingAfterBreak="0">
    <w:nsid w:val="0E1D1F6F"/>
    <w:multiLevelType w:val="hybridMultilevel"/>
    <w:tmpl w:val="1BACDFF0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6" w15:restartNumberingAfterBreak="0">
    <w:nsid w:val="0E8C441D"/>
    <w:multiLevelType w:val="hybridMultilevel"/>
    <w:tmpl w:val="68E81A1A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7" w15:restartNumberingAfterBreak="0">
    <w:nsid w:val="142E61B2"/>
    <w:multiLevelType w:val="hybridMultilevel"/>
    <w:tmpl w:val="2A4C1F1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8" w15:restartNumberingAfterBreak="0">
    <w:nsid w:val="1B776672"/>
    <w:multiLevelType w:val="hybridMultilevel"/>
    <w:tmpl w:val="FC9A2F2C"/>
    <w:lvl w:ilvl="0" w:tplc="F59A9788">
      <w:start w:val="1"/>
      <w:numFmt w:val="upperLetter"/>
      <w:lvlText w:val="%1."/>
      <w:lvlJc w:val="left"/>
      <w:pPr>
        <w:ind w:left="1234" w:hanging="401"/>
      </w:pPr>
      <w:rPr>
        <w:rFonts w:ascii="Noto Sans CJK JP Medium" w:eastAsia="Noto Sans CJK JP Medium" w:hAnsi="Noto Sans CJK JP Medium" w:cs="Noto Sans CJK JP Medium" w:hint="default"/>
        <w:w w:val="105"/>
        <w:sz w:val="22"/>
        <w:szCs w:val="22"/>
        <w:lang w:val="en-US" w:eastAsia="en-US" w:bidi="ar-SA"/>
      </w:rPr>
    </w:lvl>
    <w:lvl w:ilvl="1" w:tplc="B9BC155C">
      <w:numFmt w:val="bullet"/>
      <w:lvlText w:val=""/>
      <w:lvlJc w:val="left"/>
      <w:pPr>
        <w:ind w:left="1380" w:hanging="36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ar-SA"/>
      </w:rPr>
    </w:lvl>
    <w:lvl w:ilvl="2" w:tplc="E406631C">
      <w:numFmt w:val="bullet"/>
      <w:lvlText w:val="•"/>
      <w:lvlJc w:val="left"/>
      <w:pPr>
        <w:ind w:left="2322" w:hanging="360"/>
      </w:pPr>
      <w:rPr>
        <w:rFonts w:hint="default"/>
        <w:lang w:val="en-US" w:eastAsia="en-US" w:bidi="ar-SA"/>
      </w:rPr>
    </w:lvl>
    <w:lvl w:ilvl="3" w:tplc="B9CEAB86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4" w:tplc="BCEC4FD6">
      <w:numFmt w:val="bullet"/>
      <w:lvlText w:val="•"/>
      <w:lvlJc w:val="left"/>
      <w:pPr>
        <w:ind w:left="4208" w:hanging="360"/>
      </w:pPr>
      <w:rPr>
        <w:rFonts w:hint="default"/>
        <w:lang w:val="en-US" w:eastAsia="en-US" w:bidi="ar-SA"/>
      </w:rPr>
    </w:lvl>
    <w:lvl w:ilvl="5" w:tplc="5EAAF280">
      <w:numFmt w:val="bullet"/>
      <w:lvlText w:val="•"/>
      <w:lvlJc w:val="left"/>
      <w:pPr>
        <w:ind w:left="5151" w:hanging="360"/>
      </w:pPr>
      <w:rPr>
        <w:rFonts w:hint="default"/>
        <w:lang w:val="en-US" w:eastAsia="en-US" w:bidi="ar-SA"/>
      </w:rPr>
    </w:lvl>
    <w:lvl w:ilvl="6" w:tplc="E2601F82">
      <w:numFmt w:val="bullet"/>
      <w:lvlText w:val="•"/>
      <w:lvlJc w:val="left"/>
      <w:pPr>
        <w:ind w:left="6094" w:hanging="360"/>
      </w:pPr>
      <w:rPr>
        <w:rFonts w:hint="default"/>
        <w:lang w:val="en-US" w:eastAsia="en-US" w:bidi="ar-SA"/>
      </w:rPr>
    </w:lvl>
    <w:lvl w:ilvl="7" w:tplc="2B9456BC">
      <w:numFmt w:val="bullet"/>
      <w:lvlText w:val="•"/>
      <w:lvlJc w:val="left"/>
      <w:pPr>
        <w:ind w:left="7037" w:hanging="360"/>
      </w:pPr>
      <w:rPr>
        <w:rFonts w:hint="default"/>
        <w:lang w:val="en-US" w:eastAsia="en-US" w:bidi="ar-SA"/>
      </w:rPr>
    </w:lvl>
    <w:lvl w:ilvl="8" w:tplc="FF50395A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F356166"/>
    <w:multiLevelType w:val="hybridMultilevel"/>
    <w:tmpl w:val="754A1452"/>
    <w:lvl w:ilvl="0" w:tplc="04090001">
      <w:start w:val="1"/>
      <w:numFmt w:val="bullet"/>
      <w:lvlText w:val=""/>
      <w:lvlJc w:val="left"/>
      <w:pPr>
        <w:ind w:left="164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7" w:hanging="400"/>
      </w:pPr>
      <w:rPr>
        <w:rFonts w:ascii="Wingdings" w:hAnsi="Wingdings" w:hint="default"/>
      </w:rPr>
    </w:lvl>
  </w:abstractNum>
  <w:abstractNum w:abstractNumId="10" w15:restartNumberingAfterBreak="0">
    <w:nsid w:val="25992876"/>
    <w:multiLevelType w:val="hybridMultilevel"/>
    <w:tmpl w:val="C94841C2"/>
    <w:lvl w:ilvl="0" w:tplc="CE32E6F2">
      <w:numFmt w:val="bullet"/>
      <w:lvlText w:val="-"/>
      <w:lvlJc w:val="left"/>
      <w:pPr>
        <w:ind w:left="8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E32E6F2">
      <w:numFmt w:val="bullet"/>
      <w:lvlText w:val="-"/>
      <w:lvlJc w:val="left"/>
      <w:pPr>
        <w:ind w:left="160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E2336C2"/>
    <w:multiLevelType w:val="multilevel"/>
    <w:tmpl w:val="C92C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41424A5"/>
    <w:multiLevelType w:val="hybridMultilevel"/>
    <w:tmpl w:val="32B245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78478A6"/>
    <w:multiLevelType w:val="multilevel"/>
    <w:tmpl w:val="98AA40E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F9156AB"/>
    <w:multiLevelType w:val="hybridMultilevel"/>
    <w:tmpl w:val="BDAAA0EE"/>
    <w:lvl w:ilvl="0" w:tplc="04090001">
      <w:start w:val="1"/>
      <w:numFmt w:val="bullet"/>
      <w:lvlText w:val=""/>
      <w:lvlJc w:val="left"/>
      <w:pPr>
        <w:ind w:left="15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5" w15:restartNumberingAfterBreak="0">
    <w:nsid w:val="464347ED"/>
    <w:multiLevelType w:val="hybridMultilevel"/>
    <w:tmpl w:val="2E14103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6" w15:restartNumberingAfterBreak="0">
    <w:nsid w:val="4D143551"/>
    <w:multiLevelType w:val="hybridMultilevel"/>
    <w:tmpl w:val="48D6AA56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7" w15:restartNumberingAfterBreak="0">
    <w:nsid w:val="4F564F3E"/>
    <w:multiLevelType w:val="hybridMultilevel"/>
    <w:tmpl w:val="846EEBBC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8" w15:restartNumberingAfterBreak="0">
    <w:nsid w:val="50535041"/>
    <w:multiLevelType w:val="hybridMultilevel"/>
    <w:tmpl w:val="13EA710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9" w15:restartNumberingAfterBreak="0">
    <w:nsid w:val="513819C3"/>
    <w:multiLevelType w:val="hybridMultilevel"/>
    <w:tmpl w:val="E506A14E"/>
    <w:lvl w:ilvl="0" w:tplc="CAB40B1A">
      <w:numFmt w:val="bullet"/>
      <w:lvlText w:val="*"/>
      <w:lvlJc w:val="left"/>
      <w:pPr>
        <w:ind w:left="1893" w:hanging="183"/>
      </w:pPr>
      <w:rPr>
        <w:rFonts w:ascii="UKIJ CJK" w:eastAsia="UKIJ CJK" w:hAnsi="UKIJ CJK" w:cs="UKIJ CJK" w:hint="default"/>
        <w:color w:val="FFFFFF"/>
        <w:w w:val="76"/>
        <w:sz w:val="20"/>
        <w:szCs w:val="20"/>
        <w:lang w:val="en-US" w:eastAsia="en-US" w:bidi="ar-SA"/>
      </w:rPr>
    </w:lvl>
    <w:lvl w:ilvl="1" w:tplc="27AC5592">
      <w:numFmt w:val="bullet"/>
      <w:lvlText w:val="•"/>
      <w:lvlJc w:val="left"/>
      <w:pPr>
        <w:ind w:left="2575" w:hanging="183"/>
      </w:pPr>
      <w:rPr>
        <w:rFonts w:hint="default"/>
        <w:lang w:val="en-US" w:eastAsia="en-US" w:bidi="ar-SA"/>
      </w:rPr>
    </w:lvl>
    <w:lvl w:ilvl="2" w:tplc="50D6BA5A">
      <w:numFmt w:val="bullet"/>
      <w:lvlText w:val="•"/>
      <w:lvlJc w:val="left"/>
      <w:pPr>
        <w:ind w:left="3251" w:hanging="183"/>
      </w:pPr>
      <w:rPr>
        <w:rFonts w:hint="default"/>
        <w:lang w:val="en-US" w:eastAsia="en-US" w:bidi="ar-SA"/>
      </w:rPr>
    </w:lvl>
    <w:lvl w:ilvl="3" w:tplc="9EB4ECF8">
      <w:numFmt w:val="bullet"/>
      <w:lvlText w:val="•"/>
      <w:lvlJc w:val="left"/>
      <w:pPr>
        <w:ind w:left="3926" w:hanging="183"/>
      </w:pPr>
      <w:rPr>
        <w:rFonts w:hint="default"/>
        <w:lang w:val="en-US" w:eastAsia="en-US" w:bidi="ar-SA"/>
      </w:rPr>
    </w:lvl>
    <w:lvl w:ilvl="4" w:tplc="9A1235AC">
      <w:numFmt w:val="bullet"/>
      <w:lvlText w:val="•"/>
      <w:lvlJc w:val="left"/>
      <w:pPr>
        <w:ind w:left="4602" w:hanging="183"/>
      </w:pPr>
      <w:rPr>
        <w:rFonts w:hint="default"/>
        <w:lang w:val="en-US" w:eastAsia="en-US" w:bidi="ar-SA"/>
      </w:rPr>
    </w:lvl>
    <w:lvl w:ilvl="5" w:tplc="7D2A2E44">
      <w:numFmt w:val="bullet"/>
      <w:lvlText w:val="•"/>
      <w:lvlJc w:val="left"/>
      <w:pPr>
        <w:ind w:left="5277" w:hanging="183"/>
      </w:pPr>
      <w:rPr>
        <w:rFonts w:hint="default"/>
        <w:lang w:val="en-US" w:eastAsia="en-US" w:bidi="ar-SA"/>
      </w:rPr>
    </w:lvl>
    <w:lvl w:ilvl="6" w:tplc="47CA969E">
      <w:numFmt w:val="bullet"/>
      <w:lvlText w:val="•"/>
      <w:lvlJc w:val="left"/>
      <w:pPr>
        <w:ind w:left="5953" w:hanging="183"/>
      </w:pPr>
      <w:rPr>
        <w:rFonts w:hint="default"/>
        <w:lang w:val="en-US" w:eastAsia="en-US" w:bidi="ar-SA"/>
      </w:rPr>
    </w:lvl>
    <w:lvl w:ilvl="7" w:tplc="9BB8794E">
      <w:numFmt w:val="bullet"/>
      <w:lvlText w:val="•"/>
      <w:lvlJc w:val="left"/>
      <w:pPr>
        <w:ind w:left="6629" w:hanging="183"/>
      </w:pPr>
      <w:rPr>
        <w:rFonts w:hint="default"/>
        <w:lang w:val="en-US" w:eastAsia="en-US" w:bidi="ar-SA"/>
      </w:rPr>
    </w:lvl>
    <w:lvl w:ilvl="8" w:tplc="492EEFA0">
      <w:numFmt w:val="bullet"/>
      <w:lvlText w:val="•"/>
      <w:lvlJc w:val="left"/>
      <w:pPr>
        <w:ind w:left="7304" w:hanging="183"/>
      </w:pPr>
      <w:rPr>
        <w:rFonts w:hint="default"/>
        <w:lang w:val="en-US" w:eastAsia="en-US" w:bidi="ar-SA"/>
      </w:rPr>
    </w:lvl>
  </w:abstractNum>
  <w:abstractNum w:abstractNumId="20" w15:restartNumberingAfterBreak="0">
    <w:nsid w:val="55A55343"/>
    <w:multiLevelType w:val="hybridMultilevel"/>
    <w:tmpl w:val="19A8BF94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1" w15:restartNumberingAfterBreak="0">
    <w:nsid w:val="56A7161D"/>
    <w:multiLevelType w:val="multilevel"/>
    <w:tmpl w:val="6CCA1E5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0" w:hanging="1800"/>
      </w:pPr>
      <w:rPr>
        <w:rFonts w:hint="default"/>
      </w:rPr>
    </w:lvl>
  </w:abstractNum>
  <w:abstractNum w:abstractNumId="22" w15:restartNumberingAfterBreak="0">
    <w:nsid w:val="575223A3"/>
    <w:multiLevelType w:val="hybridMultilevel"/>
    <w:tmpl w:val="C24A11E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A2627BE"/>
    <w:multiLevelType w:val="hybridMultilevel"/>
    <w:tmpl w:val="AFE6AA30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4" w15:restartNumberingAfterBreak="0">
    <w:nsid w:val="5C6C57D2"/>
    <w:multiLevelType w:val="hybridMultilevel"/>
    <w:tmpl w:val="9E884748"/>
    <w:lvl w:ilvl="0" w:tplc="CE32E6F2">
      <w:numFmt w:val="bullet"/>
      <w:lvlText w:val="-"/>
      <w:lvlJc w:val="left"/>
      <w:pPr>
        <w:ind w:left="1520" w:hanging="400"/>
      </w:pPr>
      <w:rPr>
        <w:rFonts w:ascii="Noto Sans CJK JP Medium" w:eastAsia="Noto Sans CJK JP Medium" w:hAnsi="Noto Sans CJK JP Medium" w:cs="Noto Sans CJK JP Medium" w:hint="default"/>
        <w:w w:val="115"/>
        <w:sz w:val="18"/>
        <w:szCs w:val="18"/>
        <w:lang w:val="en-US" w:eastAsia="en-US" w:bidi="ar-S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25" w15:restartNumberingAfterBreak="0">
    <w:nsid w:val="61437FAA"/>
    <w:multiLevelType w:val="hybridMultilevel"/>
    <w:tmpl w:val="15CA609C"/>
    <w:lvl w:ilvl="0" w:tplc="04090001">
      <w:start w:val="1"/>
      <w:numFmt w:val="bullet"/>
      <w:lvlText w:val=""/>
      <w:lvlJc w:val="left"/>
      <w:pPr>
        <w:ind w:left="11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26" w15:restartNumberingAfterBreak="0">
    <w:nsid w:val="6862551F"/>
    <w:multiLevelType w:val="hybridMultilevel"/>
    <w:tmpl w:val="837A6192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27" w15:restartNumberingAfterBreak="0">
    <w:nsid w:val="6D6054CD"/>
    <w:multiLevelType w:val="multilevel"/>
    <w:tmpl w:val="E2DA6CB0"/>
    <w:lvl w:ilvl="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0" w:hanging="1800"/>
      </w:pPr>
      <w:rPr>
        <w:rFonts w:hint="default"/>
      </w:rPr>
    </w:lvl>
  </w:abstractNum>
  <w:num w:numId="1" w16cid:durableId="2120562941">
    <w:abstractNumId w:val="1"/>
  </w:num>
  <w:num w:numId="2" w16cid:durableId="1661301408">
    <w:abstractNumId w:val="2"/>
  </w:num>
  <w:num w:numId="3" w16cid:durableId="2017146487">
    <w:abstractNumId w:val="27"/>
  </w:num>
  <w:num w:numId="4" w16cid:durableId="168954071">
    <w:abstractNumId w:val="21"/>
  </w:num>
  <w:num w:numId="5" w16cid:durableId="834345106">
    <w:abstractNumId w:val="26"/>
  </w:num>
  <w:num w:numId="6" w16cid:durableId="200478439">
    <w:abstractNumId w:val="16"/>
  </w:num>
  <w:num w:numId="7" w16cid:durableId="487327345">
    <w:abstractNumId w:val="17"/>
  </w:num>
  <w:num w:numId="8" w16cid:durableId="13843604">
    <w:abstractNumId w:val="18"/>
  </w:num>
  <w:num w:numId="9" w16cid:durableId="1304584304">
    <w:abstractNumId w:val="20"/>
  </w:num>
  <w:num w:numId="10" w16cid:durableId="711660265">
    <w:abstractNumId w:val="10"/>
  </w:num>
  <w:num w:numId="11" w16cid:durableId="238710539">
    <w:abstractNumId w:val="24"/>
  </w:num>
  <w:num w:numId="12" w16cid:durableId="962998714">
    <w:abstractNumId w:val="4"/>
  </w:num>
  <w:num w:numId="13" w16cid:durableId="1833990019">
    <w:abstractNumId w:val="6"/>
  </w:num>
  <w:num w:numId="14" w16cid:durableId="958023924">
    <w:abstractNumId w:val="5"/>
  </w:num>
  <w:num w:numId="15" w16cid:durableId="1041830663">
    <w:abstractNumId w:val="23"/>
  </w:num>
  <w:num w:numId="16" w16cid:durableId="1868985115">
    <w:abstractNumId w:val="3"/>
  </w:num>
  <w:num w:numId="17" w16cid:durableId="186875582">
    <w:abstractNumId w:val="22"/>
  </w:num>
  <w:num w:numId="18" w16cid:durableId="42992089">
    <w:abstractNumId w:val="12"/>
  </w:num>
  <w:num w:numId="19" w16cid:durableId="491721419">
    <w:abstractNumId w:val="19"/>
  </w:num>
  <w:num w:numId="20" w16cid:durableId="13725191">
    <w:abstractNumId w:val="14"/>
  </w:num>
  <w:num w:numId="21" w16cid:durableId="769393564">
    <w:abstractNumId w:val="9"/>
  </w:num>
  <w:num w:numId="22" w16cid:durableId="585193487">
    <w:abstractNumId w:val="7"/>
  </w:num>
  <w:num w:numId="23" w16cid:durableId="156002719">
    <w:abstractNumId w:val="15"/>
  </w:num>
  <w:num w:numId="24" w16cid:durableId="2031881178">
    <w:abstractNumId w:val="25"/>
  </w:num>
  <w:num w:numId="25" w16cid:durableId="1488745272">
    <w:abstractNumId w:val="8"/>
  </w:num>
  <w:num w:numId="26" w16cid:durableId="576600470">
    <w:abstractNumId w:val="0"/>
  </w:num>
  <w:num w:numId="27" w16cid:durableId="1104113486">
    <w:abstractNumId w:val="11"/>
  </w:num>
  <w:num w:numId="28" w16cid:durableId="1438678233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Formatting/>
  <w:defaultTabStop w:val="720"/>
  <w:defaultTableStyle w:val="a0"/>
  <w:drawingGridHorizontalSpacing w:val="120"/>
  <w:drawingGridVerticalSpacing w:val="120"/>
  <w:doNotUseMarginsForDrawingGridOrigin/>
  <w:noPunctuationKerning/>
  <w:characterSpacingControl w:val="doNotCompress"/>
  <w:doNotDemarcateInvalidXml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paceForUL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CDA"/>
    <w:rsid w:val="00002F6F"/>
    <w:rsid w:val="000046CA"/>
    <w:rsid w:val="00004E4D"/>
    <w:rsid w:val="00006490"/>
    <w:rsid w:val="000065DF"/>
    <w:rsid w:val="00006EAE"/>
    <w:rsid w:val="00006F2E"/>
    <w:rsid w:val="00007634"/>
    <w:rsid w:val="000101FD"/>
    <w:rsid w:val="00010B9C"/>
    <w:rsid w:val="00012429"/>
    <w:rsid w:val="00012A62"/>
    <w:rsid w:val="000134D6"/>
    <w:rsid w:val="00013892"/>
    <w:rsid w:val="0001410C"/>
    <w:rsid w:val="000156BD"/>
    <w:rsid w:val="00015988"/>
    <w:rsid w:val="00015B06"/>
    <w:rsid w:val="00015E95"/>
    <w:rsid w:val="00016905"/>
    <w:rsid w:val="000169F8"/>
    <w:rsid w:val="000176C4"/>
    <w:rsid w:val="00017A48"/>
    <w:rsid w:val="00017A6D"/>
    <w:rsid w:val="00017F27"/>
    <w:rsid w:val="00020759"/>
    <w:rsid w:val="00020981"/>
    <w:rsid w:val="000216DD"/>
    <w:rsid w:val="00021987"/>
    <w:rsid w:val="00022EE7"/>
    <w:rsid w:val="0002331E"/>
    <w:rsid w:val="00023634"/>
    <w:rsid w:val="0002388C"/>
    <w:rsid w:val="000262D6"/>
    <w:rsid w:val="0002706D"/>
    <w:rsid w:val="000275C4"/>
    <w:rsid w:val="00027E50"/>
    <w:rsid w:val="0003132D"/>
    <w:rsid w:val="0003218C"/>
    <w:rsid w:val="000321B8"/>
    <w:rsid w:val="00032244"/>
    <w:rsid w:val="000324BF"/>
    <w:rsid w:val="00032595"/>
    <w:rsid w:val="00032CB5"/>
    <w:rsid w:val="00032D9C"/>
    <w:rsid w:val="000330F6"/>
    <w:rsid w:val="0003383C"/>
    <w:rsid w:val="000346EB"/>
    <w:rsid w:val="00040804"/>
    <w:rsid w:val="00041E7B"/>
    <w:rsid w:val="00043741"/>
    <w:rsid w:val="00043CD9"/>
    <w:rsid w:val="00043EC9"/>
    <w:rsid w:val="00044B40"/>
    <w:rsid w:val="00045963"/>
    <w:rsid w:val="000460A1"/>
    <w:rsid w:val="000461EF"/>
    <w:rsid w:val="00050552"/>
    <w:rsid w:val="000510BD"/>
    <w:rsid w:val="00051E6A"/>
    <w:rsid w:val="000525DB"/>
    <w:rsid w:val="0005299C"/>
    <w:rsid w:val="00052AEC"/>
    <w:rsid w:val="00054AA6"/>
    <w:rsid w:val="000554F2"/>
    <w:rsid w:val="000555DF"/>
    <w:rsid w:val="0005560B"/>
    <w:rsid w:val="00055A3D"/>
    <w:rsid w:val="00055FCA"/>
    <w:rsid w:val="00056E42"/>
    <w:rsid w:val="00057A69"/>
    <w:rsid w:val="00057B3A"/>
    <w:rsid w:val="00057BEF"/>
    <w:rsid w:val="00060E8F"/>
    <w:rsid w:val="00061101"/>
    <w:rsid w:val="0006132E"/>
    <w:rsid w:val="00061707"/>
    <w:rsid w:val="00061A08"/>
    <w:rsid w:val="00061B60"/>
    <w:rsid w:val="00061D7B"/>
    <w:rsid w:val="00062A19"/>
    <w:rsid w:val="00062D79"/>
    <w:rsid w:val="00062E19"/>
    <w:rsid w:val="000638B5"/>
    <w:rsid w:val="0006687F"/>
    <w:rsid w:val="00066F44"/>
    <w:rsid w:val="0007115D"/>
    <w:rsid w:val="000713A2"/>
    <w:rsid w:val="00071565"/>
    <w:rsid w:val="00071FCF"/>
    <w:rsid w:val="0007273B"/>
    <w:rsid w:val="0007352A"/>
    <w:rsid w:val="0007375D"/>
    <w:rsid w:val="00075FEC"/>
    <w:rsid w:val="00080551"/>
    <w:rsid w:val="00081476"/>
    <w:rsid w:val="000816B4"/>
    <w:rsid w:val="00081FEE"/>
    <w:rsid w:val="0008278B"/>
    <w:rsid w:val="000830E6"/>
    <w:rsid w:val="00083545"/>
    <w:rsid w:val="000841AD"/>
    <w:rsid w:val="000848A5"/>
    <w:rsid w:val="00084A60"/>
    <w:rsid w:val="00084B06"/>
    <w:rsid w:val="0008579A"/>
    <w:rsid w:val="0008593B"/>
    <w:rsid w:val="0008594E"/>
    <w:rsid w:val="00085E2A"/>
    <w:rsid w:val="000864C5"/>
    <w:rsid w:val="00086999"/>
    <w:rsid w:val="0008796B"/>
    <w:rsid w:val="00087AA1"/>
    <w:rsid w:val="00087C7C"/>
    <w:rsid w:val="00087CB2"/>
    <w:rsid w:val="00087F7E"/>
    <w:rsid w:val="00091B88"/>
    <w:rsid w:val="00091F5A"/>
    <w:rsid w:val="0009209A"/>
    <w:rsid w:val="0009309D"/>
    <w:rsid w:val="00093218"/>
    <w:rsid w:val="00093415"/>
    <w:rsid w:val="000944A6"/>
    <w:rsid w:val="00096801"/>
    <w:rsid w:val="0009734A"/>
    <w:rsid w:val="0009788F"/>
    <w:rsid w:val="000979FE"/>
    <w:rsid w:val="00097A02"/>
    <w:rsid w:val="00097E37"/>
    <w:rsid w:val="000A0A4F"/>
    <w:rsid w:val="000A26BC"/>
    <w:rsid w:val="000A464E"/>
    <w:rsid w:val="000A5F53"/>
    <w:rsid w:val="000A5FDB"/>
    <w:rsid w:val="000A664F"/>
    <w:rsid w:val="000A6BAB"/>
    <w:rsid w:val="000A6CA7"/>
    <w:rsid w:val="000A6D6F"/>
    <w:rsid w:val="000A722C"/>
    <w:rsid w:val="000A7333"/>
    <w:rsid w:val="000B086A"/>
    <w:rsid w:val="000B1A96"/>
    <w:rsid w:val="000B1C7A"/>
    <w:rsid w:val="000B20BE"/>
    <w:rsid w:val="000B2A1E"/>
    <w:rsid w:val="000B30B7"/>
    <w:rsid w:val="000B3357"/>
    <w:rsid w:val="000B39FD"/>
    <w:rsid w:val="000B3CC2"/>
    <w:rsid w:val="000B4586"/>
    <w:rsid w:val="000B678E"/>
    <w:rsid w:val="000B69B5"/>
    <w:rsid w:val="000B6E10"/>
    <w:rsid w:val="000B704A"/>
    <w:rsid w:val="000B72D3"/>
    <w:rsid w:val="000B7484"/>
    <w:rsid w:val="000B791E"/>
    <w:rsid w:val="000C0685"/>
    <w:rsid w:val="000C08A9"/>
    <w:rsid w:val="000C17A1"/>
    <w:rsid w:val="000C1C59"/>
    <w:rsid w:val="000C21EE"/>
    <w:rsid w:val="000C27AA"/>
    <w:rsid w:val="000C2C03"/>
    <w:rsid w:val="000C330B"/>
    <w:rsid w:val="000C3378"/>
    <w:rsid w:val="000C36C5"/>
    <w:rsid w:val="000C3853"/>
    <w:rsid w:val="000C410E"/>
    <w:rsid w:val="000C45C7"/>
    <w:rsid w:val="000C4602"/>
    <w:rsid w:val="000C469D"/>
    <w:rsid w:val="000C471F"/>
    <w:rsid w:val="000C53AD"/>
    <w:rsid w:val="000C55A1"/>
    <w:rsid w:val="000C5644"/>
    <w:rsid w:val="000C58B0"/>
    <w:rsid w:val="000C65D9"/>
    <w:rsid w:val="000C6A05"/>
    <w:rsid w:val="000C6B18"/>
    <w:rsid w:val="000D0EA4"/>
    <w:rsid w:val="000D2307"/>
    <w:rsid w:val="000D2D1F"/>
    <w:rsid w:val="000D2DBF"/>
    <w:rsid w:val="000D2FF8"/>
    <w:rsid w:val="000D33F0"/>
    <w:rsid w:val="000D40B2"/>
    <w:rsid w:val="000D4F32"/>
    <w:rsid w:val="000D56D0"/>
    <w:rsid w:val="000D5F2C"/>
    <w:rsid w:val="000D6AAA"/>
    <w:rsid w:val="000D7BA0"/>
    <w:rsid w:val="000E228D"/>
    <w:rsid w:val="000E2887"/>
    <w:rsid w:val="000E2FA1"/>
    <w:rsid w:val="000E3167"/>
    <w:rsid w:val="000E4345"/>
    <w:rsid w:val="000E4482"/>
    <w:rsid w:val="000E48B1"/>
    <w:rsid w:val="000E60AD"/>
    <w:rsid w:val="000E6FF7"/>
    <w:rsid w:val="000E7835"/>
    <w:rsid w:val="000E7F6B"/>
    <w:rsid w:val="000F0429"/>
    <w:rsid w:val="000F0483"/>
    <w:rsid w:val="000F1A9E"/>
    <w:rsid w:val="000F2189"/>
    <w:rsid w:val="000F22F5"/>
    <w:rsid w:val="000F318E"/>
    <w:rsid w:val="000F395D"/>
    <w:rsid w:val="000F39CE"/>
    <w:rsid w:val="000F3B7E"/>
    <w:rsid w:val="000F3B97"/>
    <w:rsid w:val="000F497D"/>
    <w:rsid w:val="000F4C72"/>
    <w:rsid w:val="000F6AEB"/>
    <w:rsid w:val="000F7371"/>
    <w:rsid w:val="000F763B"/>
    <w:rsid w:val="000F7690"/>
    <w:rsid w:val="000F7B05"/>
    <w:rsid w:val="0010100B"/>
    <w:rsid w:val="00101408"/>
    <w:rsid w:val="00101D57"/>
    <w:rsid w:val="0010269F"/>
    <w:rsid w:val="00102981"/>
    <w:rsid w:val="0010654A"/>
    <w:rsid w:val="00107144"/>
    <w:rsid w:val="001078AA"/>
    <w:rsid w:val="00107940"/>
    <w:rsid w:val="00110220"/>
    <w:rsid w:val="00111349"/>
    <w:rsid w:val="00111479"/>
    <w:rsid w:val="0011194D"/>
    <w:rsid w:val="00111D75"/>
    <w:rsid w:val="0011214A"/>
    <w:rsid w:val="0011256B"/>
    <w:rsid w:val="00112995"/>
    <w:rsid w:val="001138A0"/>
    <w:rsid w:val="0011495D"/>
    <w:rsid w:val="00115C9B"/>
    <w:rsid w:val="00115EAE"/>
    <w:rsid w:val="001166F4"/>
    <w:rsid w:val="0011720E"/>
    <w:rsid w:val="00120190"/>
    <w:rsid w:val="0012091B"/>
    <w:rsid w:val="00120CC9"/>
    <w:rsid w:val="00120E8D"/>
    <w:rsid w:val="00120FE1"/>
    <w:rsid w:val="001222EE"/>
    <w:rsid w:val="0012333F"/>
    <w:rsid w:val="001233A7"/>
    <w:rsid w:val="001245A4"/>
    <w:rsid w:val="001251CB"/>
    <w:rsid w:val="00125E4F"/>
    <w:rsid w:val="00126478"/>
    <w:rsid w:val="00131231"/>
    <w:rsid w:val="00131EED"/>
    <w:rsid w:val="0013316F"/>
    <w:rsid w:val="001349C9"/>
    <w:rsid w:val="00134FFC"/>
    <w:rsid w:val="00135305"/>
    <w:rsid w:val="001354FC"/>
    <w:rsid w:val="001363DC"/>
    <w:rsid w:val="0013642F"/>
    <w:rsid w:val="00137288"/>
    <w:rsid w:val="00137A67"/>
    <w:rsid w:val="001400CC"/>
    <w:rsid w:val="001405F4"/>
    <w:rsid w:val="00140E92"/>
    <w:rsid w:val="001419D9"/>
    <w:rsid w:val="00142647"/>
    <w:rsid w:val="00142ADF"/>
    <w:rsid w:val="00143096"/>
    <w:rsid w:val="00143195"/>
    <w:rsid w:val="00143A2F"/>
    <w:rsid w:val="0014716A"/>
    <w:rsid w:val="001477C9"/>
    <w:rsid w:val="00147AD4"/>
    <w:rsid w:val="0015139D"/>
    <w:rsid w:val="00151718"/>
    <w:rsid w:val="00151F90"/>
    <w:rsid w:val="00152A9F"/>
    <w:rsid w:val="00153D3B"/>
    <w:rsid w:val="00154E24"/>
    <w:rsid w:val="00156934"/>
    <w:rsid w:val="0015758B"/>
    <w:rsid w:val="00157ACF"/>
    <w:rsid w:val="00157C90"/>
    <w:rsid w:val="0016013A"/>
    <w:rsid w:val="00160A14"/>
    <w:rsid w:val="001618E5"/>
    <w:rsid w:val="00161FE9"/>
    <w:rsid w:val="001622D4"/>
    <w:rsid w:val="00162D16"/>
    <w:rsid w:val="001635D0"/>
    <w:rsid w:val="00165F6F"/>
    <w:rsid w:val="0016751C"/>
    <w:rsid w:val="00167A0D"/>
    <w:rsid w:val="00170120"/>
    <w:rsid w:val="00170774"/>
    <w:rsid w:val="00171125"/>
    <w:rsid w:val="001720E9"/>
    <w:rsid w:val="001725D2"/>
    <w:rsid w:val="00172B81"/>
    <w:rsid w:val="001734E7"/>
    <w:rsid w:val="001738E6"/>
    <w:rsid w:val="001743DE"/>
    <w:rsid w:val="001744A0"/>
    <w:rsid w:val="00174FD9"/>
    <w:rsid w:val="00175988"/>
    <w:rsid w:val="00175CF2"/>
    <w:rsid w:val="001762C5"/>
    <w:rsid w:val="00176475"/>
    <w:rsid w:val="00176674"/>
    <w:rsid w:val="00177DA4"/>
    <w:rsid w:val="00180F32"/>
    <w:rsid w:val="00181B2B"/>
    <w:rsid w:val="00181EE3"/>
    <w:rsid w:val="00183B7E"/>
    <w:rsid w:val="001861D9"/>
    <w:rsid w:val="00186A7C"/>
    <w:rsid w:val="0018702C"/>
    <w:rsid w:val="00190280"/>
    <w:rsid w:val="00190F92"/>
    <w:rsid w:val="00191120"/>
    <w:rsid w:val="0019236C"/>
    <w:rsid w:val="0019331F"/>
    <w:rsid w:val="0019385E"/>
    <w:rsid w:val="00193C39"/>
    <w:rsid w:val="00194A2D"/>
    <w:rsid w:val="00194C8F"/>
    <w:rsid w:val="00194EDD"/>
    <w:rsid w:val="00195397"/>
    <w:rsid w:val="00196DD6"/>
    <w:rsid w:val="001A134F"/>
    <w:rsid w:val="001A223D"/>
    <w:rsid w:val="001A32A9"/>
    <w:rsid w:val="001A3C27"/>
    <w:rsid w:val="001A3C4F"/>
    <w:rsid w:val="001A3EF3"/>
    <w:rsid w:val="001A4780"/>
    <w:rsid w:val="001A4B3F"/>
    <w:rsid w:val="001A550D"/>
    <w:rsid w:val="001A5FC4"/>
    <w:rsid w:val="001B0377"/>
    <w:rsid w:val="001B0658"/>
    <w:rsid w:val="001B113C"/>
    <w:rsid w:val="001B218E"/>
    <w:rsid w:val="001B21AC"/>
    <w:rsid w:val="001B23F9"/>
    <w:rsid w:val="001B29DF"/>
    <w:rsid w:val="001B42B4"/>
    <w:rsid w:val="001B567F"/>
    <w:rsid w:val="001B70A6"/>
    <w:rsid w:val="001B743E"/>
    <w:rsid w:val="001C0CB3"/>
    <w:rsid w:val="001C10F5"/>
    <w:rsid w:val="001C1557"/>
    <w:rsid w:val="001C1E47"/>
    <w:rsid w:val="001C3259"/>
    <w:rsid w:val="001C4A28"/>
    <w:rsid w:val="001C566A"/>
    <w:rsid w:val="001C57FA"/>
    <w:rsid w:val="001C6933"/>
    <w:rsid w:val="001C77CD"/>
    <w:rsid w:val="001D01B4"/>
    <w:rsid w:val="001D1A80"/>
    <w:rsid w:val="001D2571"/>
    <w:rsid w:val="001D34BF"/>
    <w:rsid w:val="001D35E6"/>
    <w:rsid w:val="001D367B"/>
    <w:rsid w:val="001D3A9C"/>
    <w:rsid w:val="001D3C03"/>
    <w:rsid w:val="001D4507"/>
    <w:rsid w:val="001D45FA"/>
    <w:rsid w:val="001D5B37"/>
    <w:rsid w:val="001D65A5"/>
    <w:rsid w:val="001E1645"/>
    <w:rsid w:val="001E30A0"/>
    <w:rsid w:val="001E3F46"/>
    <w:rsid w:val="001E417D"/>
    <w:rsid w:val="001E5264"/>
    <w:rsid w:val="001E5519"/>
    <w:rsid w:val="001E568C"/>
    <w:rsid w:val="001E5E89"/>
    <w:rsid w:val="001E65A0"/>
    <w:rsid w:val="001E68E3"/>
    <w:rsid w:val="001E6A72"/>
    <w:rsid w:val="001E73B6"/>
    <w:rsid w:val="001E7C44"/>
    <w:rsid w:val="001F0331"/>
    <w:rsid w:val="001F20CC"/>
    <w:rsid w:val="001F2403"/>
    <w:rsid w:val="001F2A35"/>
    <w:rsid w:val="001F2CAA"/>
    <w:rsid w:val="001F3129"/>
    <w:rsid w:val="001F3FDA"/>
    <w:rsid w:val="001F432D"/>
    <w:rsid w:val="001F491F"/>
    <w:rsid w:val="001F50B3"/>
    <w:rsid w:val="001F5165"/>
    <w:rsid w:val="001F5857"/>
    <w:rsid w:val="001F77B5"/>
    <w:rsid w:val="001F7A4F"/>
    <w:rsid w:val="001F7E42"/>
    <w:rsid w:val="00200B41"/>
    <w:rsid w:val="00200E3C"/>
    <w:rsid w:val="002017DD"/>
    <w:rsid w:val="002023FF"/>
    <w:rsid w:val="00203111"/>
    <w:rsid w:val="00203C95"/>
    <w:rsid w:val="00205506"/>
    <w:rsid w:val="00205CFD"/>
    <w:rsid w:val="00206E16"/>
    <w:rsid w:val="002072BA"/>
    <w:rsid w:val="00207361"/>
    <w:rsid w:val="00210E6A"/>
    <w:rsid w:val="00210EB0"/>
    <w:rsid w:val="00211120"/>
    <w:rsid w:val="00211900"/>
    <w:rsid w:val="00211C09"/>
    <w:rsid w:val="00212D3E"/>
    <w:rsid w:val="00213392"/>
    <w:rsid w:val="002137AA"/>
    <w:rsid w:val="00213CFD"/>
    <w:rsid w:val="00213D98"/>
    <w:rsid w:val="00214469"/>
    <w:rsid w:val="00214A56"/>
    <w:rsid w:val="00214F39"/>
    <w:rsid w:val="002158AF"/>
    <w:rsid w:val="00215B02"/>
    <w:rsid w:val="00216D4F"/>
    <w:rsid w:val="00216D8E"/>
    <w:rsid w:val="00220A7F"/>
    <w:rsid w:val="002222A1"/>
    <w:rsid w:val="00222600"/>
    <w:rsid w:val="00222E39"/>
    <w:rsid w:val="00223A78"/>
    <w:rsid w:val="00223DAD"/>
    <w:rsid w:val="002249AA"/>
    <w:rsid w:val="00225361"/>
    <w:rsid w:val="00225467"/>
    <w:rsid w:val="0022687F"/>
    <w:rsid w:val="00227121"/>
    <w:rsid w:val="002276B1"/>
    <w:rsid w:val="0023028B"/>
    <w:rsid w:val="0023077E"/>
    <w:rsid w:val="00230859"/>
    <w:rsid w:val="00230DA8"/>
    <w:rsid w:val="00231782"/>
    <w:rsid w:val="00231876"/>
    <w:rsid w:val="0023215B"/>
    <w:rsid w:val="00232A89"/>
    <w:rsid w:val="00232DCA"/>
    <w:rsid w:val="002338DA"/>
    <w:rsid w:val="00233F1D"/>
    <w:rsid w:val="00234D5B"/>
    <w:rsid w:val="00234EAC"/>
    <w:rsid w:val="00235907"/>
    <w:rsid w:val="00235C7B"/>
    <w:rsid w:val="00237444"/>
    <w:rsid w:val="00237660"/>
    <w:rsid w:val="0024126B"/>
    <w:rsid w:val="0024164F"/>
    <w:rsid w:val="00242C81"/>
    <w:rsid w:val="00242EC2"/>
    <w:rsid w:val="00242ED6"/>
    <w:rsid w:val="002450B1"/>
    <w:rsid w:val="00245DCA"/>
    <w:rsid w:val="00246CBE"/>
    <w:rsid w:val="002470DD"/>
    <w:rsid w:val="0025056A"/>
    <w:rsid w:val="002507F0"/>
    <w:rsid w:val="00251E63"/>
    <w:rsid w:val="00253700"/>
    <w:rsid w:val="0025531F"/>
    <w:rsid w:val="0025576A"/>
    <w:rsid w:val="00255922"/>
    <w:rsid w:val="00255FC1"/>
    <w:rsid w:val="0025748C"/>
    <w:rsid w:val="00260654"/>
    <w:rsid w:val="002612F2"/>
    <w:rsid w:val="002614D9"/>
    <w:rsid w:val="002619FD"/>
    <w:rsid w:val="00261C3F"/>
    <w:rsid w:val="00261CFD"/>
    <w:rsid w:val="00262C8D"/>
    <w:rsid w:val="00262CF1"/>
    <w:rsid w:val="002658B6"/>
    <w:rsid w:val="00265A28"/>
    <w:rsid w:val="00265EAC"/>
    <w:rsid w:val="0026689F"/>
    <w:rsid w:val="002673A2"/>
    <w:rsid w:val="00267787"/>
    <w:rsid w:val="00270062"/>
    <w:rsid w:val="00270336"/>
    <w:rsid w:val="0027150E"/>
    <w:rsid w:val="00271775"/>
    <w:rsid w:val="002720E5"/>
    <w:rsid w:val="00272101"/>
    <w:rsid w:val="00273514"/>
    <w:rsid w:val="002743CC"/>
    <w:rsid w:val="0027537E"/>
    <w:rsid w:val="002762DD"/>
    <w:rsid w:val="002768B1"/>
    <w:rsid w:val="002779E0"/>
    <w:rsid w:val="002807D1"/>
    <w:rsid w:val="002813ED"/>
    <w:rsid w:val="00281EDA"/>
    <w:rsid w:val="00283150"/>
    <w:rsid w:val="0028440B"/>
    <w:rsid w:val="00284A3A"/>
    <w:rsid w:val="0028520A"/>
    <w:rsid w:val="00286922"/>
    <w:rsid w:val="00286FC7"/>
    <w:rsid w:val="002870A4"/>
    <w:rsid w:val="00287A15"/>
    <w:rsid w:val="00290147"/>
    <w:rsid w:val="00290331"/>
    <w:rsid w:val="00290EF2"/>
    <w:rsid w:val="002930E0"/>
    <w:rsid w:val="0029374E"/>
    <w:rsid w:val="00293B52"/>
    <w:rsid w:val="00293D12"/>
    <w:rsid w:val="0029411D"/>
    <w:rsid w:val="00296331"/>
    <w:rsid w:val="0029697F"/>
    <w:rsid w:val="002970C9"/>
    <w:rsid w:val="002A02A9"/>
    <w:rsid w:val="002A04C4"/>
    <w:rsid w:val="002A17BC"/>
    <w:rsid w:val="002A1B94"/>
    <w:rsid w:val="002A3042"/>
    <w:rsid w:val="002A3887"/>
    <w:rsid w:val="002A4019"/>
    <w:rsid w:val="002A43F8"/>
    <w:rsid w:val="002A44EF"/>
    <w:rsid w:val="002A44FB"/>
    <w:rsid w:val="002A4A66"/>
    <w:rsid w:val="002A4A94"/>
    <w:rsid w:val="002A5BF4"/>
    <w:rsid w:val="002A5E8E"/>
    <w:rsid w:val="002A5F32"/>
    <w:rsid w:val="002A6AD1"/>
    <w:rsid w:val="002A72E1"/>
    <w:rsid w:val="002A73B4"/>
    <w:rsid w:val="002A7B63"/>
    <w:rsid w:val="002B00CE"/>
    <w:rsid w:val="002B143C"/>
    <w:rsid w:val="002B167D"/>
    <w:rsid w:val="002B1BFE"/>
    <w:rsid w:val="002B2381"/>
    <w:rsid w:val="002B2620"/>
    <w:rsid w:val="002B3452"/>
    <w:rsid w:val="002B3638"/>
    <w:rsid w:val="002B3805"/>
    <w:rsid w:val="002B38B6"/>
    <w:rsid w:val="002B3FFD"/>
    <w:rsid w:val="002B413A"/>
    <w:rsid w:val="002B45C6"/>
    <w:rsid w:val="002B49C2"/>
    <w:rsid w:val="002B53B6"/>
    <w:rsid w:val="002B5550"/>
    <w:rsid w:val="002B625A"/>
    <w:rsid w:val="002B6B50"/>
    <w:rsid w:val="002B7802"/>
    <w:rsid w:val="002B7CC4"/>
    <w:rsid w:val="002C06C7"/>
    <w:rsid w:val="002C0F8D"/>
    <w:rsid w:val="002C1847"/>
    <w:rsid w:val="002C1977"/>
    <w:rsid w:val="002C2033"/>
    <w:rsid w:val="002C2969"/>
    <w:rsid w:val="002C3F2B"/>
    <w:rsid w:val="002C46DE"/>
    <w:rsid w:val="002C5044"/>
    <w:rsid w:val="002C60A0"/>
    <w:rsid w:val="002C617E"/>
    <w:rsid w:val="002C626E"/>
    <w:rsid w:val="002C638A"/>
    <w:rsid w:val="002C64FD"/>
    <w:rsid w:val="002C665F"/>
    <w:rsid w:val="002C6E07"/>
    <w:rsid w:val="002C6E1A"/>
    <w:rsid w:val="002C723E"/>
    <w:rsid w:val="002C7838"/>
    <w:rsid w:val="002C7B05"/>
    <w:rsid w:val="002D0261"/>
    <w:rsid w:val="002D02F9"/>
    <w:rsid w:val="002D074F"/>
    <w:rsid w:val="002D0C0C"/>
    <w:rsid w:val="002D184A"/>
    <w:rsid w:val="002D1D6B"/>
    <w:rsid w:val="002D1ECD"/>
    <w:rsid w:val="002D1F85"/>
    <w:rsid w:val="002D24E8"/>
    <w:rsid w:val="002D30B5"/>
    <w:rsid w:val="002D38CB"/>
    <w:rsid w:val="002D39BA"/>
    <w:rsid w:val="002D3AF0"/>
    <w:rsid w:val="002D3C71"/>
    <w:rsid w:val="002D3FD2"/>
    <w:rsid w:val="002D5999"/>
    <w:rsid w:val="002D60C9"/>
    <w:rsid w:val="002D6846"/>
    <w:rsid w:val="002D7982"/>
    <w:rsid w:val="002D7C7D"/>
    <w:rsid w:val="002E0270"/>
    <w:rsid w:val="002E03A9"/>
    <w:rsid w:val="002E148A"/>
    <w:rsid w:val="002E2A79"/>
    <w:rsid w:val="002E2E99"/>
    <w:rsid w:val="002E308D"/>
    <w:rsid w:val="002E4053"/>
    <w:rsid w:val="002E47CC"/>
    <w:rsid w:val="002E49FE"/>
    <w:rsid w:val="002E4A56"/>
    <w:rsid w:val="002E552E"/>
    <w:rsid w:val="002E5C64"/>
    <w:rsid w:val="002E5D0F"/>
    <w:rsid w:val="002E5EE0"/>
    <w:rsid w:val="002E6CA0"/>
    <w:rsid w:val="002E7195"/>
    <w:rsid w:val="002E7E45"/>
    <w:rsid w:val="002F0EF0"/>
    <w:rsid w:val="002F1B6D"/>
    <w:rsid w:val="002F4329"/>
    <w:rsid w:val="002F45FE"/>
    <w:rsid w:val="002F5647"/>
    <w:rsid w:val="002F707D"/>
    <w:rsid w:val="002F7430"/>
    <w:rsid w:val="002F7C14"/>
    <w:rsid w:val="00301056"/>
    <w:rsid w:val="003016C7"/>
    <w:rsid w:val="00302222"/>
    <w:rsid w:val="00302DCE"/>
    <w:rsid w:val="00303D36"/>
    <w:rsid w:val="0030492C"/>
    <w:rsid w:val="00305B11"/>
    <w:rsid w:val="003068C2"/>
    <w:rsid w:val="00307F39"/>
    <w:rsid w:val="003101B5"/>
    <w:rsid w:val="0031150F"/>
    <w:rsid w:val="00312030"/>
    <w:rsid w:val="0031251E"/>
    <w:rsid w:val="00313A3D"/>
    <w:rsid w:val="00313AA5"/>
    <w:rsid w:val="00314204"/>
    <w:rsid w:val="0031478A"/>
    <w:rsid w:val="00314830"/>
    <w:rsid w:val="003148BA"/>
    <w:rsid w:val="00314CCC"/>
    <w:rsid w:val="00315081"/>
    <w:rsid w:val="00315D20"/>
    <w:rsid w:val="00316DF5"/>
    <w:rsid w:val="0031751D"/>
    <w:rsid w:val="00317724"/>
    <w:rsid w:val="003208B2"/>
    <w:rsid w:val="00320EC6"/>
    <w:rsid w:val="00321232"/>
    <w:rsid w:val="003216FC"/>
    <w:rsid w:val="00321722"/>
    <w:rsid w:val="003221B5"/>
    <w:rsid w:val="003233EE"/>
    <w:rsid w:val="003234DF"/>
    <w:rsid w:val="00323B54"/>
    <w:rsid w:val="00324F8B"/>
    <w:rsid w:val="00325172"/>
    <w:rsid w:val="003255F5"/>
    <w:rsid w:val="00326826"/>
    <w:rsid w:val="00326AA2"/>
    <w:rsid w:val="00326BFA"/>
    <w:rsid w:val="00327184"/>
    <w:rsid w:val="00330AF3"/>
    <w:rsid w:val="00330EF5"/>
    <w:rsid w:val="00332A0E"/>
    <w:rsid w:val="00332F52"/>
    <w:rsid w:val="00333481"/>
    <w:rsid w:val="00333E93"/>
    <w:rsid w:val="0033476C"/>
    <w:rsid w:val="00334B4B"/>
    <w:rsid w:val="00336081"/>
    <w:rsid w:val="00337561"/>
    <w:rsid w:val="003406AD"/>
    <w:rsid w:val="0034141C"/>
    <w:rsid w:val="00342409"/>
    <w:rsid w:val="00343524"/>
    <w:rsid w:val="003436CD"/>
    <w:rsid w:val="00343B21"/>
    <w:rsid w:val="003455A8"/>
    <w:rsid w:val="00345EEE"/>
    <w:rsid w:val="00346081"/>
    <w:rsid w:val="0034615A"/>
    <w:rsid w:val="003462E1"/>
    <w:rsid w:val="00347E2F"/>
    <w:rsid w:val="003504AF"/>
    <w:rsid w:val="0035128D"/>
    <w:rsid w:val="003513A8"/>
    <w:rsid w:val="00351C84"/>
    <w:rsid w:val="00351DFB"/>
    <w:rsid w:val="00351E1C"/>
    <w:rsid w:val="003520C5"/>
    <w:rsid w:val="00352254"/>
    <w:rsid w:val="00352734"/>
    <w:rsid w:val="0035309B"/>
    <w:rsid w:val="00353931"/>
    <w:rsid w:val="00354295"/>
    <w:rsid w:val="00354F4D"/>
    <w:rsid w:val="00354FED"/>
    <w:rsid w:val="00355677"/>
    <w:rsid w:val="00356D0E"/>
    <w:rsid w:val="00356F77"/>
    <w:rsid w:val="003604ED"/>
    <w:rsid w:val="00361B7F"/>
    <w:rsid w:val="00361E03"/>
    <w:rsid w:val="00363145"/>
    <w:rsid w:val="00363186"/>
    <w:rsid w:val="003633A3"/>
    <w:rsid w:val="00363951"/>
    <w:rsid w:val="0036489F"/>
    <w:rsid w:val="00364A1C"/>
    <w:rsid w:val="00364A2D"/>
    <w:rsid w:val="00364BD7"/>
    <w:rsid w:val="003667C9"/>
    <w:rsid w:val="003701E8"/>
    <w:rsid w:val="0037065E"/>
    <w:rsid w:val="003708EC"/>
    <w:rsid w:val="00371183"/>
    <w:rsid w:val="0037156B"/>
    <w:rsid w:val="00372321"/>
    <w:rsid w:val="00372A2E"/>
    <w:rsid w:val="003733B4"/>
    <w:rsid w:val="003739BC"/>
    <w:rsid w:val="00374473"/>
    <w:rsid w:val="0037455C"/>
    <w:rsid w:val="00374EFF"/>
    <w:rsid w:val="003750B6"/>
    <w:rsid w:val="00375354"/>
    <w:rsid w:val="00376BC0"/>
    <w:rsid w:val="003776A1"/>
    <w:rsid w:val="0037783C"/>
    <w:rsid w:val="00380391"/>
    <w:rsid w:val="003807BF"/>
    <w:rsid w:val="00380A02"/>
    <w:rsid w:val="00380B5B"/>
    <w:rsid w:val="003811CD"/>
    <w:rsid w:val="00381BD0"/>
    <w:rsid w:val="00381D1E"/>
    <w:rsid w:val="00382941"/>
    <w:rsid w:val="00382F25"/>
    <w:rsid w:val="003830E6"/>
    <w:rsid w:val="00384298"/>
    <w:rsid w:val="0038544A"/>
    <w:rsid w:val="003854A1"/>
    <w:rsid w:val="00385576"/>
    <w:rsid w:val="00385B4F"/>
    <w:rsid w:val="003873E1"/>
    <w:rsid w:val="00387CAB"/>
    <w:rsid w:val="00387D71"/>
    <w:rsid w:val="00390C14"/>
    <w:rsid w:val="00390C36"/>
    <w:rsid w:val="00390E68"/>
    <w:rsid w:val="00391AA4"/>
    <w:rsid w:val="00391F5B"/>
    <w:rsid w:val="00392089"/>
    <w:rsid w:val="003938F5"/>
    <w:rsid w:val="0039440A"/>
    <w:rsid w:val="0039486C"/>
    <w:rsid w:val="00395A7E"/>
    <w:rsid w:val="00396A8E"/>
    <w:rsid w:val="003972C7"/>
    <w:rsid w:val="00397580"/>
    <w:rsid w:val="00397C5C"/>
    <w:rsid w:val="003A002A"/>
    <w:rsid w:val="003A087D"/>
    <w:rsid w:val="003A21B4"/>
    <w:rsid w:val="003A2D4A"/>
    <w:rsid w:val="003A2FF8"/>
    <w:rsid w:val="003A4B06"/>
    <w:rsid w:val="003A5384"/>
    <w:rsid w:val="003A57DC"/>
    <w:rsid w:val="003A59F3"/>
    <w:rsid w:val="003A5B5B"/>
    <w:rsid w:val="003A5DF3"/>
    <w:rsid w:val="003A6230"/>
    <w:rsid w:val="003A6BFB"/>
    <w:rsid w:val="003A6D71"/>
    <w:rsid w:val="003A7A97"/>
    <w:rsid w:val="003B0E6F"/>
    <w:rsid w:val="003B1502"/>
    <w:rsid w:val="003B2562"/>
    <w:rsid w:val="003B2AC3"/>
    <w:rsid w:val="003B2E27"/>
    <w:rsid w:val="003B458D"/>
    <w:rsid w:val="003B4999"/>
    <w:rsid w:val="003B49E4"/>
    <w:rsid w:val="003B4CCD"/>
    <w:rsid w:val="003B54B4"/>
    <w:rsid w:val="003B579C"/>
    <w:rsid w:val="003B6E31"/>
    <w:rsid w:val="003B7D00"/>
    <w:rsid w:val="003B7D47"/>
    <w:rsid w:val="003B7DE7"/>
    <w:rsid w:val="003C0FA8"/>
    <w:rsid w:val="003C1A8A"/>
    <w:rsid w:val="003C22C5"/>
    <w:rsid w:val="003C2D13"/>
    <w:rsid w:val="003C2FB5"/>
    <w:rsid w:val="003C3395"/>
    <w:rsid w:val="003C33E5"/>
    <w:rsid w:val="003C3728"/>
    <w:rsid w:val="003C391F"/>
    <w:rsid w:val="003C44C9"/>
    <w:rsid w:val="003C4E02"/>
    <w:rsid w:val="003C51A5"/>
    <w:rsid w:val="003C5B10"/>
    <w:rsid w:val="003C5CE4"/>
    <w:rsid w:val="003C66D5"/>
    <w:rsid w:val="003C68CC"/>
    <w:rsid w:val="003C6FA0"/>
    <w:rsid w:val="003C7539"/>
    <w:rsid w:val="003C7987"/>
    <w:rsid w:val="003C799B"/>
    <w:rsid w:val="003D0DBA"/>
    <w:rsid w:val="003D1079"/>
    <w:rsid w:val="003D10CA"/>
    <w:rsid w:val="003D1AF5"/>
    <w:rsid w:val="003D1DB1"/>
    <w:rsid w:val="003D1E2D"/>
    <w:rsid w:val="003D1E41"/>
    <w:rsid w:val="003D23DE"/>
    <w:rsid w:val="003D277F"/>
    <w:rsid w:val="003D27DE"/>
    <w:rsid w:val="003D2B31"/>
    <w:rsid w:val="003D3D21"/>
    <w:rsid w:val="003D408D"/>
    <w:rsid w:val="003D4358"/>
    <w:rsid w:val="003D64AE"/>
    <w:rsid w:val="003D6537"/>
    <w:rsid w:val="003D6CDF"/>
    <w:rsid w:val="003D7119"/>
    <w:rsid w:val="003D7C8B"/>
    <w:rsid w:val="003E151B"/>
    <w:rsid w:val="003E2CD8"/>
    <w:rsid w:val="003E2E9D"/>
    <w:rsid w:val="003E3F7F"/>
    <w:rsid w:val="003E561D"/>
    <w:rsid w:val="003E68F1"/>
    <w:rsid w:val="003E70D6"/>
    <w:rsid w:val="003E76CF"/>
    <w:rsid w:val="003F0799"/>
    <w:rsid w:val="003F0A83"/>
    <w:rsid w:val="003F0F50"/>
    <w:rsid w:val="003F1A9B"/>
    <w:rsid w:val="003F1BE1"/>
    <w:rsid w:val="003F201C"/>
    <w:rsid w:val="003F28D0"/>
    <w:rsid w:val="003F2CC6"/>
    <w:rsid w:val="003F4095"/>
    <w:rsid w:val="003F502E"/>
    <w:rsid w:val="003F5D99"/>
    <w:rsid w:val="003F62DD"/>
    <w:rsid w:val="003F63F5"/>
    <w:rsid w:val="003F6AA1"/>
    <w:rsid w:val="003F6DBA"/>
    <w:rsid w:val="003F7029"/>
    <w:rsid w:val="003F7E82"/>
    <w:rsid w:val="003F7F85"/>
    <w:rsid w:val="00402BED"/>
    <w:rsid w:val="0040339C"/>
    <w:rsid w:val="00403B46"/>
    <w:rsid w:val="00403DFA"/>
    <w:rsid w:val="0040536D"/>
    <w:rsid w:val="00405EE1"/>
    <w:rsid w:val="00406852"/>
    <w:rsid w:val="004072C3"/>
    <w:rsid w:val="00407FB0"/>
    <w:rsid w:val="00410249"/>
    <w:rsid w:val="0041055C"/>
    <w:rsid w:val="004113A1"/>
    <w:rsid w:val="0041158A"/>
    <w:rsid w:val="00411F4B"/>
    <w:rsid w:val="00412554"/>
    <w:rsid w:val="00412DD8"/>
    <w:rsid w:val="00413B18"/>
    <w:rsid w:val="00413D17"/>
    <w:rsid w:val="004143BC"/>
    <w:rsid w:val="00414D90"/>
    <w:rsid w:val="00414DD4"/>
    <w:rsid w:val="0041649F"/>
    <w:rsid w:val="00417521"/>
    <w:rsid w:val="00417698"/>
    <w:rsid w:val="00420708"/>
    <w:rsid w:val="0042093E"/>
    <w:rsid w:val="004209F2"/>
    <w:rsid w:val="00420FE4"/>
    <w:rsid w:val="00422893"/>
    <w:rsid w:val="0042356B"/>
    <w:rsid w:val="00423C6D"/>
    <w:rsid w:val="00426631"/>
    <w:rsid w:val="00427426"/>
    <w:rsid w:val="00427AAA"/>
    <w:rsid w:val="004304CB"/>
    <w:rsid w:val="0043062B"/>
    <w:rsid w:val="0043167A"/>
    <w:rsid w:val="0043207D"/>
    <w:rsid w:val="00432708"/>
    <w:rsid w:val="00432923"/>
    <w:rsid w:val="0043433C"/>
    <w:rsid w:val="004345B5"/>
    <w:rsid w:val="00434E94"/>
    <w:rsid w:val="00435346"/>
    <w:rsid w:val="004354EF"/>
    <w:rsid w:val="004357C2"/>
    <w:rsid w:val="00435DD4"/>
    <w:rsid w:val="00435DDB"/>
    <w:rsid w:val="00436675"/>
    <w:rsid w:val="00436FF1"/>
    <w:rsid w:val="004373F1"/>
    <w:rsid w:val="00441815"/>
    <w:rsid w:val="00442A14"/>
    <w:rsid w:val="00443615"/>
    <w:rsid w:val="00443C42"/>
    <w:rsid w:val="00444257"/>
    <w:rsid w:val="004444A7"/>
    <w:rsid w:val="004462C7"/>
    <w:rsid w:val="00446620"/>
    <w:rsid w:val="00447F03"/>
    <w:rsid w:val="00450188"/>
    <w:rsid w:val="004502DF"/>
    <w:rsid w:val="0045106A"/>
    <w:rsid w:val="0045185F"/>
    <w:rsid w:val="00452A6A"/>
    <w:rsid w:val="0045525E"/>
    <w:rsid w:val="00455382"/>
    <w:rsid w:val="00455750"/>
    <w:rsid w:val="00455FB6"/>
    <w:rsid w:val="004562FA"/>
    <w:rsid w:val="00456315"/>
    <w:rsid w:val="004574EC"/>
    <w:rsid w:val="00457F56"/>
    <w:rsid w:val="00461688"/>
    <w:rsid w:val="00461B6D"/>
    <w:rsid w:val="004620FF"/>
    <w:rsid w:val="0046274A"/>
    <w:rsid w:val="00464533"/>
    <w:rsid w:val="00464BAD"/>
    <w:rsid w:val="00464E4B"/>
    <w:rsid w:val="00465232"/>
    <w:rsid w:val="00467FDF"/>
    <w:rsid w:val="00470F96"/>
    <w:rsid w:val="00472106"/>
    <w:rsid w:val="004731D2"/>
    <w:rsid w:val="004731F3"/>
    <w:rsid w:val="004734F7"/>
    <w:rsid w:val="0047390E"/>
    <w:rsid w:val="00473921"/>
    <w:rsid w:val="00474130"/>
    <w:rsid w:val="00474981"/>
    <w:rsid w:val="0047559F"/>
    <w:rsid w:val="00475AAB"/>
    <w:rsid w:val="00476003"/>
    <w:rsid w:val="0047736A"/>
    <w:rsid w:val="00477CFC"/>
    <w:rsid w:val="00480043"/>
    <w:rsid w:val="004808C0"/>
    <w:rsid w:val="0048179E"/>
    <w:rsid w:val="004821E4"/>
    <w:rsid w:val="0048229D"/>
    <w:rsid w:val="004824C0"/>
    <w:rsid w:val="00482A9A"/>
    <w:rsid w:val="00484551"/>
    <w:rsid w:val="0048471A"/>
    <w:rsid w:val="00485055"/>
    <w:rsid w:val="004861BD"/>
    <w:rsid w:val="004864A0"/>
    <w:rsid w:val="00486539"/>
    <w:rsid w:val="00487366"/>
    <w:rsid w:val="004902DD"/>
    <w:rsid w:val="00490356"/>
    <w:rsid w:val="0049104D"/>
    <w:rsid w:val="004920BD"/>
    <w:rsid w:val="00492ACD"/>
    <w:rsid w:val="00492CDA"/>
    <w:rsid w:val="0049514D"/>
    <w:rsid w:val="004962E0"/>
    <w:rsid w:val="004A2313"/>
    <w:rsid w:val="004A2825"/>
    <w:rsid w:val="004A2BFB"/>
    <w:rsid w:val="004A314B"/>
    <w:rsid w:val="004A34FC"/>
    <w:rsid w:val="004A45EC"/>
    <w:rsid w:val="004A46BA"/>
    <w:rsid w:val="004A4B9E"/>
    <w:rsid w:val="004A5196"/>
    <w:rsid w:val="004A56DC"/>
    <w:rsid w:val="004A5CFA"/>
    <w:rsid w:val="004A696A"/>
    <w:rsid w:val="004A7DDE"/>
    <w:rsid w:val="004B0B63"/>
    <w:rsid w:val="004B0C40"/>
    <w:rsid w:val="004B0D88"/>
    <w:rsid w:val="004B12F5"/>
    <w:rsid w:val="004B1923"/>
    <w:rsid w:val="004B1B38"/>
    <w:rsid w:val="004B2478"/>
    <w:rsid w:val="004B26C8"/>
    <w:rsid w:val="004B2B6B"/>
    <w:rsid w:val="004B3390"/>
    <w:rsid w:val="004B3B53"/>
    <w:rsid w:val="004B4384"/>
    <w:rsid w:val="004B4D02"/>
    <w:rsid w:val="004B5221"/>
    <w:rsid w:val="004B54AD"/>
    <w:rsid w:val="004B5A87"/>
    <w:rsid w:val="004B5B49"/>
    <w:rsid w:val="004B6282"/>
    <w:rsid w:val="004B631C"/>
    <w:rsid w:val="004B6573"/>
    <w:rsid w:val="004B66B6"/>
    <w:rsid w:val="004B7500"/>
    <w:rsid w:val="004B78A6"/>
    <w:rsid w:val="004B7F4B"/>
    <w:rsid w:val="004C16BF"/>
    <w:rsid w:val="004C1BF3"/>
    <w:rsid w:val="004C2358"/>
    <w:rsid w:val="004C400C"/>
    <w:rsid w:val="004C4273"/>
    <w:rsid w:val="004C4F16"/>
    <w:rsid w:val="004C567B"/>
    <w:rsid w:val="004C5964"/>
    <w:rsid w:val="004C6F59"/>
    <w:rsid w:val="004C7339"/>
    <w:rsid w:val="004C7503"/>
    <w:rsid w:val="004C75A2"/>
    <w:rsid w:val="004C7780"/>
    <w:rsid w:val="004D0DF7"/>
    <w:rsid w:val="004D2502"/>
    <w:rsid w:val="004D3C92"/>
    <w:rsid w:val="004D41B6"/>
    <w:rsid w:val="004D48A5"/>
    <w:rsid w:val="004D4D42"/>
    <w:rsid w:val="004D52E8"/>
    <w:rsid w:val="004D58A0"/>
    <w:rsid w:val="004D58B8"/>
    <w:rsid w:val="004D5B17"/>
    <w:rsid w:val="004D5CC3"/>
    <w:rsid w:val="004D60DE"/>
    <w:rsid w:val="004D6F72"/>
    <w:rsid w:val="004E0349"/>
    <w:rsid w:val="004E061C"/>
    <w:rsid w:val="004E065D"/>
    <w:rsid w:val="004E18EC"/>
    <w:rsid w:val="004E251A"/>
    <w:rsid w:val="004E25E7"/>
    <w:rsid w:val="004E3141"/>
    <w:rsid w:val="004E384B"/>
    <w:rsid w:val="004E3B12"/>
    <w:rsid w:val="004E3FA2"/>
    <w:rsid w:val="004E4331"/>
    <w:rsid w:val="004E448B"/>
    <w:rsid w:val="004E4614"/>
    <w:rsid w:val="004E5918"/>
    <w:rsid w:val="004E5D6E"/>
    <w:rsid w:val="004E5E8A"/>
    <w:rsid w:val="004E6B8A"/>
    <w:rsid w:val="004E7ECD"/>
    <w:rsid w:val="004E7FD3"/>
    <w:rsid w:val="004F0478"/>
    <w:rsid w:val="004F06D1"/>
    <w:rsid w:val="004F08C0"/>
    <w:rsid w:val="004F0B12"/>
    <w:rsid w:val="004F149D"/>
    <w:rsid w:val="004F1611"/>
    <w:rsid w:val="004F1BAE"/>
    <w:rsid w:val="004F1D60"/>
    <w:rsid w:val="004F261D"/>
    <w:rsid w:val="004F26C2"/>
    <w:rsid w:val="004F360E"/>
    <w:rsid w:val="004F387D"/>
    <w:rsid w:val="004F3B40"/>
    <w:rsid w:val="004F407A"/>
    <w:rsid w:val="004F4831"/>
    <w:rsid w:val="004F55DA"/>
    <w:rsid w:val="004F56F8"/>
    <w:rsid w:val="004F6C49"/>
    <w:rsid w:val="00500983"/>
    <w:rsid w:val="0050112D"/>
    <w:rsid w:val="00501214"/>
    <w:rsid w:val="0050294F"/>
    <w:rsid w:val="005047CD"/>
    <w:rsid w:val="00506BA7"/>
    <w:rsid w:val="00506BAB"/>
    <w:rsid w:val="00506CA5"/>
    <w:rsid w:val="00507055"/>
    <w:rsid w:val="00507C78"/>
    <w:rsid w:val="00510373"/>
    <w:rsid w:val="00510A59"/>
    <w:rsid w:val="005117BB"/>
    <w:rsid w:val="005119F0"/>
    <w:rsid w:val="0051284C"/>
    <w:rsid w:val="00512E06"/>
    <w:rsid w:val="005131E1"/>
    <w:rsid w:val="00513694"/>
    <w:rsid w:val="005136AE"/>
    <w:rsid w:val="0051372B"/>
    <w:rsid w:val="00513C08"/>
    <w:rsid w:val="00514AB9"/>
    <w:rsid w:val="00514ADA"/>
    <w:rsid w:val="00514B8D"/>
    <w:rsid w:val="00515BD4"/>
    <w:rsid w:val="0051636E"/>
    <w:rsid w:val="0051636F"/>
    <w:rsid w:val="00516985"/>
    <w:rsid w:val="00517955"/>
    <w:rsid w:val="00523D55"/>
    <w:rsid w:val="00523EE4"/>
    <w:rsid w:val="0052419E"/>
    <w:rsid w:val="005248F0"/>
    <w:rsid w:val="00525E8F"/>
    <w:rsid w:val="005268FE"/>
    <w:rsid w:val="005269F8"/>
    <w:rsid w:val="00527235"/>
    <w:rsid w:val="00527706"/>
    <w:rsid w:val="0053056E"/>
    <w:rsid w:val="00530C43"/>
    <w:rsid w:val="005312A7"/>
    <w:rsid w:val="0053149D"/>
    <w:rsid w:val="00531C6C"/>
    <w:rsid w:val="005323CD"/>
    <w:rsid w:val="0053382B"/>
    <w:rsid w:val="00533A38"/>
    <w:rsid w:val="00533B12"/>
    <w:rsid w:val="00533D5F"/>
    <w:rsid w:val="00533D95"/>
    <w:rsid w:val="0053464A"/>
    <w:rsid w:val="00535061"/>
    <w:rsid w:val="00535A72"/>
    <w:rsid w:val="00536EF4"/>
    <w:rsid w:val="00537055"/>
    <w:rsid w:val="0053729E"/>
    <w:rsid w:val="005372E9"/>
    <w:rsid w:val="00537A75"/>
    <w:rsid w:val="00537C48"/>
    <w:rsid w:val="005409CF"/>
    <w:rsid w:val="00540EC0"/>
    <w:rsid w:val="00543710"/>
    <w:rsid w:val="00544B9D"/>
    <w:rsid w:val="00545602"/>
    <w:rsid w:val="00546DCC"/>
    <w:rsid w:val="005500AB"/>
    <w:rsid w:val="00550680"/>
    <w:rsid w:val="00550A17"/>
    <w:rsid w:val="00550C16"/>
    <w:rsid w:val="00550D18"/>
    <w:rsid w:val="00550DA2"/>
    <w:rsid w:val="005523E6"/>
    <w:rsid w:val="0055267A"/>
    <w:rsid w:val="005536EB"/>
    <w:rsid w:val="00553995"/>
    <w:rsid w:val="00554D73"/>
    <w:rsid w:val="005552F4"/>
    <w:rsid w:val="005559DE"/>
    <w:rsid w:val="005570A8"/>
    <w:rsid w:val="00560CA5"/>
    <w:rsid w:val="00561263"/>
    <w:rsid w:val="005624F3"/>
    <w:rsid w:val="00562684"/>
    <w:rsid w:val="00563CB5"/>
    <w:rsid w:val="0056456B"/>
    <w:rsid w:val="005658E2"/>
    <w:rsid w:val="00566BB3"/>
    <w:rsid w:val="00572315"/>
    <w:rsid w:val="00572487"/>
    <w:rsid w:val="0057390A"/>
    <w:rsid w:val="00574A24"/>
    <w:rsid w:val="00574BB9"/>
    <w:rsid w:val="00575689"/>
    <w:rsid w:val="0057587E"/>
    <w:rsid w:val="00576BAA"/>
    <w:rsid w:val="00577C33"/>
    <w:rsid w:val="00580079"/>
    <w:rsid w:val="00580676"/>
    <w:rsid w:val="00580B14"/>
    <w:rsid w:val="00582504"/>
    <w:rsid w:val="0058252A"/>
    <w:rsid w:val="00582BB1"/>
    <w:rsid w:val="00583E3A"/>
    <w:rsid w:val="00583EFB"/>
    <w:rsid w:val="005847D6"/>
    <w:rsid w:val="0058481B"/>
    <w:rsid w:val="0058555D"/>
    <w:rsid w:val="00585DF3"/>
    <w:rsid w:val="00586149"/>
    <w:rsid w:val="0058642C"/>
    <w:rsid w:val="00587583"/>
    <w:rsid w:val="00587741"/>
    <w:rsid w:val="0059020D"/>
    <w:rsid w:val="0059051A"/>
    <w:rsid w:val="00590F66"/>
    <w:rsid w:val="0059105C"/>
    <w:rsid w:val="005920B3"/>
    <w:rsid w:val="00592617"/>
    <w:rsid w:val="005926FD"/>
    <w:rsid w:val="00592AAD"/>
    <w:rsid w:val="00592DAA"/>
    <w:rsid w:val="00593694"/>
    <w:rsid w:val="005938FA"/>
    <w:rsid w:val="00594106"/>
    <w:rsid w:val="00594859"/>
    <w:rsid w:val="00594927"/>
    <w:rsid w:val="005950E0"/>
    <w:rsid w:val="00596600"/>
    <w:rsid w:val="005967BA"/>
    <w:rsid w:val="00597505"/>
    <w:rsid w:val="005A04F5"/>
    <w:rsid w:val="005A061F"/>
    <w:rsid w:val="005A0E0E"/>
    <w:rsid w:val="005A21EE"/>
    <w:rsid w:val="005A2636"/>
    <w:rsid w:val="005A3F99"/>
    <w:rsid w:val="005A49DE"/>
    <w:rsid w:val="005A4B3A"/>
    <w:rsid w:val="005A5824"/>
    <w:rsid w:val="005A628B"/>
    <w:rsid w:val="005A7E52"/>
    <w:rsid w:val="005B00A0"/>
    <w:rsid w:val="005B0658"/>
    <w:rsid w:val="005B0EC4"/>
    <w:rsid w:val="005B12D9"/>
    <w:rsid w:val="005B1309"/>
    <w:rsid w:val="005B2696"/>
    <w:rsid w:val="005B28AD"/>
    <w:rsid w:val="005B3AC1"/>
    <w:rsid w:val="005B409A"/>
    <w:rsid w:val="005B4CD9"/>
    <w:rsid w:val="005B4F76"/>
    <w:rsid w:val="005B581D"/>
    <w:rsid w:val="005B5EF9"/>
    <w:rsid w:val="005B6193"/>
    <w:rsid w:val="005B61FA"/>
    <w:rsid w:val="005B6A9D"/>
    <w:rsid w:val="005B6B48"/>
    <w:rsid w:val="005C1D48"/>
    <w:rsid w:val="005C2348"/>
    <w:rsid w:val="005C276F"/>
    <w:rsid w:val="005C2B20"/>
    <w:rsid w:val="005C2B64"/>
    <w:rsid w:val="005C38EF"/>
    <w:rsid w:val="005C3925"/>
    <w:rsid w:val="005C4481"/>
    <w:rsid w:val="005C51BB"/>
    <w:rsid w:val="005C52A1"/>
    <w:rsid w:val="005C59D9"/>
    <w:rsid w:val="005C60A9"/>
    <w:rsid w:val="005C633E"/>
    <w:rsid w:val="005C683F"/>
    <w:rsid w:val="005C70A9"/>
    <w:rsid w:val="005C7651"/>
    <w:rsid w:val="005D0268"/>
    <w:rsid w:val="005D0377"/>
    <w:rsid w:val="005D03D8"/>
    <w:rsid w:val="005D1330"/>
    <w:rsid w:val="005D1AB5"/>
    <w:rsid w:val="005D2C79"/>
    <w:rsid w:val="005D319D"/>
    <w:rsid w:val="005D33CC"/>
    <w:rsid w:val="005D39D1"/>
    <w:rsid w:val="005D3E34"/>
    <w:rsid w:val="005D52D5"/>
    <w:rsid w:val="005D5EAA"/>
    <w:rsid w:val="005D632B"/>
    <w:rsid w:val="005D6B38"/>
    <w:rsid w:val="005D6D4C"/>
    <w:rsid w:val="005D6E2D"/>
    <w:rsid w:val="005D7546"/>
    <w:rsid w:val="005D7AFE"/>
    <w:rsid w:val="005E03F0"/>
    <w:rsid w:val="005E14C8"/>
    <w:rsid w:val="005E283C"/>
    <w:rsid w:val="005E29E4"/>
    <w:rsid w:val="005E2D5D"/>
    <w:rsid w:val="005E3412"/>
    <w:rsid w:val="005E3D32"/>
    <w:rsid w:val="005E40ED"/>
    <w:rsid w:val="005E429D"/>
    <w:rsid w:val="005E4E96"/>
    <w:rsid w:val="005E7E57"/>
    <w:rsid w:val="005F1E02"/>
    <w:rsid w:val="005F1FA7"/>
    <w:rsid w:val="005F371C"/>
    <w:rsid w:val="005F37CE"/>
    <w:rsid w:val="005F511A"/>
    <w:rsid w:val="005F59EA"/>
    <w:rsid w:val="005F5B35"/>
    <w:rsid w:val="005F5DE9"/>
    <w:rsid w:val="005F5F3F"/>
    <w:rsid w:val="005F5FC6"/>
    <w:rsid w:val="005F7164"/>
    <w:rsid w:val="005F7250"/>
    <w:rsid w:val="005F76E3"/>
    <w:rsid w:val="006013A0"/>
    <w:rsid w:val="00601C53"/>
    <w:rsid w:val="00601DD1"/>
    <w:rsid w:val="00601F6C"/>
    <w:rsid w:val="006023B6"/>
    <w:rsid w:val="00602A2D"/>
    <w:rsid w:val="0060320B"/>
    <w:rsid w:val="00603483"/>
    <w:rsid w:val="00603D20"/>
    <w:rsid w:val="0060443D"/>
    <w:rsid w:val="0060639B"/>
    <w:rsid w:val="006064FA"/>
    <w:rsid w:val="0060704A"/>
    <w:rsid w:val="0060764F"/>
    <w:rsid w:val="00607DDE"/>
    <w:rsid w:val="00610D03"/>
    <w:rsid w:val="00610F22"/>
    <w:rsid w:val="00611761"/>
    <w:rsid w:val="0061184E"/>
    <w:rsid w:val="006129F7"/>
    <w:rsid w:val="00612C8C"/>
    <w:rsid w:val="0061510E"/>
    <w:rsid w:val="0061541C"/>
    <w:rsid w:val="0061573A"/>
    <w:rsid w:val="00615DCC"/>
    <w:rsid w:val="006161DD"/>
    <w:rsid w:val="00616C4B"/>
    <w:rsid w:val="0061721F"/>
    <w:rsid w:val="00617570"/>
    <w:rsid w:val="00617A3B"/>
    <w:rsid w:val="006205EA"/>
    <w:rsid w:val="00621867"/>
    <w:rsid w:val="00621DB5"/>
    <w:rsid w:val="00622657"/>
    <w:rsid w:val="00622C12"/>
    <w:rsid w:val="00625C4B"/>
    <w:rsid w:val="00625E13"/>
    <w:rsid w:val="00627E2C"/>
    <w:rsid w:val="006301F4"/>
    <w:rsid w:val="0063087F"/>
    <w:rsid w:val="0063112D"/>
    <w:rsid w:val="0063187A"/>
    <w:rsid w:val="0063345C"/>
    <w:rsid w:val="006353ED"/>
    <w:rsid w:val="0063599F"/>
    <w:rsid w:val="00635CCF"/>
    <w:rsid w:val="006369E9"/>
    <w:rsid w:val="00637943"/>
    <w:rsid w:val="00637AA5"/>
    <w:rsid w:val="00640812"/>
    <w:rsid w:val="006408EE"/>
    <w:rsid w:val="006409C2"/>
    <w:rsid w:val="00640AB6"/>
    <w:rsid w:val="0064275F"/>
    <w:rsid w:val="006442E3"/>
    <w:rsid w:val="00644F0E"/>
    <w:rsid w:val="0064548C"/>
    <w:rsid w:val="00645544"/>
    <w:rsid w:val="00645B67"/>
    <w:rsid w:val="00645E72"/>
    <w:rsid w:val="00647C82"/>
    <w:rsid w:val="006504E9"/>
    <w:rsid w:val="0065199B"/>
    <w:rsid w:val="00651D37"/>
    <w:rsid w:val="00651FB9"/>
    <w:rsid w:val="00654314"/>
    <w:rsid w:val="006543B0"/>
    <w:rsid w:val="006601DD"/>
    <w:rsid w:val="006602C1"/>
    <w:rsid w:val="006604B9"/>
    <w:rsid w:val="00660FC1"/>
    <w:rsid w:val="0066130F"/>
    <w:rsid w:val="00661814"/>
    <w:rsid w:val="00661CB4"/>
    <w:rsid w:val="00661F0A"/>
    <w:rsid w:val="00663534"/>
    <w:rsid w:val="00663960"/>
    <w:rsid w:val="00663FC2"/>
    <w:rsid w:val="00664AEF"/>
    <w:rsid w:val="006654EF"/>
    <w:rsid w:val="00665A17"/>
    <w:rsid w:val="00665CEC"/>
    <w:rsid w:val="006662A0"/>
    <w:rsid w:val="0066661D"/>
    <w:rsid w:val="00667A9A"/>
    <w:rsid w:val="00667C2F"/>
    <w:rsid w:val="0067019F"/>
    <w:rsid w:val="006711CD"/>
    <w:rsid w:val="00671BDD"/>
    <w:rsid w:val="00671FCD"/>
    <w:rsid w:val="006721AE"/>
    <w:rsid w:val="00673A49"/>
    <w:rsid w:val="00673C82"/>
    <w:rsid w:val="006740BD"/>
    <w:rsid w:val="00674287"/>
    <w:rsid w:val="0067449F"/>
    <w:rsid w:val="006752FF"/>
    <w:rsid w:val="006758A6"/>
    <w:rsid w:val="006775F3"/>
    <w:rsid w:val="00677A39"/>
    <w:rsid w:val="006805A6"/>
    <w:rsid w:val="00680BBF"/>
    <w:rsid w:val="00680F29"/>
    <w:rsid w:val="006812C3"/>
    <w:rsid w:val="00682B07"/>
    <w:rsid w:val="00682C03"/>
    <w:rsid w:val="00682FDB"/>
    <w:rsid w:val="00683CA6"/>
    <w:rsid w:val="0068457C"/>
    <w:rsid w:val="006846AA"/>
    <w:rsid w:val="00684AF5"/>
    <w:rsid w:val="006859F3"/>
    <w:rsid w:val="00686816"/>
    <w:rsid w:val="00686C2E"/>
    <w:rsid w:val="00686FFC"/>
    <w:rsid w:val="006914DD"/>
    <w:rsid w:val="00691DB8"/>
    <w:rsid w:val="0069273E"/>
    <w:rsid w:val="00692A04"/>
    <w:rsid w:val="00692D72"/>
    <w:rsid w:val="00692D76"/>
    <w:rsid w:val="0069403C"/>
    <w:rsid w:val="006940A7"/>
    <w:rsid w:val="0069625A"/>
    <w:rsid w:val="006969A5"/>
    <w:rsid w:val="0069759A"/>
    <w:rsid w:val="00697F73"/>
    <w:rsid w:val="006A0BD9"/>
    <w:rsid w:val="006A161D"/>
    <w:rsid w:val="006A1819"/>
    <w:rsid w:val="006A2AFB"/>
    <w:rsid w:val="006A38E3"/>
    <w:rsid w:val="006A3CCF"/>
    <w:rsid w:val="006A52A1"/>
    <w:rsid w:val="006A5A24"/>
    <w:rsid w:val="006A6E11"/>
    <w:rsid w:val="006A7C1E"/>
    <w:rsid w:val="006B0DE9"/>
    <w:rsid w:val="006B0EAC"/>
    <w:rsid w:val="006B0F98"/>
    <w:rsid w:val="006B15E5"/>
    <w:rsid w:val="006B1A76"/>
    <w:rsid w:val="006B28B7"/>
    <w:rsid w:val="006B4467"/>
    <w:rsid w:val="006B5A4C"/>
    <w:rsid w:val="006B5C96"/>
    <w:rsid w:val="006B6EF2"/>
    <w:rsid w:val="006B73B7"/>
    <w:rsid w:val="006C030C"/>
    <w:rsid w:val="006C0827"/>
    <w:rsid w:val="006C0867"/>
    <w:rsid w:val="006C0C2A"/>
    <w:rsid w:val="006C1D3A"/>
    <w:rsid w:val="006C308B"/>
    <w:rsid w:val="006C4F36"/>
    <w:rsid w:val="006C5273"/>
    <w:rsid w:val="006C5860"/>
    <w:rsid w:val="006C622D"/>
    <w:rsid w:val="006C6627"/>
    <w:rsid w:val="006D0BB5"/>
    <w:rsid w:val="006D18C9"/>
    <w:rsid w:val="006D2B07"/>
    <w:rsid w:val="006D3097"/>
    <w:rsid w:val="006D3381"/>
    <w:rsid w:val="006D3914"/>
    <w:rsid w:val="006D3AA2"/>
    <w:rsid w:val="006D3C6D"/>
    <w:rsid w:val="006D4F0F"/>
    <w:rsid w:val="006D58C6"/>
    <w:rsid w:val="006D75C5"/>
    <w:rsid w:val="006D7DED"/>
    <w:rsid w:val="006E020C"/>
    <w:rsid w:val="006E0DF9"/>
    <w:rsid w:val="006E1F8C"/>
    <w:rsid w:val="006E2025"/>
    <w:rsid w:val="006E2517"/>
    <w:rsid w:val="006E288D"/>
    <w:rsid w:val="006E29AB"/>
    <w:rsid w:val="006E30AB"/>
    <w:rsid w:val="006E39A7"/>
    <w:rsid w:val="006E458C"/>
    <w:rsid w:val="006E4A59"/>
    <w:rsid w:val="006E4ADC"/>
    <w:rsid w:val="006E6D35"/>
    <w:rsid w:val="006E7070"/>
    <w:rsid w:val="006F13F6"/>
    <w:rsid w:val="006F1786"/>
    <w:rsid w:val="006F29BA"/>
    <w:rsid w:val="006F3015"/>
    <w:rsid w:val="006F30CA"/>
    <w:rsid w:val="006F3FE9"/>
    <w:rsid w:val="006F483F"/>
    <w:rsid w:val="006F505A"/>
    <w:rsid w:val="006F51C3"/>
    <w:rsid w:val="006F6271"/>
    <w:rsid w:val="006F6EF0"/>
    <w:rsid w:val="006F6FEC"/>
    <w:rsid w:val="006F704F"/>
    <w:rsid w:val="006F7305"/>
    <w:rsid w:val="007006F4"/>
    <w:rsid w:val="007014A3"/>
    <w:rsid w:val="00701EE6"/>
    <w:rsid w:val="0070286F"/>
    <w:rsid w:val="007036DE"/>
    <w:rsid w:val="00704DEB"/>
    <w:rsid w:val="00705653"/>
    <w:rsid w:val="00705A0E"/>
    <w:rsid w:val="007061B2"/>
    <w:rsid w:val="00706211"/>
    <w:rsid w:val="00706A0D"/>
    <w:rsid w:val="00707728"/>
    <w:rsid w:val="00710437"/>
    <w:rsid w:val="00710C05"/>
    <w:rsid w:val="00710DA7"/>
    <w:rsid w:val="007111D5"/>
    <w:rsid w:val="00711F8F"/>
    <w:rsid w:val="00712768"/>
    <w:rsid w:val="0071305F"/>
    <w:rsid w:val="007131C1"/>
    <w:rsid w:val="00713B91"/>
    <w:rsid w:val="00713F6D"/>
    <w:rsid w:val="00714089"/>
    <w:rsid w:val="007140A2"/>
    <w:rsid w:val="00715C5D"/>
    <w:rsid w:val="00716BBA"/>
    <w:rsid w:val="00720768"/>
    <w:rsid w:val="00721928"/>
    <w:rsid w:val="007238B3"/>
    <w:rsid w:val="00724121"/>
    <w:rsid w:val="007243E6"/>
    <w:rsid w:val="00724545"/>
    <w:rsid w:val="0072459D"/>
    <w:rsid w:val="0072471E"/>
    <w:rsid w:val="00724817"/>
    <w:rsid w:val="007259DA"/>
    <w:rsid w:val="00725AB0"/>
    <w:rsid w:val="00725F89"/>
    <w:rsid w:val="007264D1"/>
    <w:rsid w:val="00726553"/>
    <w:rsid w:val="00727075"/>
    <w:rsid w:val="00727DFF"/>
    <w:rsid w:val="007305CB"/>
    <w:rsid w:val="00730CDB"/>
    <w:rsid w:val="00731894"/>
    <w:rsid w:val="007318F4"/>
    <w:rsid w:val="00731A53"/>
    <w:rsid w:val="0073222F"/>
    <w:rsid w:val="00732B64"/>
    <w:rsid w:val="00734C8D"/>
    <w:rsid w:val="00734CB7"/>
    <w:rsid w:val="00734F52"/>
    <w:rsid w:val="007363E6"/>
    <w:rsid w:val="007364F2"/>
    <w:rsid w:val="00737282"/>
    <w:rsid w:val="00737769"/>
    <w:rsid w:val="0073794B"/>
    <w:rsid w:val="00740C37"/>
    <w:rsid w:val="007413B4"/>
    <w:rsid w:val="0074182E"/>
    <w:rsid w:val="00742F6C"/>
    <w:rsid w:val="007430D6"/>
    <w:rsid w:val="00743119"/>
    <w:rsid w:val="0074369A"/>
    <w:rsid w:val="007437F2"/>
    <w:rsid w:val="00743FD9"/>
    <w:rsid w:val="00744737"/>
    <w:rsid w:val="00744937"/>
    <w:rsid w:val="00744A47"/>
    <w:rsid w:val="00745B87"/>
    <w:rsid w:val="007464F7"/>
    <w:rsid w:val="00746E78"/>
    <w:rsid w:val="0074718A"/>
    <w:rsid w:val="0074729A"/>
    <w:rsid w:val="0074755D"/>
    <w:rsid w:val="00747AAD"/>
    <w:rsid w:val="00747B78"/>
    <w:rsid w:val="00747C3A"/>
    <w:rsid w:val="007501C5"/>
    <w:rsid w:val="00750561"/>
    <w:rsid w:val="007505F7"/>
    <w:rsid w:val="007509DC"/>
    <w:rsid w:val="00750AF3"/>
    <w:rsid w:val="00751ECB"/>
    <w:rsid w:val="007527AB"/>
    <w:rsid w:val="007528B2"/>
    <w:rsid w:val="007548F6"/>
    <w:rsid w:val="00754A5B"/>
    <w:rsid w:val="00754B67"/>
    <w:rsid w:val="00754CF2"/>
    <w:rsid w:val="00754F37"/>
    <w:rsid w:val="00755160"/>
    <w:rsid w:val="007555A4"/>
    <w:rsid w:val="00755A47"/>
    <w:rsid w:val="00755E89"/>
    <w:rsid w:val="007561EE"/>
    <w:rsid w:val="0075752A"/>
    <w:rsid w:val="00760ADA"/>
    <w:rsid w:val="00760CC6"/>
    <w:rsid w:val="0076139E"/>
    <w:rsid w:val="0076194B"/>
    <w:rsid w:val="00761A9F"/>
    <w:rsid w:val="00761CD1"/>
    <w:rsid w:val="00762217"/>
    <w:rsid w:val="00762762"/>
    <w:rsid w:val="00762C8E"/>
    <w:rsid w:val="007649C4"/>
    <w:rsid w:val="00764E78"/>
    <w:rsid w:val="00765D75"/>
    <w:rsid w:val="007667B7"/>
    <w:rsid w:val="0076714D"/>
    <w:rsid w:val="00767592"/>
    <w:rsid w:val="0077046D"/>
    <w:rsid w:val="00770626"/>
    <w:rsid w:val="007707BB"/>
    <w:rsid w:val="00771AD7"/>
    <w:rsid w:val="00771C80"/>
    <w:rsid w:val="00771FE6"/>
    <w:rsid w:val="00772784"/>
    <w:rsid w:val="00773E3D"/>
    <w:rsid w:val="00774403"/>
    <w:rsid w:val="00774725"/>
    <w:rsid w:val="007749CB"/>
    <w:rsid w:val="00775819"/>
    <w:rsid w:val="007762B1"/>
    <w:rsid w:val="00776580"/>
    <w:rsid w:val="00776D79"/>
    <w:rsid w:val="00776F27"/>
    <w:rsid w:val="007770C7"/>
    <w:rsid w:val="007772C0"/>
    <w:rsid w:val="00777C9B"/>
    <w:rsid w:val="0078044A"/>
    <w:rsid w:val="00781FB4"/>
    <w:rsid w:val="00782022"/>
    <w:rsid w:val="007826D5"/>
    <w:rsid w:val="00782B7F"/>
    <w:rsid w:val="00783831"/>
    <w:rsid w:val="00783D5A"/>
    <w:rsid w:val="0078401B"/>
    <w:rsid w:val="00784D22"/>
    <w:rsid w:val="00785446"/>
    <w:rsid w:val="00786CD1"/>
    <w:rsid w:val="00786DCB"/>
    <w:rsid w:val="00786E64"/>
    <w:rsid w:val="007876FB"/>
    <w:rsid w:val="0078786B"/>
    <w:rsid w:val="00787EAF"/>
    <w:rsid w:val="00790D44"/>
    <w:rsid w:val="007910A9"/>
    <w:rsid w:val="00791642"/>
    <w:rsid w:val="007923D9"/>
    <w:rsid w:val="00792C97"/>
    <w:rsid w:val="00792F63"/>
    <w:rsid w:val="00792FED"/>
    <w:rsid w:val="00793285"/>
    <w:rsid w:val="007938F3"/>
    <w:rsid w:val="00793C79"/>
    <w:rsid w:val="00793D8A"/>
    <w:rsid w:val="007940DD"/>
    <w:rsid w:val="00794210"/>
    <w:rsid w:val="0079426C"/>
    <w:rsid w:val="007946F0"/>
    <w:rsid w:val="0079530B"/>
    <w:rsid w:val="007962DC"/>
    <w:rsid w:val="0079651C"/>
    <w:rsid w:val="00796D64"/>
    <w:rsid w:val="0079786A"/>
    <w:rsid w:val="007A05B4"/>
    <w:rsid w:val="007A06E1"/>
    <w:rsid w:val="007A075F"/>
    <w:rsid w:val="007A0A06"/>
    <w:rsid w:val="007A1942"/>
    <w:rsid w:val="007A1A28"/>
    <w:rsid w:val="007A1B4D"/>
    <w:rsid w:val="007A1CD8"/>
    <w:rsid w:val="007A250F"/>
    <w:rsid w:val="007A2827"/>
    <w:rsid w:val="007A2918"/>
    <w:rsid w:val="007A2992"/>
    <w:rsid w:val="007A29AC"/>
    <w:rsid w:val="007A2F33"/>
    <w:rsid w:val="007A3378"/>
    <w:rsid w:val="007A3A09"/>
    <w:rsid w:val="007A48BA"/>
    <w:rsid w:val="007A6C97"/>
    <w:rsid w:val="007B00E1"/>
    <w:rsid w:val="007B049C"/>
    <w:rsid w:val="007B09CC"/>
    <w:rsid w:val="007B1A01"/>
    <w:rsid w:val="007B20D6"/>
    <w:rsid w:val="007B2434"/>
    <w:rsid w:val="007B2CD3"/>
    <w:rsid w:val="007B3B37"/>
    <w:rsid w:val="007B45D0"/>
    <w:rsid w:val="007B4CF5"/>
    <w:rsid w:val="007B545F"/>
    <w:rsid w:val="007B5D5B"/>
    <w:rsid w:val="007B6C34"/>
    <w:rsid w:val="007B756E"/>
    <w:rsid w:val="007B778D"/>
    <w:rsid w:val="007B7EE5"/>
    <w:rsid w:val="007C056C"/>
    <w:rsid w:val="007C0673"/>
    <w:rsid w:val="007C2B83"/>
    <w:rsid w:val="007C3684"/>
    <w:rsid w:val="007C48AB"/>
    <w:rsid w:val="007C4E4E"/>
    <w:rsid w:val="007D0915"/>
    <w:rsid w:val="007D1432"/>
    <w:rsid w:val="007D1F44"/>
    <w:rsid w:val="007D3812"/>
    <w:rsid w:val="007D3934"/>
    <w:rsid w:val="007D3E99"/>
    <w:rsid w:val="007D42CE"/>
    <w:rsid w:val="007D4803"/>
    <w:rsid w:val="007D4B28"/>
    <w:rsid w:val="007D4E6F"/>
    <w:rsid w:val="007D575D"/>
    <w:rsid w:val="007D6E2C"/>
    <w:rsid w:val="007D70CF"/>
    <w:rsid w:val="007D739C"/>
    <w:rsid w:val="007D73B1"/>
    <w:rsid w:val="007D7574"/>
    <w:rsid w:val="007E062A"/>
    <w:rsid w:val="007E0A6A"/>
    <w:rsid w:val="007E1149"/>
    <w:rsid w:val="007E148A"/>
    <w:rsid w:val="007E19B9"/>
    <w:rsid w:val="007E2339"/>
    <w:rsid w:val="007E28E3"/>
    <w:rsid w:val="007E3132"/>
    <w:rsid w:val="007E5C92"/>
    <w:rsid w:val="007E74E5"/>
    <w:rsid w:val="007E7D5A"/>
    <w:rsid w:val="007F0446"/>
    <w:rsid w:val="007F0709"/>
    <w:rsid w:val="007F1437"/>
    <w:rsid w:val="007F23D2"/>
    <w:rsid w:val="007F2653"/>
    <w:rsid w:val="007F2F7E"/>
    <w:rsid w:val="007F3011"/>
    <w:rsid w:val="007F353F"/>
    <w:rsid w:val="007F50A2"/>
    <w:rsid w:val="007F536F"/>
    <w:rsid w:val="007F5F40"/>
    <w:rsid w:val="007F6166"/>
    <w:rsid w:val="007F7D0A"/>
    <w:rsid w:val="0080031A"/>
    <w:rsid w:val="008007D3"/>
    <w:rsid w:val="008015AA"/>
    <w:rsid w:val="00802780"/>
    <w:rsid w:val="00802F7D"/>
    <w:rsid w:val="00803009"/>
    <w:rsid w:val="00803BF1"/>
    <w:rsid w:val="008044A9"/>
    <w:rsid w:val="008049AC"/>
    <w:rsid w:val="008064FC"/>
    <w:rsid w:val="0080672F"/>
    <w:rsid w:val="008070FC"/>
    <w:rsid w:val="0080797F"/>
    <w:rsid w:val="0080798A"/>
    <w:rsid w:val="00807FB4"/>
    <w:rsid w:val="0081033E"/>
    <w:rsid w:val="0081078F"/>
    <w:rsid w:val="00810C0E"/>
    <w:rsid w:val="0081169C"/>
    <w:rsid w:val="00813571"/>
    <w:rsid w:val="00813A8B"/>
    <w:rsid w:val="00814610"/>
    <w:rsid w:val="00814B4E"/>
    <w:rsid w:val="00815309"/>
    <w:rsid w:val="008154EA"/>
    <w:rsid w:val="00815656"/>
    <w:rsid w:val="00816247"/>
    <w:rsid w:val="00817041"/>
    <w:rsid w:val="00817097"/>
    <w:rsid w:val="00817498"/>
    <w:rsid w:val="00820CAB"/>
    <w:rsid w:val="00820DC8"/>
    <w:rsid w:val="00821671"/>
    <w:rsid w:val="00821DE5"/>
    <w:rsid w:val="00821F04"/>
    <w:rsid w:val="008230F3"/>
    <w:rsid w:val="008236FD"/>
    <w:rsid w:val="00823C43"/>
    <w:rsid w:val="00824434"/>
    <w:rsid w:val="00824714"/>
    <w:rsid w:val="00824BDA"/>
    <w:rsid w:val="00824E1C"/>
    <w:rsid w:val="0082542C"/>
    <w:rsid w:val="008255A7"/>
    <w:rsid w:val="00825D51"/>
    <w:rsid w:val="00826A6D"/>
    <w:rsid w:val="0082757B"/>
    <w:rsid w:val="00831A90"/>
    <w:rsid w:val="00831E2E"/>
    <w:rsid w:val="00833E1F"/>
    <w:rsid w:val="0083429C"/>
    <w:rsid w:val="0083531B"/>
    <w:rsid w:val="00836456"/>
    <w:rsid w:val="00836881"/>
    <w:rsid w:val="008370A8"/>
    <w:rsid w:val="00840A1E"/>
    <w:rsid w:val="00840B53"/>
    <w:rsid w:val="00841515"/>
    <w:rsid w:val="008419B3"/>
    <w:rsid w:val="00841B67"/>
    <w:rsid w:val="008426A9"/>
    <w:rsid w:val="0084376E"/>
    <w:rsid w:val="008437A0"/>
    <w:rsid w:val="00845F87"/>
    <w:rsid w:val="00846744"/>
    <w:rsid w:val="00846838"/>
    <w:rsid w:val="00847100"/>
    <w:rsid w:val="00847574"/>
    <w:rsid w:val="00847E31"/>
    <w:rsid w:val="00847FF5"/>
    <w:rsid w:val="0085052C"/>
    <w:rsid w:val="0085068E"/>
    <w:rsid w:val="0085163E"/>
    <w:rsid w:val="00851C97"/>
    <w:rsid w:val="00852A23"/>
    <w:rsid w:val="00855099"/>
    <w:rsid w:val="008551D7"/>
    <w:rsid w:val="00855425"/>
    <w:rsid w:val="00856837"/>
    <w:rsid w:val="0085693B"/>
    <w:rsid w:val="00856E87"/>
    <w:rsid w:val="00857E14"/>
    <w:rsid w:val="00860D90"/>
    <w:rsid w:val="00860F08"/>
    <w:rsid w:val="00861865"/>
    <w:rsid w:val="00861DFA"/>
    <w:rsid w:val="008621A8"/>
    <w:rsid w:val="008626F1"/>
    <w:rsid w:val="00862C91"/>
    <w:rsid w:val="008656AD"/>
    <w:rsid w:val="0086576F"/>
    <w:rsid w:val="00865B3B"/>
    <w:rsid w:val="00866FDF"/>
    <w:rsid w:val="00867775"/>
    <w:rsid w:val="00867F1E"/>
    <w:rsid w:val="00867FF3"/>
    <w:rsid w:val="00870064"/>
    <w:rsid w:val="00870C4A"/>
    <w:rsid w:val="008716B1"/>
    <w:rsid w:val="00872009"/>
    <w:rsid w:val="008723C3"/>
    <w:rsid w:val="00872E26"/>
    <w:rsid w:val="00873332"/>
    <w:rsid w:val="0087340D"/>
    <w:rsid w:val="00873AC1"/>
    <w:rsid w:val="00874E31"/>
    <w:rsid w:val="00874EE9"/>
    <w:rsid w:val="00875205"/>
    <w:rsid w:val="00876E59"/>
    <w:rsid w:val="00876E73"/>
    <w:rsid w:val="00877367"/>
    <w:rsid w:val="00877A43"/>
    <w:rsid w:val="00877D07"/>
    <w:rsid w:val="00880366"/>
    <w:rsid w:val="00880987"/>
    <w:rsid w:val="00881101"/>
    <w:rsid w:val="00882DDA"/>
    <w:rsid w:val="00883477"/>
    <w:rsid w:val="008838F0"/>
    <w:rsid w:val="00883AD5"/>
    <w:rsid w:val="008846D3"/>
    <w:rsid w:val="008848A9"/>
    <w:rsid w:val="00884DDD"/>
    <w:rsid w:val="00885404"/>
    <w:rsid w:val="008854BC"/>
    <w:rsid w:val="00885688"/>
    <w:rsid w:val="00886638"/>
    <w:rsid w:val="00887148"/>
    <w:rsid w:val="00887E9E"/>
    <w:rsid w:val="00890CFC"/>
    <w:rsid w:val="00891294"/>
    <w:rsid w:val="008917EB"/>
    <w:rsid w:val="008918A6"/>
    <w:rsid w:val="00891AB9"/>
    <w:rsid w:val="008921EA"/>
    <w:rsid w:val="00892B83"/>
    <w:rsid w:val="0089441C"/>
    <w:rsid w:val="008952E5"/>
    <w:rsid w:val="0089551F"/>
    <w:rsid w:val="0089554E"/>
    <w:rsid w:val="008964D6"/>
    <w:rsid w:val="008A1766"/>
    <w:rsid w:val="008A35EA"/>
    <w:rsid w:val="008A4121"/>
    <w:rsid w:val="008A49F5"/>
    <w:rsid w:val="008A517F"/>
    <w:rsid w:val="008A6906"/>
    <w:rsid w:val="008A76EA"/>
    <w:rsid w:val="008B1BDC"/>
    <w:rsid w:val="008B26BF"/>
    <w:rsid w:val="008B33BC"/>
    <w:rsid w:val="008B3839"/>
    <w:rsid w:val="008B456B"/>
    <w:rsid w:val="008B4860"/>
    <w:rsid w:val="008B5335"/>
    <w:rsid w:val="008C0FCE"/>
    <w:rsid w:val="008C18D3"/>
    <w:rsid w:val="008C1D06"/>
    <w:rsid w:val="008C41BE"/>
    <w:rsid w:val="008C4340"/>
    <w:rsid w:val="008C4540"/>
    <w:rsid w:val="008C4BAA"/>
    <w:rsid w:val="008C4E53"/>
    <w:rsid w:val="008C580C"/>
    <w:rsid w:val="008C63EB"/>
    <w:rsid w:val="008C6928"/>
    <w:rsid w:val="008D0C55"/>
    <w:rsid w:val="008D1179"/>
    <w:rsid w:val="008D2EAA"/>
    <w:rsid w:val="008D2FAA"/>
    <w:rsid w:val="008D3DDC"/>
    <w:rsid w:val="008D5D33"/>
    <w:rsid w:val="008D6EFA"/>
    <w:rsid w:val="008D7691"/>
    <w:rsid w:val="008D7F20"/>
    <w:rsid w:val="008E01A3"/>
    <w:rsid w:val="008E0957"/>
    <w:rsid w:val="008E1345"/>
    <w:rsid w:val="008E2812"/>
    <w:rsid w:val="008E4084"/>
    <w:rsid w:val="008E4458"/>
    <w:rsid w:val="008E45C1"/>
    <w:rsid w:val="008E489C"/>
    <w:rsid w:val="008E6498"/>
    <w:rsid w:val="008E6889"/>
    <w:rsid w:val="008E6DED"/>
    <w:rsid w:val="008E74DF"/>
    <w:rsid w:val="008E7617"/>
    <w:rsid w:val="008F06FB"/>
    <w:rsid w:val="008F0D03"/>
    <w:rsid w:val="008F140D"/>
    <w:rsid w:val="008F1589"/>
    <w:rsid w:val="008F1898"/>
    <w:rsid w:val="008F1BBF"/>
    <w:rsid w:val="008F210F"/>
    <w:rsid w:val="008F227E"/>
    <w:rsid w:val="008F253F"/>
    <w:rsid w:val="008F2EAC"/>
    <w:rsid w:val="008F30D9"/>
    <w:rsid w:val="008F329D"/>
    <w:rsid w:val="008F3423"/>
    <w:rsid w:val="008F3532"/>
    <w:rsid w:val="008F38B0"/>
    <w:rsid w:val="008F3C2B"/>
    <w:rsid w:val="008F40CE"/>
    <w:rsid w:val="008F47DB"/>
    <w:rsid w:val="008F4983"/>
    <w:rsid w:val="008F5378"/>
    <w:rsid w:val="008F556E"/>
    <w:rsid w:val="008F5883"/>
    <w:rsid w:val="008F716F"/>
    <w:rsid w:val="008F7467"/>
    <w:rsid w:val="008F7D1B"/>
    <w:rsid w:val="00901F52"/>
    <w:rsid w:val="0090215B"/>
    <w:rsid w:val="009022E1"/>
    <w:rsid w:val="00902686"/>
    <w:rsid w:val="00902995"/>
    <w:rsid w:val="00903075"/>
    <w:rsid w:val="00903762"/>
    <w:rsid w:val="00903F7E"/>
    <w:rsid w:val="009042CC"/>
    <w:rsid w:val="00905C77"/>
    <w:rsid w:val="00906A9E"/>
    <w:rsid w:val="00906B0B"/>
    <w:rsid w:val="0090740C"/>
    <w:rsid w:val="0090786D"/>
    <w:rsid w:val="0091120A"/>
    <w:rsid w:val="009126C8"/>
    <w:rsid w:val="00912E4D"/>
    <w:rsid w:val="009130E3"/>
    <w:rsid w:val="00913162"/>
    <w:rsid w:val="00914A6B"/>
    <w:rsid w:val="00914AC5"/>
    <w:rsid w:val="009150F7"/>
    <w:rsid w:val="009156D0"/>
    <w:rsid w:val="00915A73"/>
    <w:rsid w:val="00915D32"/>
    <w:rsid w:val="00916000"/>
    <w:rsid w:val="00916B16"/>
    <w:rsid w:val="00917797"/>
    <w:rsid w:val="00920311"/>
    <w:rsid w:val="009207A4"/>
    <w:rsid w:val="0092089B"/>
    <w:rsid w:val="009218EC"/>
    <w:rsid w:val="00921F0A"/>
    <w:rsid w:val="00922762"/>
    <w:rsid w:val="00922D79"/>
    <w:rsid w:val="00922F5F"/>
    <w:rsid w:val="00923A69"/>
    <w:rsid w:val="00923D41"/>
    <w:rsid w:val="00923EED"/>
    <w:rsid w:val="0092436B"/>
    <w:rsid w:val="009243AC"/>
    <w:rsid w:val="00925916"/>
    <w:rsid w:val="00925A04"/>
    <w:rsid w:val="0092607F"/>
    <w:rsid w:val="00926B19"/>
    <w:rsid w:val="00926C6D"/>
    <w:rsid w:val="00926D79"/>
    <w:rsid w:val="00927797"/>
    <w:rsid w:val="00930B88"/>
    <w:rsid w:val="00930BB6"/>
    <w:rsid w:val="00931A29"/>
    <w:rsid w:val="00932419"/>
    <w:rsid w:val="00932A26"/>
    <w:rsid w:val="00933413"/>
    <w:rsid w:val="00933EE7"/>
    <w:rsid w:val="0093489C"/>
    <w:rsid w:val="009349EE"/>
    <w:rsid w:val="009371CC"/>
    <w:rsid w:val="00937D47"/>
    <w:rsid w:val="0094075C"/>
    <w:rsid w:val="00940F5E"/>
    <w:rsid w:val="0094191F"/>
    <w:rsid w:val="009419ED"/>
    <w:rsid w:val="00941CB1"/>
    <w:rsid w:val="00942306"/>
    <w:rsid w:val="00942708"/>
    <w:rsid w:val="00942E70"/>
    <w:rsid w:val="009449A4"/>
    <w:rsid w:val="00945D9E"/>
    <w:rsid w:val="009475D5"/>
    <w:rsid w:val="00950305"/>
    <w:rsid w:val="00950E48"/>
    <w:rsid w:val="009526E7"/>
    <w:rsid w:val="00952B7D"/>
    <w:rsid w:val="00953662"/>
    <w:rsid w:val="00953B22"/>
    <w:rsid w:val="00953BBB"/>
    <w:rsid w:val="009546BE"/>
    <w:rsid w:val="00954E75"/>
    <w:rsid w:val="00955DA2"/>
    <w:rsid w:val="00955EF2"/>
    <w:rsid w:val="009562E1"/>
    <w:rsid w:val="00956513"/>
    <w:rsid w:val="00956AF3"/>
    <w:rsid w:val="00956C7B"/>
    <w:rsid w:val="00957295"/>
    <w:rsid w:val="009572A0"/>
    <w:rsid w:val="009577F3"/>
    <w:rsid w:val="00960708"/>
    <w:rsid w:val="009610DD"/>
    <w:rsid w:val="009614CA"/>
    <w:rsid w:val="00961508"/>
    <w:rsid w:val="00962A47"/>
    <w:rsid w:val="00962B58"/>
    <w:rsid w:val="00964016"/>
    <w:rsid w:val="00965A81"/>
    <w:rsid w:val="00965CF9"/>
    <w:rsid w:val="0096678E"/>
    <w:rsid w:val="00966973"/>
    <w:rsid w:val="0096749D"/>
    <w:rsid w:val="00970B13"/>
    <w:rsid w:val="00971645"/>
    <w:rsid w:val="00971850"/>
    <w:rsid w:val="00971A15"/>
    <w:rsid w:val="009727B6"/>
    <w:rsid w:val="00972EA0"/>
    <w:rsid w:val="00972EF3"/>
    <w:rsid w:val="00974033"/>
    <w:rsid w:val="00975A2E"/>
    <w:rsid w:val="00976583"/>
    <w:rsid w:val="009771F5"/>
    <w:rsid w:val="00977DF2"/>
    <w:rsid w:val="009800D8"/>
    <w:rsid w:val="00981828"/>
    <w:rsid w:val="00982BEC"/>
    <w:rsid w:val="009832BC"/>
    <w:rsid w:val="009836D9"/>
    <w:rsid w:val="009843BA"/>
    <w:rsid w:val="009843FD"/>
    <w:rsid w:val="009855A6"/>
    <w:rsid w:val="009857C0"/>
    <w:rsid w:val="00985E7F"/>
    <w:rsid w:val="0098627A"/>
    <w:rsid w:val="00986F4A"/>
    <w:rsid w:val="009875AA"/>
    <w:rsid w:val="00987B66"/>
    <w:rsid w:val="00987F36"/>
    <w:rsid w:val="009914D2"/>
    <w:rsid w:val="00991C8D"/>
    <w:rsid w:val="0099289A"/>
    <w:rsid w:val="00993B5D"/>
    <w:rsid w:val="00993EE9"/>
    <w:rsid w:val="00994551"/>
    <w:rsid w:val="00996357"/>
    <w:rsid w:val="009968C6"/>
    <w:rsid w:val="009A0AEF"/>
    <w:rsid w:val="009A1C4C"/>
    <w:rsid w:val="009A3CF0"/>
    <w:rsid w:val="009A5288"/>
    <w:rsid w:val="009A58E3"/>
    <w:rsid w:val="009A610D"/>
    <w:rsid w:val="009A74AF"/>
    <w:rsid w:val="009A7F16"/>
    <w:rsid w:val="009B0148"/>
    <w:rsid w:val="009B225D"/>
    <w:rsid w:val="009B2C8B"/>
    <w:rsid w:val="009B2E38"/>
    <w:rsid w:val="009B2E71"/>
    <w:rsid w:val="009B3C5A"/>
    <w:rsid w:val="009B41AF"/>
    <w:rsid w:val="009B4E5D"/>
    <w:rsid w:val="009B5293"/>
    <w:rsid w:val="009B5BEA"/>
    <w:rsid w:val="009B62AE"/>
    <w:rsid w:val="009B6A24"/>
    <w:rsid w:val="009B738D"/>
    <w:rsid w:val="009C0EBE"/>
    <w:rsid w:val="009C1182"/>
    <w:rsid w:val="009C1217"/>
    <w:rsid w:val="009C19D0"/>
    <w:rsid w:val="009C20F6"/>
    <w:rsid w:val="009C2209"/>
    <w:rsid w:val="009C2651"/>
    <w:rsid w:val="009C2FA2"/>
    <w:rsid w:val="009C334A"/>
    <w:rsid w:val="009C47CA"/>
    <w:rsid w:val="009C5412"/>
    <w:rsid w:val="009C56E0"/>
    <w:rsid w:val="009C61E6"/>
    <w:rsid w:val="009C6454"/>
    <w:rsid w:val="009C6B1A"/>
    <w:rsid w:val="009C7F12"/>
    <w:rsid w:val="009D0EA2"/>
    <w:rsid w:val="009D0EF6"/>
    <w:rsid w:val="009D15EA"/>
    <w:rsid w:val="009D1D23"/>
    <w:rsid w:val="009D29CF"/>
    <w:rsid w:val="009D2CF9"/>
    <w:rsid w:val="009D35AB"/>
    <w:rsid w:val="009D44EA"/>
    <w:rsid w:val="009D785F"/>
    <w:rsid w:val="009E0805"/>
    <w:rsid w:val="009E1190"/>
    <w:rsid w:val="009E1F94"/>
    <w:rsid w:val="009E2593"/>
    <w:rsid w:val="009E31B2"/>
    <w:rsid w:val="009E3258"/>
    <w:rsid w:val="009E34E0"/>
    <w:rsid w:val="009E38B6"/>
    <w:rsid w:val="009E51C0"/>
    <w:rsid w:val="009E534A"/>
    <w:rsid w:val="009E5BAF"/>
    <w:rsid w:val="009E5E82"/>
    <w:rsid w:val="009E6748"/>
    <w:rsid w:val="009E6E9C"/>
    <w:rsid w:val="009F006D"/>
    <w:rsid w:val="009F032D"/>
    <w:rsid w:val="009F0536"/>
    <w:rsid w:val="009F08D1"/>
    <w:rsid w:val="009F161D"/>
    <w:rsid w:val="009F1885"/>
    <w:rsid w:val="009F2AD0"/>
    <w:rsid w:val="009F4AFD"/>
    <w:rsid w:val="009F4E7B"/>
    <w:rsid w:val="009F4EAA"/>
    <w:rsid w:val="009F535D"/>
    <w:rsid w:val="009F5557"/>
    <w:rsid w:val="009F64CE"/>
    <w:rsid w:val="009F6779"/>
    <w:rsid w:val="009F68DB"/>
    <w:rsid w:val="009F78E8"/>
    <w:rsid w:val="009F7994"/>
    <w:rsid w:val="00A00A84"/>
    <w:rsid w:val="00A00DAD"/>
    <w:rsid w:val="00A03BFB"/>
    <w:rsid w:val="00A0406B"/>
    <w:rsid w:val="00A054A1"/>
    <w:rsid w:val="00A055A9"/>
    <w:rsid w:val="00A06AE0"/>
    <w:rsid w:val="00A06F85"/>
    <w:rsid w:val="00A11CE1"/>
    <w:rsid w:val="00A12BFB"/>
    <w:rsid w:val="00A12DB1"/>
    <w:rsid w:val="00A13884"/>
    <w:rsid w:val="00A144E4"/>
    <w:rsid w:val="00A14DDF"/>
    <w:rsid w:val="00A16F41"/>
    <w:rsid w:val="00A2190B"/>
    <w:rsid w:val="00A22410"/>
    <w:rsid w:val="00A22F73"/>
    <w:rsid w:val="00A22F80"/>
    <w:rsid w:val="00A2401B"/>
    <w:rsid w:val="00A24A48"/>
    <w:rsid w:val="00A2717B"/>
    <w:rsid w:val="00A2770F"/>
    <w:rsid w:val="00A3156D"/>
    <w:rsid w:val="00A31931"/>
    <w:rsid w:val="00A31DD7"/>
    <w:rsid w:val="00A32296"/>
    <w:rsid w:val="00A32567"/>
    <w:rsid w:val="00A330F0"/>
    <w:rsid w:val="00A33279"/>
    <w:rsid w:val="00A3352B"/>
    <w:rsid w:val="00A33D6D"/>
    <w:rsid w:val="00A34879"/>
    <w:rsid w:val="00A3574A"/>
    <w:rsid w:val="00A374B6"/>
    <w:rsid w:val="00A37831"/>
    <w:rsid w:val="00A40971"/>
    <w:rsid w:val="00A40C13"/>
    <w:rsid w:val="00A412B8"/>
    <w:rsid w:val="00A423E3"/>
    <w:rsid w:val="00A43511"/>
    <w:rsid w:val="00A43DE3"/>
    <w:rsid w:val="00A446EA"/>
    <w:rsid w:val="00A46E2E"/>
    <w:rsid w:val="00A474F7"/>
    <w:rsid w:val="00A503C3"/>
    <w:rsid w:val="00A5065B"/>
    <w:rsid w:val="00A50891"/>
    <w:rsid w:val="00A511CC"/>
    <w:rsid w:val="00A51552"/>
    <w:rsid w:val="00A51C05"/>
    <w:rsid w:val="00A51E7F"/>
    <w:rsid w:val="00A5347D"/>
    <w:rsid w:val="00A53575"/>
    <w:rsid w:val="00A5363C"/>
    <w:rsid w:val="00A536CE"/>
    <w:rsid w:val="00A53830"/>
    <w:rsid w:val="00A5489A"/>
    <w:rsid w:val="00A548AC"/>
    <w:rsid w:val="00A54AD8"/>
    <w:rsid w:val="00A55102"/>
    <w:rsid w:val="00A5572D"/>
    <w:rsid w:val="00A562B3"/>
    <w:rsid w:val="00A57191"/>
    <w:rsid w:val="00A60344"/>
    <w:rsid w:val="00A61610"/>
    <w:rsid w:val="00A61D02"/>
    <w:rsid w:val="00A63AB1"/>
    <w:rsid w:val="00A63AD0"/>
    <w:rsid w:val="00A649AD"/>
    <w:rsid w:val="00A64AB5"/>
    <w:rsid w:val="00A64C6A"/>
    <w:rsid w:val="00A64C82"/>
    <w:rsid w:val="00A6516C"/>
    <w:rsid w:val="00A655BB"/>
    <w:rsid w:val="00A65A12"/>
    <w:rsid w:val="00A66061"/>
    <w:rsid w:val="00A6644D"/>
    <w:rsid w:val="00A66AD9"/>
    <w:rsid w:val="00A66D2E"/>
    <w:rsid w:val="00A67DAB"/>
    <w:rsid w:val="00A701E4"/>
    <w:rsid w:val="00A7085F"/>
    <w:rsid w:val="00A709AD"/>
    <w:rsid w:val="00A70DA3"/>
    <w:rsid w:val="00A70F62"/>
    <w:rsid w:val="00A71940"/>
    <w:rsid w:val="00A72F2B"/>
    <w:rsid w:val="00A740B9"/>
    <w:rsid w:val="00A74334"/>
    <w:rsid w:val="00A74EFB"/>
    <w:rsid w:val="00A75A48"/>
    <w:rsid w:val="00A76743"/>
    <w:rsid w:val="00A777AD"/>
    <w:rsid w:val="00A777C4"/>
    <w:rsid w:val="00A77A46"/>
    <w:rsid w:val="00A77B2A"/>
    <w:rsid w:val="00A806C9"/>
    <w:rsid w:val="00A80DCA"/>
    <w:rsid w:val="00A842FB"/>
    <w:rsid w:val="00A851C4"/>
    <w:rsid w:val="00A85285"/>
    <w:rsid w:val="00A860C2"/>
    <w:rsid w:val="00A867BC"/>
    <w:rsid w:val="00A873A9"/>
    <w:rsid w:val="00A90C5E"/>
    <w:rsid w:val="00A90E7E"/>
    <w:rsid w:val="00A91F20"/>
    <w:rsid w:val="00A9234B"/>
    <w:rsid w:val="00A92B09"/>
    <w:rsid w:val="00A93707"/>
    <w:rsid w:val="00A946BE"/>
    <w:rsid w:val="00A94A91"/>
    <w:rsid w:val="00A94EB2"/>
    <w:rsid w:val="00A95234"/>
    <w:rsid w:val="00A95666"/>
    <w:rsid w:val="00A9575A"/>
    <w:rsid w:val="00A959A5"/>
    <w:rsid w:val="00A96C85"/>
    <w:rsid w:val="00A97D5F"/>
    <w:rsid w:val="00AA17B4"/>
    <w:rsid w:val="00AA3D20"/>
    <w:rsid w:val="00AA3FAA"/>
    <w:rsid w:val="00AA4028"/>
    <w:rsid w:val="00AA4227"/>
    <w:rsid w:val="00AA4316"/>
    <w:rsid w:val="00AA4400"/>
    <w:rsid w:val="00AA5642"/>
    <w:rsid w:val="00AA6CAD"/>
    <w:rsid w:val="00AA7C5E"/>
    <w:rsid w:val="00AB0C44"/>
    <w:rsid w:val="00AB14D5"/>
    <w:rsid w:val="00AB2ABF"/>
    <w:rsid w:val="00AB5063"/>
    <w:rsid w:val="00AB555C"/>
    <w:rsid w:val="00AB5DD4"/>
    <w:rsid w:val="00AB63D3"/>
    <w:rsid w:val="00AB6489"/>
    <w:rsid w:val="00AC0317"/>
    <w:rsid w:val="00AC0CD0"/>
    <w:rsid w:val="00AC138F"/>
    <w:rsid w:val="00AC1617"/>
    <w:rsid w:val="00AC24C3"/>
    <w:rsid w:val="00AC3A08"/>
    <w:rsid w:val="00AC5BD3"/>
    <w:rsid w:val="00AC60DB"/>
    <w:rsid w:val="00AC7005"/>
    <w:rsid w:val="00AD0E5F"/>
    <w:rsid w:val="00AD110A"/>
    <w:rsid w:val="00AD2360"/>
    <w:rsid w:val="00AD2806"/>
    <w:rsid w:val="00AD38E3"/>
    <w:rsid w:val="00AD4735"/>
    <w:rsid w:val="00AD4FDC"/>
    <w:rsid w:val="00AD563D"/>
    <w:rsid w:val="00AD5C21"/>
    <w:rsid w:val="00AD5D76"/>
    <w:rsid w:val="00AD66F2"/>
    <w:rsid w:val="00AD699B"/>
    <w:rsid w:val="00AD6A47"/>
    <w:rsid w:val="00AD6EB6"/>
    <w:rsid w:val="00AD7C09"/>
    <w:rsid w:val="00AE04BE"/>
    <w:rsid w:val="00AE1987"/>
    <w:rsid w:val="00AE1BCF"/>
    <w:rsid w:val="00AE1C44"/>
    <w:rsid w:val="00AE1F59"/>
    <w:rsid w:val="00AE229E"/>
    <w:rsid w:val="00AE2F3D"/>
    <w:rsid w:val="00AE34AA"/>
    <w:rsid w:val="00AE3E5B"/>
    <w:rsid w:val="00AE4290"/>
    <w:rsid w:val="00AE4428"/>
    <w:rsid w:val="00AE55E9"/>
    <w:rsid w:val="00AE5715"/>
    <w:rsid w:val="00AE623B"/>
    <w:rsid w:val="00AE703F"/>
    <w:rsid w:val="00AE7C3B"/>
    <w:rsid w:val="00AE7E3F"/>
    <w:rsid w:val="00AF1846"/>
    <w:rsid w:val="00AF204F"/>
    <w:rsid w:val="00AF2561"/>
    <w:rsid w:val="00AF2FB2"/>
    <w:rsid w:val="00AF3833"/>
    <w:rsid w:val="00AF4D31"/>
    <w:rsid w:val="00AF4ED6"/>
    <w:rsid w:val="00AF664B"/>
    <w:rsid w:val="00AF7896"/>
    <w:rsid w:val="00AF7D64"/>
    <w:rsid w:val="00B00087"/>
    <w:rsid w:val="00B007E1"/>
    <w:rsid w:val="00B00C71"/>
    <w:rsid w:val="00B014CB"/>
    <w:rsid w:val="00B019A1"/>
    <w:rsid w:val="00B01DBA"/>
    <w:rsid w:val="00B029EA"/>
    <w:rsid w:val="00B03103"/>
    <w:rsid w:val="00B03A36"/>
    <w:rsid w:val="00B04810"/>
    <w:rsid w:val="00B05949"/>
    <w:rsid w:val="00B05B54"/>
    <w:rsid w:val="00B05BD6"/>
    <w:rsid w:val="00B060BC"/>
    <w:rsid w:val="00B06CF6"/>
    <w:rsid w:val="00B0711B"/>
    <w:rsid w:val="00B07AC2"/>
    <w:rsid w:val="00B10177"/>
    <w:rsid w:val="00B114ED"/>
    <w:rsid w:val="00B11D85"/>
    <w:rsid w:val="00B12B82"/>
    <w:rsid w:val="00B13C09"/>
    <w:rsid w:val="00B145E3"/>
    <w:rsid w:val="00B148A5"/>
    <w:rsid w:val="00B14D2E"/>
    <w:rsid w:val="00B15098"/>
    <w:rsid w:val="00B15107"/>
    <w:rsid w:val="00B16A1C"/>
    <w:rsid w:val="00B1758B"/>
    <w:rsid w:val="00B17D22"/>
    <w:rsid w:val="00B2012C"/>
    <w:rsid w:val="00B212F6"/>
    <w:rsid w:val="00B216C4"/>
    <w:rsid w:val="00B2242A"/>
    <w:rsid w:val="00B22BF1"/>
    <w:rsid w:val="00B23307"/>
    <w:rsid w:val="00B24A01"/>
    <w:rsid w:val="00B253F8"/>
    <w:rsid w:val="00B2714D"/>
    <w:rsid w:val="00B27196"/>
    <w:rsid w:val="00B2777C"/>
    <w:rsid w:val="00B2797E"/>
    <w:rsid w:val="00B27CA3"/>
    <w:rsid w:val="00B306CF"/>
    <w:rsid w:val="00B30B77"/>
    <w:rsid w:val="00B31A28"/>
    <w:rsid w:val="00B31CC8"/>
    <w:rsid w:val="00B32037"/>
    <w:rsid w:val="00B320A0"/>
    <w:rsid w:val="00B322B7"/>
    <w:rsid w:val="00B32C52"/>
    <w:rsid w:val="00B34EB2"/>
    <w:rsid w:val="00B35332"/>
    <w:rsid w:val="00B3646F"/>
    <w:rsid w:val="00B366CB"/>
    <w:rsid w:val="00B370B3"/>
    <w:rsid w:val="00B37A74"/>
    <w:rsid w:val="00B4019C"/>
    <w:rsid w:val="00B40237"/>
    <w:rsid w:val="00B40723"/>
    <w:rsid w:val="00B40D29"/>
    <w:rsid w:val="00B422FD"/>
    <w:rsid w:val="00B43535"/>
    <w:rsid w:val="00B445AD"/>
    <w:rsid w:val="00B45814"/>
    <w:rsid w:val="00B45B1B"/>
    <w:rsid w:val="00B45CA8"/>
    <w:rsid w:val="00B45CCC"/>
    <w:rsid w:val="00B474F5"/>
    <w:rsid w:val="00B478C5"/>
    <w:rsid w:val="00B47AD3"/>
    <w:rsid w:val="00B50AD1"/>
    <w:rsid w:val="00B519DA"/>
    <w:rsid w:val="00B51B11"/>
    <w:rsid w:val="00B52A9A"/>
    <w:rsid w:val="00B52B53"/>
    <w:rsid w:val="00B52B6F"/>
    <w:rsid w:val="00B52CAB"/>
    <w:rsid w:val="00B52CD0"/>
    <w:rsid w:val="00B52E7D"/>
    <w:rsid w:val="00B53CE4"/>
    <w:rsid w:val="00B540F8"/>
    <w:rsid w:val="00B54FA1"/>
    <w:rsid w:val="00B55339"/>
    <w:rsid w:val="00B55461"/>
    <w:rsid w:val="00B55C70"/>
    <w:rsid w:val="00B55E0C"/>
    <w:rsid w:val="00B5618C"/>
    <w:rsid w:val="00B56B8A"/>
    <w:rsid w:val="00B57523"/>
    <w:rsid w:val="00B5778D"/>
    <w:rsid w:val="00B57D02"/>
    <w:rsid w:val="00B6068F"/>
    <w:rsid w:val="00B60FC5"/>
    <w:rsid w:val="00B61908"/>
    <w:rsid w:val="00B61C14"/>
    <w:rsid w:val="00B63332"/>
    <w:rsid w:val="00B63D73"/>
    <w:rsid w:val="00B64121"/>
    <w:rsid w:val="00B643BA"/>
    <w:rsid w:val="00B66958"/>
    <w:rsid w:val="00B66961"/>
    <w:rsid w:val="00B703C0"/>
    <w:rsid w:val="00B70D0C"/>
    <w:rsid w:val="00B711FB"/>
    <w:rsid w:val="00B7147B"/>
    <w:rsid w:val="00B71843"/>
    <w:rsid w:val="00B72C19"/>
    <w:rsid w:val="00B73F7C"/>
    <w:rsid w:val="00B74717"/>
    <w:rsid w:val="00B754B8"/>
    <w:rsid w:val="00B754D4"/>
    <w:rsid w:val="00B7567B"/>
    <w:rsid w:val="00B75941"/>
    <w:rsid w:val="00B75F21"/>
    <w:rsid w:val="00B76B26"/>
    <w:rsid w:val="00B77120"/>
    <w:rsid w:val="00B774A1"/>
    <w:rsid w:val="00B80293"/>
    <w:rsid w:val="00B81817"/>
    <w:rsid w:val="00B81CF5"/>
    <w:rsid w:val="00B826D8"/>
    <w:rsid w:val="00B82EC4"/>
    <w:rsid w:val="00B831B4"/>
    <w:rsid w:val="00B83D18"/>
    <w:rsid w:val="00B847F0"/>
    <w:rsid w:val="00B84ADF"/>
    <w:rsid w:val="00B850DE"/>
    <w:rsid w:val="00B85572"/>
    <w:rsid w:val="00B85F0F"/>
    <w:rsid w:val="00B86849"/>
    <w:rsid w:val="00B86E91"/>
    <w:rsid w:val="00B90945"/>
    <w:rsid w:val="00B90FFB"/>
    <w:rsid w:val="00B91F7F"/>
    <w:rsid w:val="00B92160"/>
    <w:rsid w:val="00B9271A"/>
    <w:rsid w:val="00B93958"/>
    <w:rsid w:val="00B943EE"/>
    <w:rsid w:val="00B947C4"/>
    <w:rsid w:val="00B9511C"/>
    <w:rsid w:val="00B95701"/>
    <w:rsid w:val="00B960AD"/>
    <w:rsid w:val="00B963B1"/>
    <w:rsid w:val="00B973B4"/>
    <w:rsid w:val="00B97A52"/>
    <w:rsid w:val="00B97F96"/>
    <w:rsid w:val="00BA0318"/>
    <w:rsid w:val="00BA0C21"/>
    <w:rsid w:val="00BA107D"/>
    <w:rsid w:val="00BA1383"/>
    <w:rsid w:val="00BA145D"/>
    <w:rsid w:val="00BA1AB1"/>
    <w:rsid w:val="00BA2221"/>
    <w:rsid w:val="00BA278E"/>
    <w:rsid w:val="00BA30D1"/>
    <w:rsid w:val="00BA355B"/>
    <w:rsid w:val="00BA4C43"/>
    <w:rsid w:val="00BA52C4"/>
    <w:rsid w:val="00BA5E98"/>
    <w:rsid w:val="00BA60F3"/>
    <w:rsid w:val="00BA797A"/>
    <w:rsid w:val="00BA7E0C"/>
    <w:rsid w:val="00BB1AC4"/>
    <w:rsid w:val="00BB1B55"/>
    <w:rsid w:val="00BB28B5"/>
    <w:rsid w:val="00BB4063"/>
    <w:rsid w:val="00BB45B7"/>
    <w:rsid w:val="00BB4666"/>
    <w:rsid w:val="00BB50F6"/>
    <w:rsid w:val="00BC06B8"/>
    <w:rsid w:val="00BC1127"/>
    <w:rsid w:val="00BC1484"/>
    <w:rsid w:val="00BC14D7"/>
    <w:rsid w:val="00BC2B20"/>
    <w:rsid w:val="00BC32E1"/>
    <w:rsid w:val="00BC47A4"/>
    <w:rsid w:val="00BC57AB"/>
    <w:rsid w:val="00BC598D"/>
    <w:rsid w:val="00BC5FBE"/>
    <w:rsid w:val="00BC655F"/>
    <w:rsid w:val="00BC6B47"/>
    <w:rsid w:val="00BC6D07"/>
    <w:rsid w:val="00BC7BA9"/>
    <w:rsid w:val="00BC7D3A"/>
    <w:rsid w:val="00BC7E70"/>
    <w:rsid w:val="00BD0614"/>
    <w:rsid w:val="00BD0B9A"/>
    <w:rsid w:val="00BD23B0"/>
    <w:rsid w:val="00BD359A"/>
    <w:rsid w:val="00BD3BC6"/>
    <w:rsid w:val="00BD4986"/>
    <w:rsid w:val="00BD4C1C"/>
    <w:rsid w:val="00BD6AD6"/>
    <w:rsid w:val="00BD6CBB"/>
    <w:rsid w:val="00BD6DC5"/>
    <w:rsid w:val="00BE0038"/>
    <w:rsid w:val="00BE00AA"/>
    <w:rsid w:val="00BE01F2"/>
    <w:rsid w:val="00BE0BB7"/>
    <w:rsid w:val="00BE14E3"/>
    <w:rsid w:val="00BE1717"/>
    <w:rsid w:val="00BE1F2D"/>
    <w:rsid w:val="00BE24B1"/>
    <w:rsid w:val="00BE324B"/>
    <w:rsid w:val="00BE35C3"/>
    <w:rsid w:val="00BE383E"/>
    <w:rsid w:val="00BE3A0E"/>
    <w:rsid w:val="00BE3F10"/>
    <w:rsid w:val="00BE497C"/>
    <w:rsid w:val="00BE5A1C"/>
    <w:rsid w:val="00BE5C26"/>
    <w:rsid w:val="00BE666C"/>
    <w:rsid w:val="00BE67AF"/>
    <w:rsid w:val="00BE7391"/>
    <w:rsid w:val="00BF0811"/>
    <w:rsid w:val="00BF0B18"/>
    <w:rsid w:val="00BF0BA1"/>
    <w:rsid w:val="00BF1921"/>
    <w:rsid w:val="00BF227F"/>
    <w:rsid w:val="00BF274B"/>
    <w:rsid w:val="00BF2C5E"/>
    <w:rsid w:val="00BF3972"/>
    <w:rsid w:val="00BF41B6"/>
    <w:rsid w:val="00BF43C2"/>
    <w:rsid w:val="00BF4609"/>
    <w:rsid w:val="00BF4F7B"/>
    <w:rsid w:val="00BF619F"/>
    <w:rsid w:val="00BF63FC"/>
    <w:rsid w:val="00BF660E"/>
    <w:rsid w:val="00BF6627"/>
    <w:rsid w:val="00BF6BA7"/>
    <w:rsid w:val="00BF7ABF"/>
    <w:rsid w:val="00C003C5"/>
    <w:rsid w:val="00C00627"/>
    <w:rsid w:val="00C00828"/>
    <w:rsid w:val="00C014BD"/>
    <w:rsid w:val="00C015C8"/>
    <w:rsid w:val="00C019D4"/>
    <w:rsid w:val="00C02686"/>
    <w:rsid w:val="00C02C6A"/>
    <w:rsid w:val="00C03417"/>
    <w:rsid w:val="00C03938"/>
    <w:rsid w:val="00C03F4C"/>
    <w:rsid w:val="00C046C9"/>
    <w:rsid w:val="00C04832"/>
    <w:rsid w:val="00C054B3"/>
    <w:rsid w:val="00C05953"/>
    <w:rsid w:val="00C05F78"/>
    <w:rsid w:val="00C06505"/>
    <w:rsid w:val="00C06987"/>
    <w:rsid w:val="00C07065"/>
    <w:rsid w:val="00C07A05"/>
    <w:rsid w:val="00C10177"/>
    <w:rsid w:val="00C117AB"/>
    <w:rsid w:val="00C12581"/>
    <w:rsid w:val="00C129D9"/>
    <w:rsid w:val="00C136A8"/>
    <w:rsid w:val="00C13788"/>
    <w:rsid w:val="00C14114"/>
    <w:rsid w:val="00C147A8"/>
    <w:rsid w:val="00C148A3"/>
    <w:rsid w:val="00C1500A"/>
    <w:rsid w:val="00C15342"/>
    <w:rsid w:val="00C16095"/>
    <w:rsid w:val="00C1624E"/>
    <w:rsid w:val="00C16BAA"/>
    <w:rsid w:val="00C172D3"/>
    <w:rsid w:val="00C17740"/>
    <w:rsid w:val="00C17A4E"/>
    <w:rsid w:val="00C17CF9"/>
    <w:rsid w:val="00C20354"/>
    <w:rsid w:val="00C204E4"/>
    <w:rsid w:val="00C22FA1"/>
    <w:rsid w:val="00C24469"/>
    <w:rsid w:val="00C251E9"/>
    <w:rsid w:val="00C25B7F"/>
    <w:rsid w:val="00C26349"/>
    <w:rsid w:val="00C27488"/>
    <w:rsid w:val="00C30298"/>
    <w:rsid w:val="00C30B04"/>
    <w:rsid w:val="00C30BD8"/>
    <w:rsid w:val="00C30DB7"/>
    <w:rsid w:val="00C313CE"/>
    <w:rsid w:val="00C31CCC"/>
    <w:rsid w:val="00C31DB2"/>
    <w:rsid w:val="00C3417D"/>
    <w:rsid w:val="00C345BA"/>
    <w:rsid w:val="00C34943"/>
    <w:rsid w:val="00C34A4C"/>
    <w:rsid w:val="00C34FF3"/>
    <w:rsid w:val="00C356DB"/>
    <w:rsid w:val="00C35936"/>
    <w:rsid w:val="00C37629"/>
    <w:rsid w:val="00C4177A"/>
    <w:rsid w:val="00C41B21"/>
    <w:rsid w:val="00C41D01"/>
    <w:rsid w:val="00C41E48"/>
    <w:rsid w:val="00C42522"/>
    <w:rsid w:val="00C42C56"/>
    <w:rsid w:val="00C4315B"/>
    <w:rsid w:val="00C4323F"/>
    <w:rsid w:val="00C44199"/>
    <w:rsid w:val="00C4470E"/>
    <w:rsid w:val="00C44A2D"/>
    <w:rsid w:val="00C45ACB"/>
    <w:rsid w:val="00C46576"/>
    <w:rsid w:val="00C4687C"/>
    <w:rsid w:val="00C47BBE"/>
    <w:rsid w:val="00C50AE1"/>
    <w:rsid w:val="00C510D1"/>
    <w:rsid w:val="00C52080"/>
    <w:rsid w:val="00C523D0"/>
    <w:rsid w:val="00C534EE"/>
    <w:rsid w:val="00C54C9E"/>
    <w:rsid w:val="00C54D53"/>
    <w:rsid w:val="00C55108"/>
    <w:rsid w:val="00C554D6"/>
    <w:rsid w:val="00C55672"/>
    <w:rsid w:val="00C5578B"/>
    <w:rsid w:val="00C57378"/>
    <w:rsid w:val="00C57658"/>
    <w:rsid w:val="00C57E9E"/>
    <w:rsid w:val="00C61C93"/>
    <w:rsid w:val="00C622A6"/>
    <w:rsid w:val="00C626CE"/>
    <w:rsid w:val="00C629E1"/>
    <w:rsid w:val="00C63582"/>
    <w:rsid w:val="00C645B3"/>
    <w:rsid w:val="00C6463B"/>
    <w:rsid w:val="00C66072"/>
    <w:rsid w:val="00C66842"/>
    <w:rsid w:val="00C67B80"/>
    <w:rsid w:val="00C70D54"/>
    <w:rsid w:val="00C70EAC"/>
    <w:rsid w:val="00C71D81"/>
    <w:rsid w:val="00C72E04"/>
    <w:rsid w:val="00C737E2"/>
    <w:rsid w:val="00C743FF"/>
    <w:rsid w:val="00C74D20"/>
    <w:rsid w:val="00C74FC8"/>
    <w:rsid w:val="00C756B4"/>
    <w:rsid w:val="00C76E5C"/>
    <w:rsid w:val="00C77C40"/>
    <w:rsid w:val="00C80560"/>
    <w:rsid w:val="00C80785"/>
    <w:rsid w:val="00C81A97"/>
    <w:rsid w:val="00C81D01"/>
    <w:rsid w:val="00C821C4"/>
    <w:rsid w:val="00C82785"/>
    <w:rsid w:val="00C8365A"/>
    <w:rsid w:val="00C84473"/>
    <w:rsid w:val="00C84D74"/>
    <w:rsid w:val="00C85C11"/>
    <w:rsid w:val="00C86760"/>
    <w:rsid w:val="00C87B5F"/>
    <w:rsid w:val="00C87FC1"/>
    <w:rsid w:val="00C90F78"/>
    <w:rsid w:val="00C90F7D"/>
    <w:rsid w:val="00C91413"/>
    <w:rsid w:val="00C915FD"/>
    <w:rsid w:val="00C948DF"/>
    <w:rsid w:val="00C951C2"/>
    <w:rsid w:val="00C95558"/>
    <w:rsid w:val="00C955AF"/>
    <w:rsid w:val="00C955F7"/>
    <w:rsid w:val="00C95BE1"/>
    <w:rsid w:val="00C96D5A"/>
    <w:rsid w:val="00C9775D"/>
    <w:rsid w:val="00C97E56"/>
    <w:rsid w:val="00C97E68"/>
    <w:rsid w:val="00CA023C"/>
    <w:rsid w:val="00CA0604"/>
    <w:rsid w:val="00CA0AFF"/>
    <w:rsid w:val="00CA19BE"/>
    <w:rsid w:val="00CA2504"/>
    <w:rsid w:val="00CA2E34"/>
    <w:rsid w:val="00CA2FE6"/>
    <w:rsid w:val="00CA38E7"/>
    <w:rsid w:val="00CA3A84"/>
    <w:rsid w:val="00CA3C8F"/>
    <w:rsid w:val="00CA5258"/>
    <w:rsid w:val="00CA6D40"/>
    <w:rsid w:val="00CB080F"/>
    <w:rsid w:val="00CB090F"/>
    <w:rsid w:val="00CB0BE7"/>
    <w:rsid w:val="00CB0FD3"/>
    <w:rsid w:val="00CB2176"/>
    <w:rsid w:val="00CB2ABC"/>
    <w:rsid w:val="00CB3B50"/>
    <w:rsid w:val="00CB4062"/>
    <w:rsid w:val="00CB4D92"/>
    <w:rsid w:val="00CB5A82"/>
    <w:rsid w:val="00CB6279"/>
    <w:rsid w:val="00CB65EF"/>
    <w:rsid w:val="00CB6993"/>
    <w:rsid w:val="00CB69C0"/>
    <w:rsid w:val="00CB76A7"/>
    <w:rsid w:val="00CB7BD2"/>
    <w:rsid w:val="00CC0BB8"/>
    <w:rsid w:val="00CC0C2B"/>
    <w:rsid w:val="00CC1DC8"/>
    <w:rsid w:val="00CC2256"/>
    <w:rsid w:val="00CC293A"/>
    <w:rsid w:val="00CC2FD2"/>
    <w:rsid w:val="00CC4481"/>
    <w:rsid w:val="00CC5308"/>
    <w:rsid w:val="00CC78C3"/>
    <w:rsid w:val="00CD00B4"/>
    <w:rsid w:val="00CD01AC"/>
    <w:rsid w:val="00CD078F"/>
    <w:rsid w:val="00CD19C1"/>
    <w:rsid w:val="00CD1F49"/>
    <w:rsid w:val="00CD2BFF"/>
    <w:rsid w:val="00CD3202"/>
    <w:rsid w:val="00CD40B3"/>
    <w:rsid w:val="00CD52D5"/>
    <w:rsid w:val="00CD63C4"/>
    <w:rsid w:val="00CD7418"/>
    <w:rsid w:val="00CE02BA"/>
    <w:rsid w:val="00CE03E5"/>
    <w:rsid w:val="00CE08BF"/>
    <w:rsid w:val="00CE1E30"/>
    <w:rsid w:val="00CE2354"/>
    <w:rsid w:val="00CE2DB8"/>
    <w:rsid w:val="00CE3A33"/>
    <w:rsid w:val="00CE50B0"/>
    <w:rsid w:val="00CE5E73"/>
    <w:rsid w:val="00CE6C0C"/>
    <w:rsid w:val="00CE7E60"/>
    <w:rsid w:val="00CF128E"/>
    <w:rsid w:val="00CF1E9E"/>
    <w:rsid w:val="00CF2251"/>
    <w:rsid w:val="00CF41A7"/>
    <w:rsid w:val="00CF556F"/>
    <w:rsid w:val="00CF56A9"/>
    <w:rsid w:val="00CF59C3"/>
    <w:rsid w:val="00CF63B0"/>
    <w:rsid w:val="00CF6F73"/>
    <w:rsid w:val="00CF72D7"/>
    <w:rsid w:val="00D0004E"/>
    <w:rsid w:val="00D006D1"/>
    <w:rsid w:val="00D00F81"/>
    <w:rsid w:val="00D016B4"/>
    <w:rsid w:val="00D01DC4"/>
    <w:rsid w:val="00D025DE"/>
    <w:rsid w:val="00D031C7"/>
    <w:rsid w:val="00D03B85"/>
    <w:rsid w:val="00D04B9E"/>
    <w:rsid w:val="00D04BF9"/>
    <w:rsid w:val="00D052AE"/>
    <w:rsid w:val="00D0595E"/>
    <w:rsid w:val="00D06059"/>
    <w:rsid w:val="00D0665D"/>
    <w:rsid w:val="00D066AF"/>
    <w:rsid w:val="00D06A71"/>
    <w:rsid w:val="00D07C65"/>
    <w:rsid w:val="00D11616"/>
    <w:rsid w:val="00D11794"/>
    <w:rsid w:val="00D12C08"/>
    <w:rsid w:val="00D12D52"/>
    <w:rsid w:val="00D12E8B"/>
    <w:rsid w:val="00D138D5"/>
    <w:rsid w:val="00D13F21"/>
    <w:rsid w:val="00D142F7"/>
    <w:rsid w:val="00D14EB6"/>
    <w:rsid w:val="00D15593"/>
    <w:rsid w:val="00D15968"/>
    <w:rsid w:val="00D22F73"/>
    <w:rsid w:val="00D24B42"/>
    <w:rsid w:val="00D2531A"/>
    <w:rsid w:val="00D25805"/>
    <w:rsid w:val="00D258B3"/>
    <w:rsid w:val="00D25B86"/>
    <w:rsid w:val="00D25DB9"/>
    <w:rsid w:val="00D26607"/>
    <w:rsid w:val="00D26619"/>
    <w:rsid w:val="00D27766"/>
    <w:rsid w:val="00D277A1"/>
    <w:rsid w:val="00D2796E"/>
    <w:rsid w:val="00D30210"/>
    <w:rsid w:val="00D302D3"/>
    <w:rsid w:val="00D3049F"/>
    <w:rsid w:val="00D310BC"/>
    <w:rsid w:val="00D31915"/>
    <w:rsid w:val="00D32FC7"/>
    <w:rsid w:val="00D335CE"/>
    <w:rsid w:val="00D33C5D"/>
    <w:rsid w:val="00D33EB6"/>
    <w:rsid w:val="00D34850"/>
    <w:rsid w:val="00D34EB8"/>
    <w:rsid w:val="00D35277"/>
    <w:rsid w:val="00D35BF0"/>
    <w:rsid w:val="00D37ACE"/>
    <w:rsid w:val="00D4038C"/>
    <w:rsid w:val="00D403C9"/>
    <w:rsid w:val="00D4046C"/>
    <w:rsid w:val="00D410D7"/>
    <w:rsid w:val="00D4155E"/>
    <w:rsid w:val="00D41DC2"/>
    <w:rsid w:val="00D431E4"/>
    <w:rsid w:val="00D433BF"/>
    <w:rsid w:val="00D43BF6"/>
    <w:rsid w:val="00D44371"/>
    <w:rsid w:val="00D4496C"/>
    <w:rsid w:val="00D449B2"/>
    <w:rsid w:val="00D44DB2"/>
    <w:rsid w:val="00D467B3"/>
    <w:rsid w:val="00D4799F"/>
    <w:rsid w:val="00D520B4"/>
    <w:rsid w:val="00D525FE"/>
    <w:rsid w:val="00D53BDD"/>
    <w:rsid w:val="00D54562"/>
    <w:rsid w:val="00D5530A"/>
    <w:rsid w:val="00D558D2"/>
    <w:rsid w:val="00D5644E"/>
    <w:rsid w:val="00D569B7"/>
    <w:rsid w:val="00D57757"/>
    <w:rsid w:val="00D6002C"/>
    <w:rsid w:val="00D61635"/>
    <w:rsid w:val="00D6225E"/>
    <w:rsid w:val="00D6331D"/>
    <w:rsid w:val="00D6335A"/>
    <w:rsid w:val="00D63561"/>
    <w:rsid w:val="00D63C31"/>
    <w:rsid w:val="00D63D35"/>
    <w:rsid w:val="00D63D74"/>
    <w:rsid w:val="00D63F89"/>
    <w:rsid w:val="00D6489B"/>
    <w:rsid w:val="00D64BFD"/>
    <w:rsid w:val="00D6546D"/>
    <w:rsid w:val="00D65656"/>
    <w:rsid w:val="00D65B2E"/>
    <w:rsid w:val="00D663B1"/>
    <w:rsid w:val="00D6677A"/>
    <w:rsid w:val="00D71ABF"/>
    <w:rsid w:val="00D724C2"/>
    <w:rsid w:val="00D73793"/>
    <w:rsid w:val="00D73DEF"/>
    <w:rsid w:val="00D7423A"/>
    <w:rsid w:val="00D74426"/>
    <w:rsid w:val="00D744E8"/>
    <w:rsid w:val="00D74636"/>
    <w:rsid w:val="00D76BDE"/>
    <w:rsid w:val="00D77041"/>
    <w:rsid w:val="00D7714C"/>
    <w:rsid w:val="00D7730F"/>
    <w:rsid w:val="00D80270"/>
    <w:rsid w:val="00D80A06"/>
    <w:rsid w:val="00D8140C"/>
    <w:rsid w:val="00D82F42"/>
    <w:rsid w:val="00D832D5"/>
    <w:rsid w:val="00D8353C"/>
    <w:rsid w:val="00D84C8D"/>
    <w:rsid w:val="00D85B52"/>
    <w:rsid w:val="00D85DCF"/>
    <w:rsid w:val="00D8606D"/>
    <w:rsid w:val="00D8616B"/>
    <w:rsid w:val="00D87955"/>
    <w:rsid w:val="00D91BE3"/>
    <w:rsid w:val="00D9270B"/>
    <w:rsid w:val="00D92C2F"/>
    <w:rsid w:val="00D9315A"/>
    <w:rsid w:val="00D942A6"/>
    <w:rsid w:val="00D9432C"/>
    <w:rsid w:val="00D951FE"/>
    <w:rsid w:val="00D95879"/>
    <w:rsid w:val="00D95F4C"/>
    <w:rsid w:val="00D96B42"/>
    <w:rsid w:val="00D96E5A"/>
    <w:rsid w:val="00D96F24"/>
    <w:rsid w:val="00D97456"/>
    <w:rsid w:val="00DA04F6"/>
    <w:rsid w:val="00DA0A2E"/>
    <w:rsid w:val="00DA0FEF"/>
    <w:rsid w:val="00DA1761"/>
    <w:rsid w:val="00DA1E0A"/>
    <w:rsid w:val="00DA3299"/>
    <w:rsid w:val="00DA46C0"/>
    <w:rsid w:val="00DA4B25"/>
    <w:rsid w:val="00DA5372"/>
    <w:rsid w:val="00DA6747"/>
    <w:rsid w:val="00DA7B40"/>
    <w:rsid w:val="00DB092D"/>
    <w:rsid w:val="00DB0F64"/>
    <w:rsid w:val="00DB10D6"/>
    <w:rsid w:val="00DB1650"/>
    <w:rsid w:val="00DB3E1E"/>
    <w:rsid w:val="00DB41CC"/>
    <w:rsid w:val="00DB57D8"/>
    <w:rsid w:val="00DB5DA8"/>
    <w:rsid w:val="00DB62D6"/>
    <w:rsid w:val="00DB65DF"/>
    <w:rsid w:val="00DB7EF4"/>
    <w:rsid w:val="00DC10EA"/>
    <w:rsid w:val="00DC15D7"/>
    <w:rsid w:val="00DC1E66"/>
    <w:rsid w:val="00DC24F8"/>
    <w:rsid w:val="00DC2DF6"/>
    <w:rsid w:val="00DC39E2"/>
    <w:rsid w:val="00DC3DB2"/>
    <w:rsid w:val="00DC4426"/>
    <w:rsid w:val="00DC4B34"/>
    <w:rsid w:val="00DC6220"/>
    <w:rsid w:val="00DC7142"/>
    <w:rsid w:val="00DC7A54"/>
    <w:rsid w:val="00DD0931"/>
    <w:rsid w:val="00DD0B47"/>
    <w:rsid w:val="00DD1DE7"/>
    <w:rsid w:val="00DD2BB9"/>
    <w:rsid w:val="00DD2C0D"/>
    <w:rsid w:val="00DD3A85"/>
    <w:rsid w:val="00DD3BC0"/>
    <w:rsid w:val="00DD448A"/>
    <w:rsid w:val="00DD4631"/>
    <w:rsid w:val="00DD529E"/>
    <w:rsid w:val="00DD6CFC"/>
    <w:rsid w:val="00DD6F74"/>
    <w:rsid w:val="00DD79AA"/>
    <w:rsid w:val="00DD79C4"/>
    <w:rsid w:val="00DE0294"/>
    <w:rsid w:val="00DE04CB"/>
    <w:rsid w:val="00DE11AA"/>
    <w:rsid w:val="00DE11F4"/>
    <w:rsid w:val="00DE21EC"/>
    <w:rsid w:val="00DE24E8"/>
    <w:rsid w:val="00DE2A74"/>
    <w:rsid w:val="00DE48E0"/>
    <w:rsid w:val="00DE5273"/>
    <w:rsid w:val="00DE5832"/>
    <w:rsid w:val="00DE62B2"/>
    <w:rsid w:val="00DE634E"/>
    <w:rsid w:val="00DE7374"/>
    <w:rsid w:val="00DE7AE3"/>
    <w:rsid w:val="00DE7F06"/>
    <w:rsid w:val="00DF030C"/>
    <w:rsid w:val="00DF07A3"/>
    <w:rsid w:val="00DF0C50"/>
    <w:rsid w:val="00DF1419"/>
    <w:rsid w:val="00DF1A4A"/>
    <w:rsid w:val="00DF1DA6"/>
    <w:rsid w:val="00DF1EF5"/>
    <w:rsid w:val="00DF28B4"/>
    <w:rsid w:val="00DF2B01"/>
    <w:rsid w:val="00DF3BFA"/>
    <w:rsid w:val="00DF4D7E"/>
    <w:rsid w:val="00DF5B1D"/>
    <w:rsid w:val="00DF6485"/>
    <w:rsid w:val="00DF71A1"/>
    <w:rsid w:val="00DF761B"/>
    <w:rsid w:val="00DF7AB5"/>
    <w:rsid w:val="00E001F5"/>
    <w:rsid w:val="00E01225"/>
    <w:rsid w:val="00E01ECB"/>
    <w:rsid w:val="00E02261"/>
    <w:rsid w:val="00E02324"/>
    <w:rsid w:val="00E02D14"/>
    <w:rsid w:val="00E04417"/>
    <w:rsid w:val="00E05989"/>
    <w:rsid w:val="00E05C01"/>
    <w:rsid w:val="00E06240"/>
    <w:rsid w:val="00E06C67"/>
    <w:rsid w:val="00E06E3A"/>
    <w:rsid w:val="00E07884"/>
    <w:rsid w:val="00E07981"/>
    <w:rsid w:val="00E10331"/>
    <w:rsid w:val="00E10EAF"/>
    <w:rsid w:val="00E11DE9"/>
    <w:rsid w:val="00E12534"/>
    <w:rsid w:val="00E125B7"/>
    <w:rsid w:val="00E13108"/>
    <w:rsid w:val="00E140BB"/>
    <w:rsid w:val="00E14916"/>
    <w:rsid w:val="00E14D38"/>
    <w:rsid w:val="00E14DC2"/>
    <w:rsid w:val="00E16A5B"/>
    <w:rsid w:val="00E16C8D"/>
    <w:rsid w:val="00E1777C"/>
    <w:rsid w:val="00E178B9"/>
    <w:rsid w:val="00E17B10"/>
    <w:rsid w:val="00E204D8"/>
    <w:rsid w:val="00E20A3A"/>
    <w:rsid w:val="00E20B90"/>
    <w:rsid w:val="00E21D52"/>
    <w:rsid w:val="00E22CEB"/>
    <w:rsid w:val="00E24064"/>
    <w:rsid w:val="00E24810"/>
    <w:rsid w:val="00E248C4"/>
    <w:rsid w:val="00E24A41"/>
    <w:rsid w:val="00E255D5"/>
    <w:rsid w:val="00E25A66"/>
    <w:rsid w:val="00E25B54"/>
    <w:rsid w:val="00E26EC6"/>
    <w:rsid w:val="00E30473"/>
    <w:rsid w:val="00E3063B"/>
    <w:rsid w:val="00E3118A"/>
    <w:rsid w:val="00E32DFE"/>
    <w:rsid w:val="00E330C8"/>
    <w:rsid w:val="00E33541"/>
    <w:rsid w:val="00E34064"/>
    <w:rsid w:val="00E34557"/>
    <w:rsid w:val="00E35A9E"/>
    <w:rsid w:val="00E36C90"/>
    <w:rsid w:val="00E37502"/>
    <w:rsid w:val="00E41AF8"/>
    <w:rsid w:val="00E4288F"/>
    <w:rsid w:val="00E435A9"/>
    <w:rsid w:val="00E44E8B"/>
    <w:rsid w:val="00E4519F"/>
    <w:rsid w:val="00E45F2E"/>
    <w:rsid w:val="00E46550"/>
    <w:rsid w:val="00E50823"/>
    <w:rsid w:val="00E50841"/>
    <w:rsid w:val="00E52117"/>
    <w:rsid w:val="00E528DC"/>
    <w:rsid w:val="00E52A69"/>
    <w:rsid w:val="00E540CC"/>
    <w:rsid w:val="00E54356"/>
    <w:rsid w:val="00E5537D"/>
    <w:rsid w:val="00E55CFA"/>
    <w:rsid w:val="00E5625C"/>
    <w:rsid w:val="00E5665F"/>
    <w:rsid w:val="00E56A46"/>
    <w:rsid w:val="00E6009E"/>
    <w:rsid w:val="00E6052D"/>
    <w:rsid w:val="00E605B9"/>
    <w:rsid w:val="00E60A6F"/>
    <w:rsid w:val="00E60E18"/>
    <w:rsid w:val="00E644D6"/>
    <w:rsid w:val="00E65567"/>
    <w:rsid w:val="00E65748"/>
    <w:rsid w:val="00E6593D"/>
    <w:rsid w:val="00E66391"/>
    <w:rsid w:val="00E6656A"/>
    <w:rsid w:val="00E67061"/>
    <w:rsid w:val="00E67607"/>
    <w:rsid w:val="00E706C9"/>
    <w:rsid w:val="00E71CDB"/>
    <w:rsid w:val="00E73D72"/>
    <w:rsid w:val="00E73DED"/>
    <w:rsid w:val="00E75158"/>
    <w:rsid w:val="00E7561B"/>
    <w:rsid w:val="00E7597B"/>
    <w:rsid w:val="00E75E17"/>
    <w:rsid w:val="00E75F1C"/>
    <w:rsid w:val="00E76DB2"/>
    <w:rsid w:val="00E77293"/>
    <w:rsid w:val="00E772FE"/>
    <w:rsid w:val="00E808B0"/>
    <w:rsid w:val="00E8135F"/>
    <w:rsid w:val="00E816C9"/>
    <w:rsid w:val="00E81FFB"/>
    <w:rsid w:val="00E829D8"/>
    <w:rsid w:val="00E837AF"/>
    <w:rsid w:val="00E853F1"/>
    <w:rsid w:val="00E859D4"/>
    <w:rsid w:val="00E85FA3"/>
    <w:rsid w:val="00E8606D"/>
    <w:rsid w:val="00E86139"/>
    <w:rsid w:val="00E867B5"/>
    <w:rsid w:val="00E86F3B"/>
    <w:rsid w:val="00E87353"/>
    <w:rsid w:val="00E91392"/>
    <w:rsid w:val="00E91AC1"/>
    <w:rsid w:val="00E93117"/>
    <w:rsid w:val="00E93456"/>
    <w:rsid w:val="00E937F8"/>
    <w:rsid w:val="00E93979"/>
    <w:rsid w:val="00E93C58"/>
    <w:rsid w:val="00E93FF6"/>
    <w:rsid w:val="00E948B2"/>
    <w:rsid w:val="00E9657E"/>
    <w:rsid w:val="00E9660F"/>
    <w:rsid w:val="00E96CA9"/>
    <w:rsid w:val="00E96F66"/>
    <w:rsid w:val="00E976D3"/>
    <w:rsid w:val="00EA0A67"/>
    <w:rsid w:val="00EA1B21"/>
    <w:rsid w:val="00EA2185"/>
    <w:rsid w:val="00EA244C"/>
    <w:rsid w:val="00EA2779"/>
    <w:rsid w:val="00EA33E9"/>
    <w:rsid w:val="00EA44C2"/>
    <w:rsid w:val="00EA4630"/>
    <w:rsid w:val="00EA4824"/>
    <w:rsid w:val="00EA6194"/>
    <w:rsid w:val="00EA6F60"/>
    <w:rsid w:val="00EA7EA4"/>
    <w:rsid w:val="00EB1743"/>
    <w:rsid w:val="00EB1776"/>
    <w:rsid w:val="00EB17DB"/>
    <w:rsid w:val="00EB18C0"/>
    <w:rsid w:val="00EB19B0"/>
    <w:rsid w:val="00EB2981"/>
    <w:rsid w:val="00EB3361"/>
    <w:rsid w:val="00EB38F2"/>
    <w:rsid w:val="00EB3979"/>
    <w:rsid w:val="00EB3A2D"/>
    <w:rsid w:val="00EB42A3"/>
    <w:rsid w:val="00EB5061"/>
    <w:rsid w:val="00EB509B"/>
    <w:rsid w:val="00EB5101"/>
    <w:rsid w:val="00EB5802"/>
    <w:rsid w:val="00EB6DDE"/>
    <w:rsid w:val="00EC0266"/>
    <w:rsid w:val="00EC06EE"/>
    <w:rsid w:val="00EC0E4E"/>
    <w:rsid w:val="00EC2116"/>
    <w:rsid w:val="00EC2983"/>
    <w:rsid w:val="00EC4186"/>
    <w:rsid w:val="00EC4CA9"/>
    <w:rsid w:val="00EC4D92"/>
    <w:rsid w:val="00EC5086"/>
    <w:rsid w:val="00EC5DB2"/>
    <w:rsid w:val="00EC66DC"/>
    <w:rsid w:val="00ED23CC"/>
    <w:rsid w:val="00ED2D33"/>
    <w:rsid w:val="00ED3A6A"/>
    <w:rsid w:val="00ED3B0D"/>
    <w:rsid w:val="00ED3F60"/>
    <w:rsid w:val="00ED440A"/>
    <w:rsid w:val="00ED448F"/>
    <w:rsid w:val="00ED44C2"/>
    <w:rsid w:val="00ED49F5"/>
    <w:rsid w:val="00ED5BAE"/>
    <w:rsid w:val="00ED6762"/>
    <w:rsid w:val="00ED7700"/>
    <w:rsid w:val="00ED782C"/>
    <w:rsid w:val="00EE062B"/>
    <w:rsid w:val="00EE074E"/>
    <w:rsid w:val="00EE0ED5"/>
    <w:rsid w:val="00EE1F2B"/>
    <w:rsid w:val="00EE244F"/>
    <w:rsid w:val="00EE2709"/>
    <w:rsid w:val="00EE28FC"/>
    <w:rsid w:val="00EE2E47"/>
    <w:rsid w:val="00EE2F61"/>
    <w:rsid w:val="00EE5034"/>
    <w:rsid w:val="00EE55E3"/>
    <w:rsid w:val="00EE61D2"/>
    <w:rsid w:val="00EE6E32"/>
    <w:rsid w:val="00EF0B45"/>
    <w:rsid w:val="00EF1CCD"/>
    <w:rsid w:val="00EF3A20"/>
    <w:rsid w:val="00EF42FF"/>
    <w:rsid w:val="00EF5451"/>
    <w:rsid w:val="00EF63BF"/>
    <w:rsid w:val="00EF6460"/>
    <w:rsid w:val="00EF69E9"/>
    <w:rsid w:val="00F005F8"/>
    <w:rsid w:val="00F00BEA"/>
    <w:rsid w:val="00F00E46"/>
    <w:rsid w:val="00F00EB7"/>
    <w:rsid w:val="00F02507"/>
    <w:rsid w:val="00F02544"/>
    <w:rsid w:val="00F03979"/>
    <w:rsid w:val="00F03EA2"/>
    <w:rsid w:val="00F048DA"/>
    <w:rsid w:val="00F05471"/>
    <w:rsid w:val="00F05D64"/>
    <w:rsid w:val="00F063FF"/>
    <w:rsid w:val="00F06C13"/>
    <w:rsid w:val="00F06DBB"/>
    <w:rsid w:val="00F1039A"/>
    <w:rsid w:val="00F10EF8"/>
    <w:rsid w:val="00F12E9F"/>
    <w:rsid w:val="00F142C2"/>
    <w:rsid w:val="00F1442B"/>
    <w:rsid w:val="00F147EC"/>
    <w:rsid w:val="00F14BDA"/>
    <w:rsid w:val="00F168C4"/>
    <w:rsid w:val="00F169F4"/>
    <w:rsid w:val="00F171BE"/>
    <w:rsid w:val="00F20405"/>
    <w:rsid w:val="00F22BDB"/>
    <w:rsid w:val="00F23505"/>
    <w:rsid w:val="00F23CAD"/>
    <w:rsid w:val="00F24628"/>
    <w:rsid w:val="00F24835"/>
    <w:rsid w:val="00F24CF5"/>
    <w:rsid w:val="00F275E2"/>
    <w:rsid w:val="00F30474"/>
    <w:rsid w:val="00F30E24"/>
    <w:rsid w:val="00F31953"/>
    <w:rsid w:val="00F32DD0"/>
    <w:rsid w:val="00F33296"/>
    <w:rsid w:val="00F34033"/>
    <w:rsid w:val="00F34510"/>
    <w:rsid w:val="00F3470B"/>
    <w:rsid w:val="00F34784"/>
    <w:rsid w:val="00F34C9D"/>
    <w:rsid w:val="00F34D4A"/>
    <w:rsid w:val="00F34D61"/>
    <w:rsid w:val="00F353FF"/>
    <w:rsid w:val="00F3558C"/>
    <w:rsid w:val="00F35995"/>
    <w:rsid w:val="00F35F01"/>
    <w:rsid w:val="00F3764A"/>
    <w:rsid w:val="00F37ABA"/>
    <w:rsid w:val="00F37B77"/>
    <w:rsid w:val="00F412B2"/>
    <w:rsid w:val="00F42580"/>
    <w:rsid w:val="00F43381"/>
    <w:rsid w:val="00F43586"/>
    <w:rsid w:val="00F4359D"/>
    <w:rsid w:val="00F45351"/>
    <w:rsid w:val="00F4596F"/>
    <w:rsid w:val="00F45E5E"/>
    <w:rsid w:val="00F46AE8"/>
    <w:rsid w:val="00F46FF5"/>
    <w:rsid w:val="00F50483"/>
    <w:rsid w:val="00F505B4"/>
    <w:rsid w:val="00F505FB"/>
    <w:rsid w:val="00F506FE"/>
    <w:rsid w:val="00F50CDB"/>
    <w:rsid w:val="00F50DAF"/>
    <w:rsid w:val="00F50EEF"/>
    <w:rsid w:val="00F51DD0"/>
    <w:rsid w:val="00F523AB"/>
    <w:rsid w:val="00F54804"/>
    <w:rsid w:val="00F54E9C"/>
    <w:rsid w:val="00F554F9"/>
    <w:rsid w:val="00F55872"/>
    <w:rsid w:val="00F55A4D"/>
    <w:rsid w:val="00F55C28"/>
    <w:rsid w:val="00F55FB6"/>
    <w:rsid w:val="00F566A1"/>
    <w:rsid w:val="00F57269"/>
    <w:rsid w:val="00F606DA"/>
    <w:rsid w:val="00F60F98"/>
    <w:rsid w:val="00F6229E"/>
    <w:rsid w:val="00F62540"/>
    <w:rsid w:val="00F647C6"/>
    <w:rsid w:val="00F64AD6"/>
    <w:rsid w:val="00F652E4"/>
    <w:rsid w:val="00F668CF"/>
    <w:rsid w:val="00F675FB"/>
    <w:rsid w:val="00F70C5C"/>
    <w:rsid w:val="00F70D07"/>
    <w:rsid w:val="00F70FFA"/>
    <w:rsid w:val="00F713AC"/>
    <w:rsid w:val="00F71629"/>
    <w:rsid w:val="00F720AC"/>
    <w:rsid w:val="00F7226A"/>
    <w:rsid w:val="00F7288F"/>
    <w:rsid w:val="00F73019"/>
    <w:rsid w:val="00F737E4"/>
    <w:rsid w:val="00F73C3E"/>
    <w:rsid w:val="00F73DC7"/>
    <w:rsid w:val="00F748C2"/>
    <w:rsid w:val="00F749E5"/>
    <w:rsid w:val="00F77165"/>
    <w:rsid w:val="00F771E6"/>
    <w:rsid w:val="00F77239"/>
    <w:rsid w:val="00F77677"/>
    <w:rsid w:val="00F77D11"/>
    <w:rsid w:val="00F803AB"/>
    <w:rsid w:val="00F80860"/>
    <w:rsid w:val="00F814DE"/>
    <w:rsid w:val="00F81714"/>
    <w:rsid w:val="00F824D3"/>
    <w:rsid w:val="00F8277D"/>
    <w:rsid w:val="00F82802"/>
    <w:rsid w:val="00F82BFF"/>
    <w:rsid w:val="00F82F2D"/>
    <w:rsid w:val="00F833B0"/>
    <w:rsid w:val="00F83676"/>
    <w:rsid w:val="00F839BA"/>
    <w:rsid w:val="00F84371"/>
    <w:rsid w:val="00F85443"/>
    <w:rsid w:val="00F85A83"/>
    <w:rsid w:val="00F860A2"/>
    <w:rsid w:val="00F86A13"/>
    <w:rsid w:val="00F87823"/>
    <w:rsid w:val="00F901CB"/>
    <w:rsid w:val="00F905B9"/>
    <w:rsid w:val="00F90A7F"/>
    <w:rsid w:val="00F90BE6"/>
    <w:rsid w:val="00F91759"/>
    <w:rsid w:val="00F91F46"/>
    <w:rsid w:val="00F92911"/>
    <w:rsid w:val="00F92EB7"/>
    <w:rsid w:val="00F94CCE"/>
    <w:rsid w:val="00F9592F"/>
    <w:rsid w:val="00F95C39"/>
    <w:rsid w:val="00F95E44"/>
    <w:rsid w:val="00FA0C18"/>
    <w:rsid w:val="00FA15DD"/>
    <w:rsid w:val="00FA22C6"/>
    <w:rsid w:val="00FA2FBB"/>
    <w:rsid w:val="00FA3BD3"/>
    <w:rsid w:val="00FA4864"/>
    <w:rsid w:val="00FA5E75"/>
    <w:rsid w:val="00FA7066"/>
    <w:rsid w:val="00FA71AC"/>
    <w:rsid w:val="00FA73A5"/>
    <w:rsid w:val="00FB0246"/>
    <w:rsid w:val="00FB03AF"/>
    <w:rsid w:val="00FB09BB"/>
    <w:rsid w:val="00FB1027"/>
    <w:rsid w:val="00FB19B6"/>
    <w:rsid w:val="00FB1EE0"/>
    <w:rsid w:val="00FB2B2B"/>
    <w:rsid w:val="00FB3006"/>
    <w:rsid w:val="00FB4740"/>
    <w:rsid w:val="00FB4924"/>
    <w:rsid w:val="00FB783F"/>
    <w:rsid w:val="00FC0285"/>
    <w:rsid w:val="00FC0CF3"/>
    <w:rsid w:val="00FC1997"/>
    <w:rsid w:val="00FC1E80"/>
    <w:rsid w:val="00FC32C0"/>
    <w:rsid w:val="00FC4F98"/>
    <w:rsid w:val="00FC63B3"/>
    <w:rsid w:val="00FC7754"/>
    <w:rsid w:val="00FD0A8C"/>
    <w:rsid w:val="00FD0C83"/>
    <w:rsid w:val="00FD0DD6"/>
    <w:rsid w:val="00FD2A41"/>
    <w:rsid w:val="00FD2ACC"/>
    <w:rsid w:val="00FD2E12"/>
    <w:rsid w:val="00FD4C71"/>
    <w:rsid w:val="00FD4E3F"/>
    <w:rsid w:val="00FD5421"/>
    <w:rsid w:val="00FD5B94"/>
    <w:rsid w:val="00FD5E4D"/>
    <w:rsid w:val="00FD6353"/>
    <w:rsid w:val="00FD6571"/>
    <w:rsid w:val="00FD666A"/>
    <w:rsid w:val="00FD7943"/>
    <w:rsid w:val="00FE036A"/>
    <w:rsid w:val="00FE03EF"/>
    <w:rsid w:val="00FE0D51"/>
    <w:rsid w:val="00FE25FB"/>
    <w:rsid w:val="00FE2CF3"/>
    <w:rsid w:val="00FE342F"/>
    <w:rsid w:val="00FE4816"/>
    <w:rsid w:val="00FE49A3"/>
    <w:rsid w:val="00FE4BC8"/>
    <w:rsid w:val="00FE5154"/>
    <w:rsid w:val="00FE5505"/>
    <w:rsid w:val="00FE563E"/>
    <w:rsid w:val="00FE57C0"/>
    <w:rsid w:val="00FE57EB"/>
    <w:rsid w:val="00FE5BD9"/>
    <w:rsid w:val="00FE63A7"/>
    <w:rsid w:val="00FE641B"/>
    <w:rsid w:val="00FE6C72"/>
    <w:rsid w:val="00FE6C9E"/>
    <w:rsid w:val="00FF1CB1"/>
    <w:rsid w:val="00FF1DDA"/>
    <w:rsid w:val="00FF1E48"/>
    <w:rsid w:val="00FF1FE8"/>
    <w:rsid w:val="00FF2964"/>
    <w:rsid w:val="00FF2C0F"/>
    <w:rsid w:val="00FF35E0"/>
    <w:rsid w:val="00FF38D1"/>
    <w:rsid w:val="00FF4439"/>
    <w:rsid w:val="00FF57F5"/>
    <w:rsid w:val="00FF5E0A"/>
    <w:rsid w:val="00FF75B4"/>
    <w:rsid w:val="00FF79D6"/>
    <w:rsid w:val="00FF7F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353A60F"/>
  <w15:docId w15:val="{9B3F1F76-017E-468F-9F9D-E78E6455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1251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paragraph" w:styleId="1">
    <w:name w:val="heading 1"/>
    <w:aliases w:val="l1,level 1 heading,I"/>
    <w:basedOn w:val="a0"/>
    <w:next w:val="Indent"/>
    <w:link w:val="1Char"/>
    <w:qFormat/>
    <w:rsid w:val="004E384B"/>
    <w:pPr>
      <w:keepLines/>
      <w:numPr>
        <w:numId w:val="1"/>
      </w:numPr>
      <w:spacing w:before="240" w:line="240" w:lineRule="atLeast"/>
      <w:outlineLvl w:val="0"/>
    </w:pPr>
    <w:rPr>
      <w:rFonts w:ascii="Arial" w:eastAsiaTheme="majorEastAsia" w:hAnsi="Arial"/>
      <w:b/>
      <w:sz w:val="28"/>
      <w:lang w:val="en-GB" w:eastAsia="x-none"/>
    </w:rPr>
  </w:style>
  <w:style w:type="paragraph" w:styleId="2">
    <w:name w:val="heading 2"/>
    <w:basedOn w:val="a0"/>
    <w:next w:val="Indent2"/>
    <w:link w:val="2Char"/>
    <w:qFormat/>
    <w:pPr>
      <w:keepNext/>
      <w:keepLines/>
      <w:numPr>
        <w:ilvl w:val="1"/>
        <w:numId w:val="2"/>
      </w:numPr>
      <w:spacing w:before="240"/>
      <w:outlineLvl w:val="1"/>
    </w:pPr>
    <w:rPr>
      <w:rFonts w:ascii="Arial" w:hAnsi="Arial"/>
      <w:b/>
      <w:lang w:val="x-none" w:eastAsia="x-none"/>
    </w:rPr>
  </w:style>
  <w:style w:type="paragraph" w:styleId="3">
    <w:name w:val="heading 3"/>
    <w:aliases w:val="H3"/>
    <w:basedOn w:val="a0"/>
    <w:next w:val="Indent3"/>
    <w:qFormat/>
    <w:pPr>
      <w:keepNext/>
      <w:keepLines/>
      <w:numPr>
        <w:ilvl w:val="2"/>
        <w:numId w:val="1"/>
      </w:numPr>
      <w:spacing w:before="240"/>
      <w:outlineLvl w:val="2"/>
    </w:pPr>
  </w:style>
  <w:style w:type="paragraph" w:styleId="4">
    <w:name w:val="heading 4"/>
    <w:basedOn w:val="a0"/>
    <w:next w:val="Indent4"/>
    <w:qFormat/>
    <w:pPr>
      <w:keepNext/>
      <w:keepLines/>
      <w:numPr>
        <w:ilvl w:val="3"/>
        <w:numId w:val="1"/>
      </w:numPr>
      <w:spacing w:before="240"/>
      <w:outlineLvl w:val="3"/>
    </w:pPr>
    <w:rPr>
      <w:rFonts w:ascii="Arial" w:hAnsi="Arial"/>
      <w:b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0"/>
    <w:next w:val="a0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aliases w:val="l1 Char,level 1 heading Char,I Char"/>
    <w:basedOn w:val="a1"/>
    <w:link w:val="1"/>
    <w:rsid w:val="004E384B"/>
    <w:rPr>
      <w:rFonts w:ascii="Arial" w:eastAsiaTheme="majorEastAsia" w:hAnsi="Arial"/>
      <w:b/>
      <w:sz w:val="28"/>
      <w:lang w:val="en-GB" w:eastAsia="x-none"/>
    </w:rPr>
  </w:style>
  <w:style w:type="character" w:customStyle="1" w:styleId="2Char">
    <w:name w:val="제목 2 Char"/>
    <w:basedOn w:val="a1"/>
    <w:link w:val="2"/>
    <w:rPr>
      <w:rFonts w:ascii="Arial" w:eastAsiaTheme="minorEastAsia" w:hAnsi="Arial"/>
      <w:b/>
      <w:lang w:val="x-none" w:eastAsia="x-none"/>
    </w:rPr>
  </w:style>
  <w:style w:type="paragraph" w:styleId="TOC">
    <w:name w:val="TOC Heading"/>
    <w:basedOn w:val="1"/>
    <w:next w:val="a0"/>
    <w:uiPriority w:val="39"/>
    <w:unhideWhenUsed/>
    <w:qFormat/>
    <w:rsid w:val="00406852"/>
    <w:pPr>
      <w:numPr>
        <w:numId w:val="0"/>
      </w:numPr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맑은 고딕" w:eastAsia="맑은 고딕" w:hAnsi="맑은 고딕"/>
      <w:bCs/>
      <w:color w:val="000000" w:themeColor="text1"/>
      <w:szCs w:val="28"/>
      <w:lang w:val="en-US"/>
    </w:rPr>
  </w:style>
  <w:style w:type="character" w:customStyle="1" w:styleId="Char">
    <w:name w:val="머리글 Char"/>
    <w:aliases w:val="header odd Char,header odd1 Char,header odd2 Char,header odd3 Char,header odd4 Char,header odd5 Char,header odd6 Char,header Char,header odd11 Char,header odd21 Char,header odd31 Char,header odd41 Char,header odd51 Char,header odd61 Char,h Char"/>
    <w:basedOn w:val="a1"/>
    <w:link w:val="a4"/>
    <w:uiPriority w:val="99"/>
  </w:style>
  <w:style w:type="paragraph" w:styleId="a4">
    <w:name w:val="header"/>
    <w:aliases w:val="header odd,header odd1,header odd2,header odd3,header odd4,header odd5,header odd6,header,header odd11,header odd21,header odd31,header odd41,header odd51,header odd61,THeader,Draft,Table header,도표(-),h"/>
    <w:basedOn w:val="a0"/>
    <w:link w:val="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a5">
    <w:name w:val="List Paragraph"/>
    <w:basedOn w:val="a0"/>
    <w:uiPriority w:val="1"/>
    <w:qFormat/>
    <w:rsid w:val="00B007E1"/>
    <w:pPr>
      <w:ind w:leftChars="400" w:left="800"/>
    </w:pPr>
  </w:style>
  <w:style w:type="paragraph" w:styleId="10">
    <w:name w:val="toc 1"/>
    <w:basedOn w:val="a0"/>
    <w:next w:val="a0"/>
    <w:autoRedefine/>
    <w:uiPriority w:val="39"/>
    <w:qFormat/>
    <w:pPr>
      <w:tabs>
        <w:tab w:val="left" w:pos="967"/>
        <w:tab w:val="right" w:leader="dot" w:pos="9440"/>
      </w:tabs>
      <w:spacing w:before="120" w:after="120"/>
      <w:ind w:leftChars="200" w:left="967" w:rightChars="100" w:right="200" w:hanging="567"/>
    </w:pPr>
    <w:rPr>
      <w:rFonts w:ascii="굴림체" w:eastAsia="굴림체" w:hAnsi="굴림체"/>
      <w:b/>
      <w:noProof/>
      <w:sz w:val="24"/>
    </w:rPr>
  </w:style>
  <w:style w:type="paragraph" w:styleId="20">
    <w:name w:val="toc 2"/>
    <w:basedOn w:val="a0"/>
    <w:next w:val="a0"/>
    <w:autoRedefine/>
    <w:uiPriority w:val="39"/>
    <w:qFormat/>
    <w:rsid w:val="00D15593"/>
    <w:pPr>
      <w:tabs>
        <w:tab w:val="right" w:leader="dot" w:pos="9972"/>
      </w:tabs>
      <w:spacing w:after="120" w:line="320" w:lineRule="atLeast"/>
      <w:ind w:leftChars="100" w:left="200" w:rightChars="100" w:right="200" w:firstLineChars="100" w:firstLine="200"/>
    </w:pPr>
    <w:rPr>
      <w:rFonts w:ascii="맑은 고딕" w:eastAsia="맑은 고딕" w:hAnsi="맑은 고딕"/>
      <w:smallCaps/>
      <w:noProof/>
      <w:szCs w:val="22"/>
      <w:lang w:val="en-GB" w:eastAsia="x-none"/>
    </w:rPr>
  </w:style>
  <w:style w:type="paragraph" w:styleId="a6">
    <w:name w:val="footer"/>
    <w:aliases w:val="footer odd"/>
    <w:basedOn w:val="a0"/>
    <w:link w:val="Char0"/>
    <w:uiPriority w:val="99"/>
    <w:pPr>
      <w:tabs>
        <w:tab w:val="center" w:pos="4320"/>
        <w:tab w:val="right" w:pos="8640"/>
      </w:tabs>
    </w:pPr>
  </w:style>
  <w:style w:type="character" w:styleId="a7">
    <w:name w:val="FollowedHyperlink"/>
    <w:rsid w:val="00821671"/>
    <w:rPr>
      <w:color w:val="954F72"/>
      <w:u w:val="single"/>
    </w:rPr>
  </w:style>
  <w:style w:type="character" w:styleId="a8">
    <w:name w:val="page number"/>
    <w:basedOn w:val="a1"/>
  </w:style>
  <w:style w:type="paragraph" w:styleId="a9">
    <w:name w:val="Balloon Text"/>
    <w:basedOn w:val="a0"/>
    <w:semiHidden/>
    <w:rPr>
      <w:rFonts w:ascii="Arial" w:eastAsia="돋움" w:hAnsi="Arial"/>
      <w:sz w:val="18"/>
      <w:szCs w:val="18"/>
    </w:rPr>
  </w:style>
  <w:style w:type="paragraph" w:customStyle="1" w:styleId="Indent">
    <w:name w:val="Indent"/>
    <w:basedOn w:val="a0"/>
    <w:pPr>
      <w:keepNext/>
      <w:spacing w:before="120"/>
      <w:ind w:left="720" w:firstLine="0"/>
    </w:pPr>
  </w:style>
  <w:style w:type="paragraph" w:customStyle="1" w:styleId="Indent2">
    <w:name w:val="Indent2"/>
    <w:basedOn w:val="a0"/>
    <w:pPr>
      <w:spacing w:before="120"/>
      <w:ind w:firstLine="0"/>
    </w:pPr>
    <w:rPr>
      <w:color w:val="000000"/>
    </w:rPr>
  </w:style>
  <w:style w:type="paragraph" w:customStyle="1" w:styleId="Indent3">
    <w:name w:val="Indent3"/>
    <w:basedOn w:val="a0"/>
    <w:pPr>
      <w:spacing w:before="120"/>
      <w:ind w:left="2160" w:firstLine="0"/>
    </w:pPr>
  </w:style>
  <w:style w:type="paragraph" w:customStyle="1" w:styleId="Indent4">
    <w:name w:val="Indent4"/>
    <w:basedOn w:val="a0"/>
    <w:pPr>
      <w:spacing w:before="120"/>
      <w:ind w:left="2520" w:firstLine="0"/>
    </w:pPr>
    <w:rPr>
      <w:color w:val="000000"/>
    </w:rPr>
  </w:style>
  <w:style w:type="paragraph" w:styleId="aa">
    <w:name w:val="Title"/>
    <w:basedOn w:val="a0"/>
    <w:next w:val="a0"/>
    <w:link w:val="Char1"/>
    <w:uiPriority w:val="10"/>
    <w:qFormat/>
    <w:rsid w:val="00E867B5"/>
    <w:pPr>
      <w:spacing w:before="240" w:after="120"/>
      <w:jc w:val="center"/>
      <w:outlineLvl w:val="0"/>
    </w:pPr>
    <w:rPr>
      <w:rFonts w:asciiTheme="majorHAnsi" w:eastAsia="돋움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1"/>
    <w:link w:val="aa"/>
    <w:uiPriority w:val="10"/>
    <w:rsid w:val="00E867B5"/>
    <w:rPr>
      <w:rFonts w:asciiTheme="majorHAnsi" w:eastAsia="돋움" w:hAnsiTheme="majorHAnsi" w:cstheme="majorBidi"/>
      <w:b/>
      <w:bCs/>
      <w:sz w:val="32"/>
      <w:szCs w:val="32"/>
    </w:rPr>
  </w:style>
  <w:style w:type="paragraph" w:styleId="30">
    <w:name w:val="toc 3"/>
    <w:basedOn w:val="a0"/>
    <w:next w:val="a0"/>
    <w:autoRedefine/>
    <w:uiPriority w:val="39"/>
    <w:unhideWhenUsed/>
    <w:rsid w:val="00B56B8A"/>
    <w:pPr>
      <w:overflowPunct/>
      <w:autoSpaceDE/>
      <w:autoSpaceDN/>
      <w:adjustRightInd/>
      <w:spacing w:after="100" w:line="259" w:lineRule="auto"/>
      <w:ind w:left="440" w:firstLine="0"/>
      <w:textAlignment w:val="auto"/>
    </w:pPr>
    <w:rPr>
      <w:rFonts w:asciiTheme="minorHAnsi" w:hAnsiTheme="minorHAnsi"/>
      <w:sz w:val="22"/>
      <w:szCs w:val="22"/>
    </w:rPr>
  </w:style>
  <w:style w:type="paragraph" w:styleId="ab">
    <w:name w:val="Subtitle"/>
    <w:basedOn w:val="a0"/>
    <w:next w:val="a0"/>
    <w:link w:val="Char2"/>
    <w:uiPriority w:val="11"/>
    <w:qFormat/>
    <w:rsid w:val="00052AEC"/>
    <w:pPr>
      <w:spacing w:after="60"/>
      <w:outlineLvl w:val="1"/>
    </w:pPr>
    <w:rPr>
      <w:rFonts w:asciiTheme="minorHAnsi" w:hAnsiTheme="minorHAnsi" w:cstheme="minorBidi"/>
      <w:szCs w:val="24"/>
    </w:rPr>
  </w:style>
  <w:style w:type="character" w:customStyle="1" w:styleId="Char2">
    <w:name w:val="부제 Char"/>
    <w:basedOn w:val="a1"/>
    <w:link w:val="ab"/>
    <w:uiPriority w:val="11"/>
    <w:rsid w:val="00052AEC"/>
    <w:rPr>
      <w:rFonts w:asciiTheme="minorHAnsi" w:eastAsiaTheme="minorEastAsia" w:hAnsiTheme="minorHAnsi" w:cstheme="minorBidi"/>
      <w:szCs w:val="24"/>
    </w:rPr>
  </w:style>
  <w:style w:type="character" w:styleId="ac">
    <w:name w:val="Hyperlink"/>
    <w:basedOn w:val="a1"/>
    <w:uiPriority w:val="99"/>
    <w:unhideWhenUsed/>
    <w:rsid w:val="00052AEC"/>
    <w:rPr>
      <w:color w:val="0563C1" w:themeColor="hyperlink"/>
      <w:u w:val="single"/>
    </w:rPr>
  </w:style>
  <w:style w:type="paragraph" w:styleId="ad">
    <w:name w:val="Normal (Web)"/>
    <w:basedOn w:val="a0"/>
    <w:uiPriority w:val="99"/>
    <w:semiHidden/>
    <w:unhideWhenUsed/>
    <w:rsid w:val="00E808B0"/>
    <w:pPr>
      <w:overflowPunct/>
      <w:autoSpaceDE/>
      <w:autoSpaceDN/>
      <w:adjustRightInd/>
      <w:spacing w:before="100" w:beforeAutospacing="1" w:after="100" w:afterAutospacing="1"/>
      <w:ind w:left="0" w:firstLine="0"/>
      <w:textAlignment w:val="auto"/>
    </w:pPr>
    <w:rPr>
      <w:rFonts w:ascii="굴림" w:eastAsia="굴림" w:hAnsi="굴림" w:cs="굴림"/>
      <w:sz w:val="24"/>
      <w:szCs w:val="24"/>
    </w:rPr>
  </w:style>
  <w:style w:type="table" w:styleId="ae">
    <w:name w:val="Table Grid"/>
    <w:basedOn w:val="a2"/>
    <w:uiPriority w:val="39"/>
    <w:rsid w:val="00C97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FF57F5"/>
    <w:pPr>
      <w:widowControl w:val="0"/>
      <w:overflowPunct/>
      <w:adjustRightInd/>
      <w:ind w:left="0" w:firstLine="0"/>
      <w:textAlignment w:val="auto"/>
    </w:pPr>
    <w:rPr>
      <w:rFonts w:ascii="Noto Sans CJK JP Black" w:eastAsia="Noto Sans CJK JP Black" w:hAnsi="Noto Sans CJK JP Black" w:cs="Noto Sans CJK JP Black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B300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0"/>
    <w:link w:val="Char3"/>
    <w:uiPriority w:val="1"/>
    <w:qFormat/>
    <w:rsid w:val="00E7597B"/>
    <w:pPr>
      <w:widowControl w:val="0"/>
      <w:overflowPunct/>
      <w:adjustRightInd/>
      <w:ind w:left="0" w:firstLine="0"/>
      <w:textAlignment w:val="auto"/>
    </w:pPr>
    <w:rPr>
      <w:rFonts w:ascii="Noto Sans CJK JP Black" w:hAnsi="Noto Sans CJK JP Black" w:cs="Noto Sans CJK JP Black"/>
      <w:lang w:eastAsia="en-US"/>
    </w:rPr>
  </w:style>
  <w:style w:type="character" w:customStyle="1" w:styleId="Char3">
    <w:name w:val="본문 Char"/>
    <w:basedOn w:val="a1"/>
    <w:link w:val="af"/>
    <w:uiPriority w:val="1"/>
    <w:rsid w:val="00E7597B"/>
    <w:rPr>
      <w:rFonts w:ascii="Noto Sans CJK JP Black" w:eastAsiaTheme="minorEastAsia" w:hAnsi="Noto Sans CJK JP Black" w:cs="Noto Sans CJK JP Black"/>
      <w:lang w:eastAsia="en-US"/>
    </w:rPr>
  </w:style>
  <w:style w:type="character" w:customStyle="1" w:styleId="Char0">
    <w:name w:val="바닥글 Char"/>
    <w:aliases w:val="footer odd Char"/>
    <w:basedOn w:val="a1"/>
    <w:link w:val="a6"/>
    <w:uiPriority w:val="99"/>
    <w:rsid w:val="006969A5"/>
    <w:rPr>
      <w:rFonts w:ascii="Book Antiqua" w:eastAsiaTheme="minorEastAsia" w:hAnsi="Book Antiqua"/>
    </w:rPr>
  </w:style>
  <w:style w:type="paragraph" w:styleId="af0">
    <w:name w:val="No Spacing"/>
    <w:uiPriority w:val="1"/>
    <w:qFormat/>
    <w:rsid w:val="005136AE"/>
    <w:pPr>
      <w:overflowPunct w:val="0"/>
      <w:autoSpaceDE w:val="0"/>
      <w:autoSpaceDN w:val="0"/>
      <w:adjustRightInd w:val="0"/>
      <w:ind w:left="1440" w:hanging="720"/>
      <w:textAlignment w:val="baseline"/>
    </w:pPr>
    <w:rPr>
      <w:rFonts w:ascii="Book Antiqua" w:eastAsiaTheme="minorEastAsia" w:hAnsi="Book Antiqua"/>
    </w:rPr>
  </w:style>
  <w:style w:type="character" w:customStyle="1" w:styleId="name-and-value">
    <w:name w:val="name-and-value"/>
    <w:basedOn w:val="a1"/>
    <w:rsid w:val="00C50AE1"/>
  </w:style>
  <w:style w:type="character" w:customStyle="1" w:styleId="name">
    <w:name w:val="name"/>
    <w:basedOn w:val="a1"/>
    <w:rsid w:val="00C50AE1"/>
  </w:style>
  <w:style w:type="character" w:customStyle="1" w:styleId="object-value-string">
    <w:name w:val="object-value-string"/>
    <w:basedOn w:val="a1"/>
    <w:rsid w:val="00C50AE1"/>
  </w:style>
  <w:style w:type="character" w:customStyle="1" w:styleId="object-value-string-quote">
    <w:name w:val="object-value-string-quote"/>
    <w:basedOn w:val="a1"/>
    <w:rsid w:val="00C50AE1"/>
  </w:style>
  <w:style w:type="paragraph" w:customStyle="1" w:styleId="Default">
    <w:name w:val="Default"/>
    <w:rsid w:val="005119F0"/>
    <w:pPr>
      <w:widowControl w:val="0"/>
      <w:autoSpaceDE w:val="0"/>
      <w:autoSpaceDN w:val="0"/>
      <w:adjustRightInd w:val="0"/>
    </w:pPr>
    <w:rPr>
      <w:rFonts w:ascii="맑은 고딕" w:eastAsia="맑은 고딕" w:cs="맑은 고딕"/>
      <w:color w:val="000000"/>
      <w:sz w:val="24"/>
      <w:szCs w:val="24"/>
    </w:rPr>
  </w:style>
  <w:style w:type="paragraph" w:styleId="a">
    <w:name w:val="List Bullet"/>
    <w:basedOn w:val="a0"/>
    <w:uiPriority w:val="99"/>
    <w:unhideWhenUsed/>
    <w:rsid w:val="00A74EFB"/>
    <w:pPr>
      <w:numPr>
        <w:numId w:val="26"/>
      </w:numPr>
      <w:contextualSpacing/>
    </w:pPr>
  </w:style>
  <w:style w:type="character" w:customStyle="1" w:styleId="pl-s">
    <w:name w:val="pl-s"/>
    <w:rsid w:val="00F901CB"/>
  </w:style>
  <w:style w:type="character" w:styleId="af1">
    <w:name w:val="Unresolved Mention"/>
    <w:basedOn w:val="a1"/>
    <w:uiPriority w:val="99"/>
    <w:semiHidden/>
    <w:unhideWhenUsed/>
    <w:rsid w:val="00673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5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8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://phobos.apple.com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itunes.appl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hobos.apple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hyperlink" Target="mailto:parent@example.com" TargetMode="External"/><Relationship Id="rId19" Type="http://schemas.openxmlformats.org/officeDocument/2006/relationships/hyperlink" Target="http://itunes.apple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yer@example.com" TargetMode="External"/><Relationship Id="rId14" Type="http://schemas.openxmlformats.org/officeDocument/2006/relationships/hyperlink" Target="http://mobile.vpay.co.kr/jsp/MISP/andown.jsp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QFPE3008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198FD-7044-4DCD-8135-B64CD36FE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QFPE3008.dot</Template>
  <TotalTime>1</TotalTime>
  <Pages>29</Pages>
  <Words>2590</Words>
  <Characters>14764</Characters>
  <Application>Microsoft Office Word</Application>
  <DocSecurity>0</DocSecurity>
  <Lines>123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운영매뉴얼</vt:lpstr>
    </vt:vector>
  </TitlesOfParts>
  <Company/>
  <LinksUpToDate>false</LinksUpToDate>
  <CharactersWithSpaces>17320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운영매뉴얼</dc:title>
  <dc:subject>RO막 성능 예측 시스템 개발 용역</dc:subject>
  <dc:creator>dydrb</dc:creator>
  <cp:lastModifiedBy>이 승국</cp:lastModifiedBy>
  <cp:revision>5</cp:revision>
  <dcterms:created xsi:type="dcterms:W3CDTF">2024-10-15T01:32:00Z</dcterms:created>
  <dcterms:modified xsi:type="dcterms:W3CDTF">2024-12-20T00:56:00Z</dcterms:modified>
</cp:coreProperties>
</file>